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F12" w:rsidRPr="00C9365B" w:rsidRDefault="00054F12" w:rsidP="00D9110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365B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 1</w:t>
      </w:r>
    </w:p>
    <w:p w:rsidR="00054F12" w:rsidRPr="00C9365B" w:rsidRDefault="00054F12" w:rsidP="00D9110D">
      <w:pPr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365B">
        <w:rPr>
          <w:rFonts w:ascii="Times New Roman" w:eastAsia="Calibri" w:hAnsi="Times New Roman" w:cs="Times New Roman"/>
          <w:sz w:val="24"/>
          <w:szCs w:val="24"/>
          <w:lang w:eastAsia="ru-RU"/>
        </w:rPr>
        <w:t>к аналитической записке</w:t>
      </w:r>
    </w:p>
    <w:p w:rsidR="00054F12" w:rsidRPr="00C9365B" w:rsidRDefault="00054F12" w:rsidP="00D9110D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5F34" w:rsidRPr="00C9365B" w:rsidRDefault="00785F34" w:rsidP="00D43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Информация об основных показателях </w:t>
      </w:r>
    </w:p>
    <w:p w:rsidR="00785F34" w:rsidRPr="00C9365B" w:rsidRDefault="00785F34" w:rsidP="00D43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социально-экономического развития Российской Федерации</w:t>
      </w:r>
    </w:p>
    <w:p w:rsidR="003921B6" w:rsidRPr="00C9365B" w:rsidRDefault="003921B6" w:rsidP="00D43A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</w:t>
      </w:r>
      <w:r w:rsidR="00E46EA2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январе</w:t>
      </w:r>
      <w:r w:rsidR="00EF74E0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C9365B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– </w:t>
      </w:r>
      <w:r w:rsidR="00CA52A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сентябре</w:t>
      </w:r>
      <w:r w:rsidR="00E6688F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46EA2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="002B5298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="00E46EA2" w:rsidRPr="00C936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3921B6" w:rsidRPr="00C9365B" w:rsidRDefault="003921B6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785F34" w:rsidRPr="0000247E" w:rsidRDefault="00785F3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47E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1.</w:t>
      </w:r>
      <w:r w:rsidRPr="0000247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Pr="0000247E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Цена на нефть марки «Юралс»</w:t>
      </w:r>
    </w:p>
    <w:p w:rsidR="00295677" w:rsidRDefault="0029567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Реализация договоренности в рамках ОПЕК+ об ограничении добычи нефти с 1 мая 2020 года и смягчение или отмена карантинных мер оказали стимулирующее воздействие 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нефтяные</w:t>
      </w: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цен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результате начиная с мая цена на нефть марки «Юралс» уверенно росла, и к августу достигла 44,74 доллара США за баррель, превысив апрельский минимум в 2,7 раза.</w:t>
      </w:r>
    </w:p>
    <w:p w:rsidR="00295677" w:rsidRDefault="0029567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Однако к концу лета д</w:t>
      </w: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t>инамика нефтяных цен исчерпала запас роста, полученный после введения ограничений в рамках ОПЕК+, и вновь начала реагировать на такие фундаментальные факторы, как рост запасов и снижение спроса.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Неполное выполнение условий сделки </w:t>
      </w: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ОПЕК+,  приближающиеся выборы в США и возможная смена курса в сторону «зеленой энергетики», а также ожидаемое снятие санкций с Ирана усили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ли</w:t>
      </w: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пессимистические настроения на мировом рынке нефти. 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результате </w:t>
      </w: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сентябре цена на нефть марки «Юралс» 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после четырех</w:t>
      </w: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t>месячн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ого</w:t>
      </w: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снизилась на 4 доллара США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составив в среднем за месяц 40,74 доллара США за баррель, а с начала года – 40,67 доллара США за баррель</w:t>
      </w:r>
      <w:r w:rsidRPr="0029567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95677" w:rsidRPr="00295677" w:rsidRDefault="00E82C10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Значение цены на нефть марки «Юралс» за январь – сентябрь более чем в 1,5 раза ниже, чем в аналогичном периоде 2019 года (64,25 доллара США за баррель)</w:t>
      </w:r>
      <w:r w:rsidR="008505E3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почти на 29,5 % ниже прогнозного значения цены на нефть, учтенного в расчетах к </w:t>
      </w:r>
      <w:r w:rsidRPr="00E82C10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Федеральному закону № 380-ФЗ (с изменениями)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95677" w:rsidRDefault="0029567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lang w:eastAsia="ru-RU"/>
        </w:rPr>
      </w:pPr>
    </w:p>
    <w:p w:rsidR="00785F34" w:rsidRPr="00E17EA7" w:rsidRDefault="00785F3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17EA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2. Курс доллара США к рублю</w:t>
      </w:r>
    </w:p>
    <w:p w:rsidR="007A69BD" w:rsidRDefault="00E17EA7" w:rsidP="00E17EA7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7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Курс рубля в течение всего </w:t>
      </w:r>
      <w:r w:rsidR="008505E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="00850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17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 показывал динамику к ослаблению, несмотря на </w:t>
      </w:r>
      <w:r w:rsidRPr="00E17EA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рост нефтяных цен и общее оживление экономики. Давление на курс национальной валюты оказывали </w:t>
      </w:r>
      <w:proofErr w:type="spellStart"/>
      <w:r w:rsidRPr="00E17EA7">
        <w:rPr>
          <w:rFonts w:ascii="Times New Roman" w:eastAsia="Calibri" w:hAnsi="Times New Roman" w:cs="Times New Roman"/>
          <w:sz w:val="24"/>
          <w:szCs w:val="24"/>
          <w:lang w:eastAsia="ru-RU"/>
        </w:rPr>
        <w:t>санкционные</w:t>
      </w:r>
      <w:proofErr w:type="spellEnd"/>
      <w:r w:rsidRPr="00E17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риски, снижение ключевой ставки, неопределенность геополитической ситуации и слабые показатели платежного баланса.</w:t>
      </w:r>
      <w:r w:rsidR="008505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17EA7">
        <w:rPr>
          <w:rFonts w:ascii="Times New Roman" w:eastAsia="Calibri" w:hAnsi="Times New Roman" w:cs="Times New Roman"/>
          <w:sz w:val="24"/>
          <w:szCs w:val="24"/>
          <w:lang w:eastAsia="ru-RU"/>
        </w:rPr>
        <w:t>В результате в среднем за сентябрь курс доллара США к рублю достиг годового максимума и составил 75,65 рубля за доллар США</w:t>
      </w:r>
      <w:r w:rsidR="007A69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апреле на пике экономического спада – 75,22 рубля за доллар СШ</w:t>
      </w:r>
      <w:bookmarkStart w:id="0" w:name="_GoBack"/>
      <w:bookmarkEnd w:id="0"/>
      <w:r w:rsidR="007A69BD">
        <w:rPr>
          <w:rFonts w:ascii="Times New Roman" w:eastAsia="Calibri" w:hAnsi="Times New Roman" w:cs="Times New Roman"/>
          <w:sz w:val="24"/>
          <w:szCs w:val="24"/>
          <w:lang w:eastAsia="ru-RU"/>
        </w:rPr>
        <w:t>А)</w:t>
      </w:r>
      <w:r w:rsidRPr="00E17EA7">
        <w:rPr>
          <w:rFonts w:ascii="Times New Roman" w:eastAsia="Calibri" w:hAnsi="Times New Roman" w:cs="Times New Roman"/>
          <w:sz w:val="24"/>
          <w:szCs w:val="24"/>
          <w:lang w:eastAsia="ru-RU"/>
        </w:rPr>
        <w:t>, а с начала года – 70,57 рубля за доллар США.</w:t>
      </w:r>
    </w:p>
    <w:p w:rsidR="00E17EA7" w:rsidRDefault="00AF5A7C" w:rsidP="00E17EA7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="00E17EA7" w:rsidRPr="00E17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начение курса рубля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 январь – сентябрь текущего года на 8,4 %</w:t>
      </w:r>
      <w:r w:rsidR="00E17EA7" w:rsidRPr="00E17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превышает </w:t>
      </w:r>
      <w:r w:rsidR="00E17EA7" w:rsidRPr="00E17EA7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="00E17EA7" w:rsidRPr="00E17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аналогичного периода 2019 года (за январь – сентябрь 2019 года – 65,07 рубля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доллар США) и на 10,4 % - прогнозное значение, учтенное в расчетах к </w:t>
      </w:r>
      <w:r w:rsidRPr="00AF5A7C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Федеральному закону № 380-ФЗ (с изменениями)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(63,9 рубля за доллар США).</w:t>
      </w:r>
    </w:p>
    <w:p w:rsidR="00AF5A7C" w:rsidRPr="00E17EA7" w:rsidRDefault="00AF5A7C" w:rsidP="00E17EA7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0B73" w:rsidRPr="00D71258" w:rsidRDefault="00F10B73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D71258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3. Валовой внутренний продукт</w:t>
      </w:r>
    </w:p>
    <w:p w:rsidR="00D71258" w:rsidRDefault="00D71258" w:rsidP="00D7125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сентябре Росстат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скорректировал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оценку </w:t>
      </w:r>
      <w:r w:rsidRPr="00474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ВВП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</w:t>
      </w:r>
      <w:r w:rsidR="00FF238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="00FF238A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 2020 года, которая по сравнению с предварительной оценкой была улучшена с 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4B0556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8,5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 до 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4B0556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%. Соответственно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падение ВВП за первое полугодие составило 3,4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 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(по </w:t>
      </w:r>
      <w:r w:rsidR="00DD0134"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предварительной оценк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DD0134"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3,6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%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71258" w:rsidRPr="00D71258" w:rsidRDefault="00D71258" w:rsidP="00D7125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разрезе видов экономической деятельности во </w:t>
      </w:r>
      <w:r w:rsidR="00FF238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="00FF238A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в результате почти двухмесячного простоя экономики валовая добавленная стоимость снизилась в подавляющем большинстве отраслей.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итуация за первое полугодие в целом сложилась симметрично динамике </w:t>
      </w:r>
      <w:r w:rsidR="00FF238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квартала.</w:t>
      </w:r>
    </w:p>
    <w:p w:rsidR="00D71258" w:rsidRDefault="00D71258" w:rsidP="00D7125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Рост валовой добавленной стоимости во </w:t>
      </w:r>
      <w:r w:rsidR="00FF238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="00FF238A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отмечался только в финансируемом из бюджета и не уходившем на вынужденные карантинные каникулы гос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ударственном 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управлении</w:t>
      </w:r>
      <w:r w:rsidR="00496F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2,6 % </w:t>
      </w:r>
      <w:r w:rsidR="00BF48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 </w:t>
      </w:r>
      <w:r w:rsidR="00FF238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="00FF238A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F48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по сравнению с аналогичным периодом 2019 года</w:t>
      </w:r>
      <w:r w:rsidR="00496FDD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, финансовой и страховой</w:t>
      </w:r>
      <w:r w:rsidR="00496F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F238A"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FDD">
        <w:rPr>
          <w:rFonts w:ascii="Times New Roman" w:eastAsia="Calibri" w:hAnsi="Times New Roman" w:cs="Times New Roman"/>
          <w:sz w:val="24"/>
          <w:szCs w:val="24"/>
          <w:lang w:eastAsia="ru-RU"/>
        </w:rPr>
        <w:t>(на 6,1 %)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</w:t>
      </w:r>
      <w:r w:rsidR="00FF238A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сельском хозяйстве</w:t>
      </w:r>
      <w:r w:rsidR="00496F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0,4 %)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ситуация в 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котором в меньшей степени зависит от экономических потрясений. Данные виды экономической деятельности, хотя и не являются ключевыми, 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однако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формируют более 10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% валовой добавленной стоимости (по итогам 2019 года – 15,5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%), что, несомненно, оказало поддержку ВВП.</w:t>
      </w:r>
    </w:p>
    <w:p w:rsidR="00D71258" w:rsidRPr="00D71258" w:rsidRDefault="00D71258" w:rsidP="00D7125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разрезе основных компонентов использования ВВП н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фоне вынужденного </w:t>
      </w:r>
      <w:r w:rsidR="004B0556">
        <w:rPr>
          <w:rFonts w:ascii="Times New Roman" w:eastAsia="Calibri" w:hAnsi="Times New Roman" w:cs="Times New Roman"/>
          <w:sz w:val="24"/>
          <w:szCs w:val="24"/>
          <w:lang w:eastAsia="ru-RU"/>
        </w:rPr>
        <w:t>карантина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снизилась динамика практически всех компонентов, особенно заметно – расходов на конечное потребление домашних хозяйств</w:t>
      </w:r>
      <w:r w:rsidR="00496F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15,6 % </w:t>
      </w:r>
      <w:r w:rsidR="00BF4846" w:rsidRPr="00BF48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 </w:t>
      </w:r>
      <w:r w:rsidR="00FF238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="00FF238A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F4846" w:rsidRPr="00BF48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по сравнению с аналогичным периодом 2019 года</w:t>
      </w:r>
      <w:r w:rsidR="00496FDD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валового накопления основного капитала</w:t>
      </w:r>
      <w:r w:rsidR="00496F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6,1 %)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. Одновременно антикризисные меры стимулировали рост расходов на конечное потребление государственного управления</w:t>
      </w:r>
      <w:r w:rsidR="00496F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1,6 %)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некоммерческих организаций, обслуживающих домашние хозяйства</w:t>
      </w:r>
      <w:r w:rsidR="00496F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1,5 %)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757A4" w:rsidRDefault="00D71258" w:rsidP="00D7125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оценке Минэкономразвития России, в </w:t>
      </w:r>
      <w:r w:rsidR="00FF238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="00FF238A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снижение ВВП замедлилось до 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3,8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>%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712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преимущественно за счет улучшения динамики торговли, обрабатывающей промышленности и роста в сельском хозяйстве.</w:t>
      </w:r>
    </w:p>
    <w:p w:rsidR="00D71258" w:rsidRPr="00CA52A2" w:rsidRDefault="00D71258" w:rsidP="00D7125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FF238A" w:rsidRDefault="00FF238A" w:rsidP="00D9110D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FF238A" w:rsidRDefault="00FF238A" w:rsidP="00D9110D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785F34" w:rsidRPr="00E5422C" w:rsidRDefault="00F10B73" w:rsidP="00D9110D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E5422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4</w:t>
      </w:r>
      <w:r w:rsidR="00785F34" w:rsidRPr="00E5422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</w:t>
      </w:r>
      <w:r w:rsidR="00785F34" w:rsidRPr="00E5422C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="00785F34" w:rsidRPr="00E5422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Промышленное производство</w:t>
      </w:r>
    </w:p>
    <w:p w:rsidR="00E5422C" w:rsidRDefault="00E5422C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422C">
        <w:rPr>
          <w:rFonts w:ascii="Times New Roman" w:eastAsia="Calibri" w:hAnsi="Times New Roman" w:cs="Times New Roman"/>
          <w:sz w:val="24"/>
          <w:szCs w:val="24"/>
          <w:lang w:eastAsia="ru-RU"/>
        </w:rPr>
        <w:t>В октябре Росстат представил уточненные данные по промышленному производству за 2019 и 2020 годы. Динамика была уточнена в соответствии с регламентом разработки и публикации данных по производству и отгрузке продукции и динамике промышленного производства (приказ Росстата от 18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августа </w:t>
      </w:r>
      <w:r w:rsidRPr="00E5422C">
        <w:rPr>
          <w:rFonts w:ascii="Times New Roman" w:eastAsia="Calibri" w:hAnsi="Times New Roman" w:cs="Times New Roman"/>
          <w:sz w:val="24"/>
          <w:szCs w:val="24"/>
          <w:lang w:eastAsia="ru-RU"/>
        </w:rPr>
        <w:t>2020 г. №</w:t>
      </w:r>
      <w:r w:rsidR="0088353A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E5422C">
        <w:rPr>
          <w:rFonts w:ascii="Times New Roman" w:eastAsia="Calibri" w:hAnsi="Times New Roman" w:cs="Times New Roman"/>
          <w:sz w:val="24"/>
          <w:szCs w:val="24"/>
          <w:lang w:eastAsia="ru-RU"/>
        </w:rPr>
        <w:t>470).</w:t>
      </w:r>
    </w:p>
    <w:p w:rsidR="00AF2D46" w:rsidRDefault="00AF2D46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результате динамика как за 2019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>, так и за 2020 год была скорректирована в сторону улучшения (до 3 п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роцентных пункт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>ов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годовом выражении), а показатель в целом за 2019 года был улучшен на 1 п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роцентный пункт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 2,3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>% до 3,3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>% прироста).</w:t>
      </w:r>
    </w:p>
    <w:p w:rsidR="00AF2D46" w:rsidRDefault="00AF2D46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 корректировки динамики 2020 года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сентябре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годовом выражении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9054E">
        <w:rPr>
          <w:rFonts w:ascii="Times New Roman" w:eastAsia="Calibri" w:hAnsi="Times New Roman" w:cs="Times New Roman"/>
          <w:sz w:val="24"/>
          <w:szCs w:val="24"/>
          <w:lang w:eastAsia="ru-RU"/>
        </w:rPr>
        <w:t>восстановление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промышленности в целом </w:t>
      </w:r>
      <w:r w:rsidR="0009054E">
        <w:rPr>
          <w:rFonts w:ascii="Times New Roman" w:eastAsia="Calibri" w:hAnsi="Times New Roman" w:cs="Times New Roman"/>
          <w:sz w:val="24"/>
          <w:szCs w:val="24"/>
          <w:lang w:eastAsia="ru-RU"/>
        </w:rPr>
        <w:t>приостановилось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0905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снижение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ускори</w:t>
      </w:r>
      <w:r w:rsidR="0009054E">
        <w:rPr>
          <w:rFonts w:ascii="Times New Roman" w:eastAsia="Calibri" w:hAnsi="Times New Roman" w:cs="Times New Roman"/>
          <w:sz w:val="24"/>
          <w:szCs w:val="24"/>
          <w:lang w:eastAsia="ru-RU"/>
        </w:rPr>
        <w:t>лос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>ь с (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­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>4,2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>% в августе до (-)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>% в сентябре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AF2D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преимущественно за счет ухудшения ситуации в обрабатывающей промышленности.</w:t>
      </w:r>
      <w:r w:rsidR="00385A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за январь – сентябрь 2020 года снижение в промышленности составило 2,9 %.</w:t>
      </w:r>
    </w:p>
    <w:p w:rsidR="0009054E" w:rsidRDefault="009E39D3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Заметное давление на динамику 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промышленно</w:t>
      </w:r>
      <w:r w:rsidR="00557882">
        <w:rPr>
          <w:rFonts w:ascii="Times New Roman" w:eastAsia="Calibri" w:hAnsi="Times New Roman" w:cs="Times New Roman"/>
          <w:sz w:val="24"/>
          <w:szCs w:val="24"/>
          <w:lang w:eastAsia="ru-RU"/>
        </w:rPr>
        <w:t>сти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продолжают оказывать </w:t>
      </w:r>
      <w:r w:rsidRPr="005578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добывающие производства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снижение в которых происходит преимущественно </w:t>
      </w:r>
      <w:r w:rsidR="00DB585C">
        <w:rPr>
          <w:rFonts w:ascii="Times New Roman" w:eastAsia="Calibri" w:hAnsi="Times New Roman" w:cs="Times New Roman"/>
          <w:sz w:val="24"/>
          <w:szCs w:val="24"/>
          <w:lang w:eastAsia="ru-RU"/>
        </w:rPr>
        <w:t>из-за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 по сокращению добычи. Благодаря смягчению условий сделки снижение постепенно замедляется,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но все еще остается высоким: в сентябре в годовом выражении добывающая промышленность сократилась на 10 %, в целом с начала года – на 6,5 %.</w:t>
      </w:r>
    </w:p>
    <w:p w:rsidR="005E7E2F" w:rsidRDefault="005E7E2F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Динамика в </w:t>
      </w:r>
      <w:r w:rsidRPr="005578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обрабатывающих производствах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течение 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месяцев уверенно восстанавливалась: с (-)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7,6 % в апреле в годовом выражении до 0,4 % прироста в августе.  </w:t>
      </w:r>
      <w:r w:rsidR="00FF23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сентябре в обрабатывающих производствах вновь было зафиксировано снижение на 1,6 %. Однако благодаря высоким показателям </w:t>
      </w:r>
      <w:r w:rsidR="00FF238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FF238A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 (рост на 5,9 %) и уверенному восстановлению в </w:t>
      </w:r>
      <w:r w:rsidR="00CF36F1">
        <w:rPr>
          <w:rFonts w:ascii="Times New Roman" w:eastAsia="Calibri" w:hAnsi="Times New Roman" w:cs="Times New Roman"/>
          <w:sz w:val="24"/>
          <w:szCs w:val="24"/>
          <w:lang w:eastAsia="ru-RU"/>
        </w:rPr>
        <w:t>мае – августе в целом за январь – сентябрь 2020 года в обрабатывающей промышленности отмечалась нулевая динамика.</w:t>
      </w:r>
    </w:p>
    <w:p w:rsidR="00A24B88" w:rsidRPr="00200717" w:rsidRDefault="005B67A3" w:rsidP="006B7FD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0717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6B7FDE" w:rsidRPr="002007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B7FDE" w:rsidRPr="002007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обеспечении электрической энергией, газом, паром, кондиционировании воздуха</w:t>
      </w:r>
      <w:r w:rsidR="006B7FDE" w:rsidRPr="002007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007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A24B88" w:rsidRPr="002007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течение </w:t>
      </w:r>
      <w:r w:rsidR="00FF238A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="00FF238A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24B88" w:rsidRPr="002007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 </w:t>
      </w:r>
      <w:r w:rsidR="00200717" w:rsidRPr="00200717">
        <w:rPr>
          <w:rFonts w:ascii="Times New Roman" w:eastAsia="Calibri" w:hAnsi="Times New Roman" w:cs="Times New Roman"/>
          <w:sz w:val="24"/>
          <w:szCs w:val="24"/>
          <w:lang w:eastAsia="ru-RU"/>
        </w:rPr>
        <w:t>отмечалось умеренное снижение с тенденцией к ухудшению – с (-)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200717" w:rsidRPr="00200717">
        <w:rPr>
          <w:rFonts w:ascii="Times New Roman" w:eastAsia="Calibri" w:hAnsi="Times New Roman" w:cs="Times New Roman"/>
          <w:sz w:val="24"/>
          <w:szCs w:val="24"/>
          <w:lang w:eastAsia="ru-RU"/>
        </w:rPr>
        <w:t>1,1 % в июле в годовом выражении до (-)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200717" w:rsidRPr="00200717">
        <w:rPr>
          <w:rFonts w:ascii="Times New Roman" w:eastAsia="Calibri" w:hAnsi="Times New Roman" w:cs="Times New Roman"/>
          <w:sz w:val="24"/>
          <w:szCs w:val="24"/>
          <w:lang w:eastAsia="ru-RU"/>
        </w:rPr>
        <w:t>2,6 % в сентябре</w:t>
      </w:r>
      <w:r w:rsidR="00A24B88" w:rsidRPr="0020071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200717" w:rsidRPr="002007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за январь – сентябрь снижение в данном виде деятельности составило 2,7 %.</w:t>
      </w:r>
    </w:p>
    <w:p w:rsidR="00A24B88" w:rsidRPr="005974FA" w:rsidRDefault="00663C63" w:rsidP="005F4144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974F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</w:t>
      </w:r>
      <w:r w:rsidR="006B7FDE" w:rsidRPr="005974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B7FDE" w:rsidRPr="005974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водоснабжении, водоотведении, организации сбора и утилизации отходов, деятельности по ликвидации загрязнений</w:t>
      </w:r>
      <w:r w:rsidR="006B7FDE" w:rsidRPr="005974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00717" w:rsidRPr="005974FA">
        <w:rPr>
          <w:rFonts w:ascii="Times New Roman" w:eastAsia="Calibri" w:hAnsi="Times New Roman" w:cs="Times New Roman"/>
          <w:sz w:val="24"/>
          <w:szCs w:val="24"/>
          <w:lang w:eastAsia="ru-RU"/>
        </w:rPr>
        <w:t>ситуация улучшалась: с (-)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200717" w:rsidRPr="005974FA">
        <w:rPr>
          <w:rFonts w:ascii="Times New Roman" w:eastAsia="Calibri" w:hAnsi="Times New Roman" w:cs="Times New Roman"/>
          <w:sz w:val="24"/>
          <w:szCs w:val="24"/>
          <w:lang w:eastAsia="ru-RU"/>
        </w:rPr>
        <w:t>9,5 % в июле до (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­</w:t>
      </w:r>
      <w:r w:rsidR="00200717" w:rsidRPr="005974FA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200717" w:rsidRPr="005974FA">
        <w:rPr>
          <w:rFonts w:ascii="Times New Roman" w:eastAsia="Calibri" w:hAnsi="Times New Roman" w:cs="Times New Roman"/>
          <w:sz w:val="24"/>
          <w:szCs w:val="24"/>
          <w:lang w:eastAsia="ru-RU"/>
        </w:rPr>
        <w:t>3,8 % в сентябре</w:t>
      </w:r>
      <w:r w:rsidR="00A24B88" w:rsidRPr="005974F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974FA" w:rsidRPr="005974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за январь – сентябрь снижение составило 5,8 %.</w:t>
      </w:r>
    </w:p>
    <w:p w:rsidR="00A24B88" w:rsidRPr="00CA52A2" w:rsidRDefault="00A24B88" w:rsidP="005F4144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785F34" w:rsidRPr="00474377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47437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5</w:t>
      </w:r>
      <w:r w:rsidR="00785F34" w:rsidRPr="0047437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Уровень потребительских цен</w:t>
      </w:r>
    </w:p>
    <w:p w:rsidR="00474377" w:rsidRPr="00474377" w:rsidRDefault="00474377" w:rsidP="00474377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>В июле – августе динамика цен на потребительском рынке преимущественно замедлялась пол влиянием сезонного фактора. И хотя в июле инфляция за месяц достигла 0,4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>%, этот рост был техническим на фоне планового повышения тарифов на услуги ЖКХ.</w:t>
      </w:r>
      <w:r w:rsidR="00FF238A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августе и сентябре отмечалась слабая дефляция, в целом за </w:t>
      </w:r>
      <w:r w:rsidR="00FF238A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 </w:t>
      </w:r>
      <w:r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месяца цены снизились на 0,11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74377" w:rsidRDefault="00474377" w:rsidP="00474377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>В результате по итогам сентября с начала года инфляция составила 2,9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%, основной и примерно равный вклад в ее формирование внесло удорожание продовольственных и </w:t>
      </w:r>
      <w:r w:rsidR="005D2F94">
        <w:rPr>
          <w:rFonts w:ascii="Times New Roman" w:eastAsia="Calibri" w:hAnsi="Times New Roman" w:cs="Times New Roman"/>
          <w:sz w:val="24"/>
          <w:szCs w:val="24"/>
          <w:lang w:eastAsia="ru-RU"/>
        </w:rPr>
        <w:t>непродовольственных товаров</w:t>
      </w:r>
      <w:r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результате </w:t>
      </w:r>
      <w:r w:rsidR="005D2F94">
        <w:rPr>
          <w:rFonts w:ascii="Times New Roman" w:eastAsia="Calibri" w:hAnsi="Times New Roman" w:cs="Times New Roman"/>
          <w:sz w:val="24"/>
          <w:szCs w:val="24"/>
          <w:lang w:eastAsia="ru-RU"/>
        </w:rPr>
        <w:t>ослабления рубля</w:t>
      </w:r>
      <w:r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7B66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примерно по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1,1 процентного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пункта</w:t>
      </w:r>
      <w:r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  <w:r w:rsidR="005D2F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 цен и тарифов на услуги сформировал только 0,7 процентного пункта, несмотря на плановую индексацию тарифов.</w:t>
      </w:r>
    </w:p>
    <w:p w:rsidR="005D2F94" w:rsidRDefault="005D2F94" w:rsidP="00474377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Сезонный фактор оказал сдерживающее влияние на динамику цен на продовольственные товары, которые по итогам сентября с начала года подорожали на 3,05 %, несмотря на ажиотажный спрос в весенние месяцы, </w:t>
      </w:r>
      <w:r w:rsidR="00DB5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который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оказа</w:t>
      </w:r>
      <w:r w:rsidR="00DB5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влияние именно на продукты.</w:t>
      </w:r>
    </w:p>
    <w:p w:rsidR="005D2F94" w:rsidRDefault="005D2F94" w:rsidP="00474377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Прирост цен на непродовольственные товары по итогам сентября с начала года </w:t>
      </w:r>
      <w:r w:rsidR="00D965E4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3,07 %</w:t>
      </w:r>
      <w:r w:rsidR="00D965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формировался под действием противоположных факторов. С одной стороны, цены на непродовольственные товары сдерживались относительно слабым спросом, с другой стороны</w:t>
      </w:r>
      <w:r w:rsidR="00F56F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D965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них оказывало влияние ослабление курса рубля.</w:t>
      </w:r>
    </w:p>
    <w:p w:rsidR="00F06F36" w:rsidRDefault="00F06F36" w:rsidP="00474377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Удорожание услуг по итогам </w:t>
      </w:r>
      <w:r w:rsidR="00F56F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месяцев 2020 года было </w:t>
      </w:r>
      <w:r w:rsidR="001A31C3">
        <w:rPr>
          <w:rFonts w:ascii="Times New Roman" w:eastAsia="Calibri" w:hAnsi="Times New Roman" w:cs="Times New Roman"/>
          <w:sz w:val="24"/>
          <w:szCs w:val="24"/>
          <w:lang w:eastAsia="ru-RU"/>
        </w:rPr>
        <w:t>незначительным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 2,35 %. Динамика цен на услуги формировалась на фоне низкого спроса и в условиях сохраняющихся ограничений на работу предприятий сферы услуг.</w:t>
      </w:r>
    </w:p>
    <w:p w:rsidR="00474377" w:rsidRDefault="00E154DA" w:rsidP="008E6C46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 итогам </w:t>
      </w:r>
      <w:r w:rsidR="00F56FBC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="00F56FBC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 инфляция в годовом выражении превысила прогнозное значение, учтенное в статье 1 </w:t>
      </w:r>
      <w:r w:rsidR="00BF4846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 закона № 380-ФЗ (с изменениями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 (</w:t>
      </w:r>
      <w:r w:rsidR="009F037C">
        <w:rPr>
          <w:rFonts w:ascii="Times New Roman" w:eastAsia="Calibri" w:hAnsi="Times New Roman" w:cs="Times New Roman"/>
          <w:sz w:val="24"/>
          <w:szCs w:val="24"/>
          <w:lang w:eastAsia="ru-RU"/>
        </w:rPr>
        <w:t>3 %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8E6C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составила</w:t>
      </w:r>
      <w:r w:rsidR="00474377"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3,67</w:t>
      </w:r>
      <w:r w:rsidR="0077425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474377" w:rsidRPr="00474377">
        <w:rPr>
          <w:rFonts w:ascii="Times New Roman" w:eastAsia="Calibri" w:hAnsi="Times New Roman" w:cs="Times New Roman"/>
          <w:sz w:val="24"/>
          <w:szCs w:val="24"/>
          <w:lang w:eastAsia="ru-RU"/>
        </w:rPr>
        <w:t>%.</w:t>
      </w:r>
    </w:p>
    <w:p w:rsidR="00955BBE" w:rsidRPr="001C3AE2" w:rsidRDefault="001C3AE2" w:rsidP="00955BBE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3AE2">
        <w:rPr>
          <w:rFonts w:ascii="Times New Roman" w:eastAsia="Calibri" w:hAnsi="Times New Roman" w:cs="Times New Roman"/>
          <w:sz w:val="24"/>
          <w:szCs w:val="24"/>
          <w:lang w:eastAsia="ru-RU"/>
        </w:rPr>
        <w:t>До конца 2020 года н</w:t>
      </w:r>
      <w:r w:rsidR="004669A6" w:rsidRPr="001C3AE2">
        <w:rPr>
          <w:rFonts w:ascii="Times New Roman" w:eastAsia="Calibri" w:hAnsi="Times New Roman" w:cs="Times New Roman"/>
          <w:sz w:val="24"/>
          <w:szCs w:val="24"/>
          <w:lang w:eastAsia="ru-RU"/>
        </w:rPr>
        <w:t>а фоне низкой базы 2019 года следует ожидать некоторого ускорения годовой инфляции.</w:t>
      </w:r>
      <w:r w:rsidR="00955BBE" w:rsidRPr="001C3A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Чтобы остаться в рамках </w:t>
      </w:r>
      <w:proofErr w:type="spellStart"/>
      <w:r w:rsidR="00955BBE" w:rsidRPr="001C3AE2">
        <w:rPr>
          <w:rFonts w:ascii="Times New Roman" w:eastAsia="Calibri" w:hAnsi="Times New Roman" w:cs="Times New Roman"/>
          <w:sz w:val="24"/>
          <w:szCs w:val="24"/>
          <w:lang w:eastAsia="ru-RU"/>
        </w:rPr>
        <w:t>таргетируемого</w:t>
      </w:r>
      <w:proofErr w:type="spellEnd"/>
      <w:r w:rsidR="00955BBE" w:rsidRPr="001C3A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значения (4 %)</w:t>
      </w:r>
      <w:r w:rsidR="00F56FB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955BBE" w:rsidRPr="001C3A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цены в окт</w:t>
      </w:r>
      <w:r w:rsidRPr="001C3A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ябре – декабре должны </w:t>
      </w:r>
      <w:r w:rsidR="00955BBE" w:rsidRPr="001C3AE2">
        <w:rPr>
          <w:rFonts w:ascii="Times New Roman" w:eastAsia="Calibri" w:hAnsi="Times New Roman" w:cs="Times New Roman"/>
          <w:sz w:val="24"/>
          <w:szCs w:val="24"/>
          <w:lang w:eastAsia="ru-RU"/>
        </w:rPr>
        <w:t>расти умеренными темпами, не превышающими 0,2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55BBE" w:rsidRPr="001C3AE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55BBE" w:rsidRPr="001C3AE2">
        <w:rPr>
          <w:rFonts w:ascii="Times New Roman" w:eastAsia="Calibri" w:hAnsi="Times New Roman" w:cs="Times New Roman"/>
          <w:sz w:val="24"/>
          <w:szCs w:val="24"/>
          <w:lang w:eastAsia="ru-RU"/>
        </w:rPr>
        <w:t>0,3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55BBE" w:rsidRPr="001C3AE2">
        <w:rPr>
          <w:rFonts w:ascii="Times New Roman" w:eastAsia="Calibri" w:hAnsi="Times New Roman" w:cs="Times New Roman"/>
          <w:sz w:val="24"/>
          <w:szCs w:val="24"/>
          <w:lang w:eastAsia="ru-RU"/>
        </w:rPr>
        <w:t>% в месяц.</w:t>
      </w:r>
    </w:p>
    <w:p w:rsidR="004669A6" w:rsidRPr="00CA52A2" w:rsidRDefault="004669A6" w:rsidP="004669A6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1A7" w:rsidRPr="00B6445B" w:rsidRDefault="001E6F28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B6445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6</w:t>
      </w:r>
      <w:r w:rsidR="00DB51A7" w:rsidRPr="00B6445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Численность населения</w:t>
      </w:r>
    </w:p>
    <w:p w:rsidR="006059E3" w:rsidRPr="00B6445B" w:rsidRDefault="00A85D78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По оценке,</w:t>
      </w:r>
      <w:r w:rsidRPr="00B644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</w:t>
      </w:r>
      <w:r w:rsidR="00DB51A7" w:rsidRPr="00B644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исленность постоянного населения</w:t>
      </w:r>
      <w:r w:rsidR="00DB51A7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Российской Федерации </w:t>
      </w:r>
      <w:r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 </w:t>
      </w:r>
      <w:r w:rsidR="00B6445B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сентября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2020 года составила 146,</w:t>
      </w:r>
      <w:r w:rsidR="00B6445B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человек, сократившись с начала года на </w:t>
      </w:r>
      <w:r w:rsidR="00B6445B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277,8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человек, или на 0,</w:t>
      </w:r>
      <w:r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B6445B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(за аналогичный период предыдущего года  уменьшилась на </w:t>
      </w:r>
      <w:r w:rsidR="00B6445B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52,5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или на 0,0</w:t>
      </w:r>
      <w:r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%). </w:t>
      </w:r>
      <w:r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На фоне карантинных ограничений м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играционный прирост компенсировал естественную убыль населения</w:t>
      </w:r>
      <w:r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только на </w:t>
      </w:r>
      <w:r w:rsidR="00B6445B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19,9</w:t>
      </w:r>
      <w:r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6059E3" w:rsidRPr="00B6445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674D6" w:rsidRPr="00402364" w:rsidRDefault="00A85D78" w:rsidP="0040236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январе –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августе</w:t>
      </w:r>
      <w:r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D4A28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текущего года </w:t>
      </w:r>
      <w:r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демографическая обстановка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продолжила ухудшаться</w:t>
      </w:r>
      <w:r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="0081047D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в 7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81047D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субъектах Российской Федерации </w:t>
      </w:r>
      <w:r w:rsidR="002D4A28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отмечал</w:t>
      </w:r>
      <w:r w:rsidR="005F414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ось снижение</w:t>
      </w:r>
      <w:r w:rsidR="002D4A28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числа родившихся</w:t>
      </w:r>
      <w:r w:rsidR="0081047D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66</w:t>
      </w:r>
      <w:r w:rsidR="0081047D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субъектах 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- увеличение</w:t>
      </w:r>
      <w:r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числ</w:t>
      </w:r>
      <w:r w:rsidR="00DD0134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2D4A28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умерших. Так</w:t>
      </w:r>
      <w:r w:rsidR="002D4A28" w:rsidRPr="004023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 ч</w:t>
      </w:r>
      <w:r w:rsidR="00F674D6" w:rsidRPr="004023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исло родившихся</w:t>
      </w:r>
      <w:r w:rsidR="00F674D6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январе –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августе</w:t>
      </w:r>
      <w:r w:rsidR="00F674D6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2020 года составило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938,3</w:t>
      </w:r>
      <w:r w:rsidR="00F674D6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сократившись по сравнению с аналогичным периодом 2019 года на 5,6 % (994,3 тыс. человек)</w:t>
      </w:r>
      <w:r w:rsidR="00F674D6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2D4A28" w:rsidRPr="00402364">
        <w:rPr>
          <w:rStyle w:val="ad"/>
          <w:rFonts w:ascii="Times New Roman" w:hAnsi="Times New Roman" w:cs="Times New Roman"/>
          <w:b/>
          <w:sz w:val="24"/>
          <w:szCs w:val="24"/>
        </w:rPr>
        <w:t>Ч</w:t>
      </w:r>
      <w:r w:rsidR="00F674D6" w:rsidRPr="004023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исло умерших</w:t>
      </w:r>
      <w:r w:rsidR="00F674D6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возросло</w:t>
      </w:r>
      <w:r w:rsidR="005F414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674D6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1 285,2</w:t>
      </w:r>
      <w:r w:rsidR="00F674D6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превысив </w:t>
      </w:r>
      <w:r w:rsidR="00067327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5,9 %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показатель января – августа 2019 года (1 213,5 тыс. человек)</w:t>
      </w:r>
      <w:r w:rsidR="00F674D6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81047D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по стране число умерших в 1,4 раза превысило число родившихся (в аналогичном периоде 2019 года – в 1,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81047D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раза), в 4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81047D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субъект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81047D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Российской Федерации это превышение составило 1,5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 ­ </w:t>
      </w:r>
      <w:r w:rsidR="0081047D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2,4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81047D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раза.</w:t>
      </w:r>
    </w:p>
    <w:p w:rsidR="00DB51A7" w:rsidRDefault="00F674D6" w:rsidP="00A85D7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В результате</w:t>
      </w:r>
      <w:r w:rsidRPr="004023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е</w:t>
      </w:r>
      <w:r w:rsidR="00DB51A7" w:rsidRPr="004023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стественная убыль</w:t>
      </w:r>
      <w:r w:rsidR="00DB51A7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населения в </w:t>
      </w:r>
      <w:r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январе –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августе</w:t>
      </w:r>
      <w:r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2020 года</w:t>
      </w:r>
      <w:r w:rsidR="006052A8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85D78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сравнению с аналогичным периодом предыдущего года 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возросла</w:t>
      </w:r>
      <w:r w:rsidR="00A85D78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более чем на четверть</w:t>
      </w:r>
      <w:r w:rsidR="00A85D78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составила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346,9</w:t>
      </w:r>
      <w:r w:rsidR="00DB51A7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 тыс. человек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8C35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существенно 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превысив не только аналогичный показатель 2019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года</w:t>
      </w:r>
      <w:r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219,2</w:t>
      </w:r>
      <w:r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человек)</w:t>
      </w:r>
      <w:r w:rsidR="00402364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, но и естественную убыль за 2019 год в целом (</w:t>
      </w:r>
      <w:r w:rsidR="005D2FA2">
        <w:rPr>
          <w:rFonts w:ascii="Times New Roman" w:eastAsia="Calibri" w:hAnsi="Times New Roman" w:cs="Times New Roman"/>
          <w:sz w:val="24"/>
          <w:szCs w:val="24"/>
          <w:lang w:eastAsia="ru-RU"/>
        </w:rPr>
        <w:t>317,2 тыс. человек)</w:t>
      </w:r>
      <w:r w:rsidR="00705A8D" w:rsidRPr="0040236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D2FA2" w:rsidRPr="00402364" w:rsidRDefault="00067327" w:rsidP="00A85D7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сохранении до конца года указанной </w:t>
      </w:r>
      <w:r w:rsidR="005D2FA2">
        <w:rPr>
          <w:rFonts w:ascii="Times New Roman" w:eastAsia="Calibri" w:hAnsi="Times New Roman" w:cs="Times New Roman"/>
          <w:sz w:val="24"/>
          <w:szCs w:val="24"/>
          <w:lang w:eastAsia="ru-RU"/>
        </w:rPr>
        <w:t>тенденци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5D2F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2020 год станет пятым годом роста естественной убыли населения.</w:t>
      </w:r>
    </w:p>
    <w:p w:rsidR="00DB51A7" w:rsidRPr="00CA52A2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785F34" w:rsidRPr="005722C9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5722C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7</w:t>
      </w:r>
      <w:r w:rsidR="00785F34" w:rsidRPr="005722C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</w:t>
      </w:r>
      <w:r w:rsidR="00FA4FAC" w:rsidRPr="005722C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Занятость и б</w:t>
      </w:r>
      <w:r w:rsidR="00150867" w:rsidRPr="005722C9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езработица</w:t>
      </w:r>
    </w:p>
    <w:p w:rsidR="00063A87" w:rsidRDefault="00063A87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3A87">
        <w:rPr>
          <w:rFonts w:ascii="Times New Roman" w:eastAsia="Calibri" w:hAnsi="Times New Roman" w:cs="Times New Roman"/>
          <w:sz w:val="24"/>
          <w:szCs w:val="24"/>
          <w:lang w:eastAsia="ru-RU"/>
        </w:rPr>
        <w:t>Рынок труда реагировал на кризис в экономике с опозданием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и ухудшение ситуации продолжалось уже после смягчения карантинных ограничений и возврата большинства предприятий к работе. Некоторое улучшение отмечалось только в сентябре, однако считать это тенденцией пока преждевременно.</w:t>
      </w:r>
    </w:p>
    <w:p w:rsidR="00524419" w:rsidRPr="00257924" w:rsidRDefault="0020620F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F56FBC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="00F56FBC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2020 года</w:t>
      </w:r>
      <w:r w:rsidR="00063A87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3A87" w:rsidRPr="000673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</w:t>
      </w:r>
      <w:r w:rsidR="00B17F23" w:rsidRPr="002579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исленность занятых</w:t>
      </w:r>
      <w:r w:rsidR="00063A87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экономике </w:t>
      </w:r>
      <w:r w:rsidR="00B17F23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сравнению с аналогичным </w:t>
      </w:r>
      <w:r w:rsidR="00B17F23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периодом 2019 года сократилась почти на 2 млн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17F23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</w:t>
      </w:r>
      <w:r w:rsidR="00F56FBC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B17F23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>до 70,2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70,5 млн. 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человек </w:t>
      </w:r>
      <w:r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среднем за месяц, а в целом </w:t>
      </w:r>
      <w:r w:rsidR="00257924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январе – сентябре </w:t>
      </w:r>
      <w:r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составила 70,6 млн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</w:t>
      </w:r>
      <w:r w:rsidR="00B17F23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D06E76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257924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>январе - сентябре</w:t>
      </w:r>
      <w:r w:rsidR="00D06E76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– </w:t>
      </w:r>
      <w:r w:rsidR="00B17F23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>71,</w:t>
      </w:r>
      <w:r w:rsidR="00257924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B17F23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17F23" w:rsidRPr="002579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человек).</w:t>
      </w:r>
    </w:p>
    <w:p w:rsidR="002813FD" w:rsidRPr="002813FD" w:rsidRDefault="00B17F23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13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Одновременно </w:t>
      </w:r>
      <w:r w:rsidRPr="002813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безработных</w:t>
      </w:r>
      <w:r w:rsidRPr="002813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C35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стабильно 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увеличивалась</w:t>
      </w:r>
      <w:r w:rsidR="002813FD" w:rsidRPr="002813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 августу достигла 4,8 млн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2813FD" w:rsidRPr="002813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человек, уров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ень</w:t>
      </w:r>
      <w:r w:rsidR="002813FD" w:rsidRPr="002813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безработицы 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 </w:t>
      </w:r>
      <w:r w:rsidR="002813FD" w:rsidRPr="002813FD">
        <w:rPr>
          <w:rFonts w:ascii="Times New Roman" w:eastAsia="Calibri" w:hAnsi="Times New Roman" w:cs="Times New Roman"/>
          <w:sz w:val="24"/>
          <w:szCs w:val="24"/>
          <w:lang w:eastAsia="ru-RU"/>
        </w:rPr>
        <w:t>6,4 %. Но уже в сентябре численность безработных снизилась, хотя и несущественно - на 31,4 тыс. человек, уровень безработицы составил 6,3 %.</w:t>
      </w:r>
      <w:r w:rsidR="005D07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D072A" w:rsidRPr="005D072A" w:rsidRDefault="008C3521" w:rsidP="005D072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="005D072A" w:rsidRPr="005D072A">
        <w:rPr>
          <w:rFonts w:ascii="Times New Roman" w:eastAsia="Calibri" w:hAnsi="Times New Roman" w:cs="Times New Roman"/>
          <w:sz w:val="24"/>
          <w:szCs w:val="24"/>
          <w:lang w:eastAsia="ru-RU"/>
        </w:rPr>
        <w:t>ачиная с апреля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началось резкое увеличение</w:t>
      </w:r>
      <w:r w:rsidR="005D072A" w:rsidRPr="005D07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5D072A" w:rsidRPr="005D07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официально зарегистрированных безработных, 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которая</w:t>
      </w:r>
      <w:r w:rsidR="005D072A" w:rsidRPr="005D07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сентябрю достигла рекордных 77,3 %.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Резкий рост регистрируемой безработицы объясняется </w:t>
      </w:r>
      <w:r w:rsidRPr="005D072A">
        <w:rPr>
          <w:rFonts w:ascii="Times New Roman" w:eastAsia="Calibri" w:hAnsi="Times New Roman" w:cs="Times New Roman"/>
          <w:sz w:val="24"/>
          <w:szCs w:val="24"/>
          <w:lang w:eastAsia="ru-RU"/>
        </w:rPr>
        <w:t>введени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ем</w:t>
      </w:r>
      <w:r w:rsidRPr="005D07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дополнительных ме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 поддержки безработных граждан.</w:t>
      </w:r>
    </w:p>
    <w:p w:rsidR="005D072A" w:rsidRDefault="004C493C" w:rsidP="0094315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 состоянию на конец сентября можно говорить о стаби</w:t>
      </w:r>
      <w:r w:rsidR="008C35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лизации ситуации на рынке </w:t>
      </w:r>
      <w:r w:rsidR="008C352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труда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 П</w:t>
      </w:r>
      <w:r w:rsidRPr="004C493C">
        <w:rPr>
          <w:rFonts w:ascii="Times New Roman" w:eastAsia="Calibri" w:hAnsi="Times New Roman" w:cs="Times New Roman"/>
          <w:sz w:val="24"/>
          <w:szCs w:val="24"/>
          <w:lang w:eastAsia="ru-RU"/>
        </w:rPr>
        <w:t>ри сохранении благоприятных тенденций в экономике и текущего уровня карантинных мер ситуация на рынке труда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концу года</w:t>
      </w:r>
      <w:r w:rsidRPr="004C49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начнет улучшаться. Этому будет способствовать продолжающееся, хоть и медленное, восстановление реального сектора.</w:t>
      </w:r>
    </w:p>
    <w:p w:rsidR="00CE6B05" w:rsidRPr="00CA52A2" w:rsidRDefault="00CE6B05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785F34" w:rsidRPr="003432CD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3432C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8</w:t>
      </w:r>
      <w:r w:rsidR="00785F34" w:rsidRPr="003432C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Показатели уровня жизни населения</w:t>
      </w:r>
    </w:p>
    <w:p w:rsidR="00195B2D" w:rsidRDefault="00195B2D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5B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октябре Росстат </w:t>
      </w:r>
      <w:r w:rsidR="003E1EC6">
        <w:rPr>
          <w:rFonts w:ascii="Times New Roman" w:eastAsia="Calibri" w:hAnsi="Times New Roman" w:cs="Times New Roman"/>
          <w:sz w:val="24"/>
          <w:szCs w:val="24"/>
          <w:lang w:eastAsia="ru-RU"/>
        </w:rPr>
        <w:t>уточнил</w:t>
      </w:r>
      <w:r w:rsidRPr="00195B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динамик</w:t>
      </w:r>
      <w:r w:rsidR="003E1EC6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195B2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денежных доходов населения в связи с корректировкой Банком России отдельных показателей банковской статистики.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результате показатель снижения реальных располагаемых денежных доходов населения за </w:t>
      </w:r>
      <w:r w:rsidR="00F56F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II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 2020 года был </w:t>
      </w:r>
      <w:r w:rsidR="003E1EC6">
        <w:rPr>
          <w:rFonts w:ascii="Times New Roman" w:eastAsia="Calibri" w:hAnsi="Times New Roman" w:cs="Times New Roman"/>
          <w:sz w:val="24"/>
          <w:szCs w:val="24"/>
          <w:lang w:eastAsia="ru-RU"/>
        </w:rPr>
        <w:t>скорректирован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сторону ухудшения – снижение составило 8,4 %</w:t>
      </w:r>
      <w:r w:rsidR="003E1E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(по первой оценке – 8 %)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1EC6" w:rsidRDefault="003E1EC6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F56FBC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="00F56FBC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ситуация ожидаемо улучшилась, однако снижение </w:t>
      </w:r>
      <w:r w:rsidR="00154D70">
        <w:rPr>
          <w:rFonts w:ascii="Times New Roman" w:eastAsia="Calibri" w:hAnsi="Times New Roman" w:cs="Times New Roman"/>
          <w:sz w:val="24"/>
          <w:szCs w:val="24"/>
          <w:lang w:eastAsia="ru-RU"/>
        </w:rPr>
        <w:t>уровня реальных располагаемых денежных доходов населения продолжилось</w:t>
      </w:r>
      <w:r w:rsidR="004B01DD">
        <w:rPr>
          <w:rFonts w:ascii="Times New Roman" w:eastAsia="Calibri" w:hAnsi="Times New Roman" w:cs="Times New Roman"/>
          <w:sz w:val="24"/>
          <w:szCs w:val="24"/>
          <w:lang w:eastAsia="ru-RU"/>
        </w:rPr>
        <w:t>, составив за квартал 4,8 %</w:t>
      </w:r>
      <w:r w:rsidR="00F56FB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4B01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</w:t>
      </w:r>
      <w:r w:rsidR="004B01D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за </w:t>
      </w:r>
      <w:r w:rsidR="00F56F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 </w:t>
      </w:r>
      <w:r w:rsidR="004B01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месяцев 2020 года – 4,3 %.</w:t>
      </w:r>
    </w:p>
    <w:p w:rsidR="006B7642" w:rsidRPr="006B7642" w:rsidRDefault="006B7642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6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фоне снижения уровня реальных располагаемых денежных доходов населения </w:t>
      </w:r>
      <w:r w:rsidR="00947BED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</w:t>
      </w:r>
      <w:r w:rsidRPr="006B76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B76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</w:t>
      </w:r>
      <w:r w:rsidR="00470CDA" w:rsidRPr="006B76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еальн</w:t>
      </w:r>
      <w:r w:rsidRPr="006B76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ой</w:t>
      </w:r>
      <w:r w:rsidR="00470CDA" w:rsidRPr="006B76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начисленн</w:t>
      </w:r>
      <w:r w:rsidRPr="006B76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ой</w:t>
      </w:r>
      <w:r w:rsidR="00470CDA" w:rsidRPr="006B76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заработн</w:t>
      </w:r>
      <w:r w:rsidRPr="006B76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ой</w:t>
      </w:r>
      <w:r w:rsidR="00470CDA" w:rsidRPr="006B76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плат</w:t>
      </w:r>
      <w:r w:rsidRPr="006B76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ы</w:t>
      </w:r>
      <w:r w:rsidR="00CD496E" w:rsidRPr="00CD496E">
        <w:rPr>
          <w:rFonts w:ascii="Times New Roman" w:eastAsia="Calibri" w:hAnsi="Times New Roman" w:cs="Times New Roman"/>
          <w:sz w:val="24"/>
          <w:szCs w:val="24"/>
          <w:lang w:eastAsia="ru-RU"/>
        </w:rPr>
        <w:t>, хоть и замедлилась, но</w:t>
      </w:r>
      <w:r w:rsidR="00CD49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47BED">
        <w:rPr>
          <w:rFonts w:ascii="Times New Roman" w:eastAsia="Calibri" w:hAnsi="Times New Roman" w:cs="Times New Roman"/>
          <w:sz w:val="24"/>
          <w:szCs w:val="24"/>
          <w:lang w:eastAsia="ru-RU"/>
        </w:rPr>
        <w:t>в целом сохран</w:t>
      </w:r>
      <w:r w:rsidR="00CD496E">
        <w:rPr>
          <w:rFonts w:ascii="Times New Roman" w:eastAsia="Calibri" w:hAnsi="Times New Roman" w:cs="Times New Roman"/>
          <w:sz w:val="24"/>
          <w:szCs w:val="24"/>
          <w:lang w:eastAsia="ru-RU"/>
        </w:rPr>
        <w:t>илась</w:t>
      </w:r>
      <w:r w:rsidR="00947B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области положительных значений. Снижение отмечалось только на пике кризиса – в апреле (на 2 % в годовом выражении)</w:t>
      </w:r>
      <w:r w:rsidR="00CD496E">
        <w:rPr>
          <w:rFonts w:ascii="Times New Roman" w:eastAsia="Calibri" w:hAnsi="Times New Roman" w:cs="Times New Roman"/>
          <w:sz w:val="24"/>
          <w:szCs w:val="24"/>
          <w:lang w:eastAsia="ru-RU"/>
        </w:rPr>
        <w:t>. К августу прирост реальной заработной платы замедлилс</w:t>
      </w:r>
      <w:r w:rsidR="0057780D">
        <w:rPr>
          <w:rFonts w:ascii="Times New Roman" w:eastAsia="Calibri" w:hAnsi="Times New Roman" w:cs="Times New Roman"/>
          <w:sz w:val="24"/>
          <w:szCs w:val="24"/>
          <w:lang w:eastAsia="ru-RU"/>
        </w:rPr>
        <w:t>я до 0,1 % в годовом выражении</w:t>
      </w:r>
      <w:r w:rsidR="00CD49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947B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целом за январь – август прирост </w:t>
      </w:r>
      <w:r w:rsidR="00CD49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реальной заработной платы </w:t>
      </w:r>
      <w:r w:rsidR="00947BED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 2,6 %</w:t>
      </w:r>
      <w:r w:rsidR="00C4573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74C55" w:rsidRPr="007E3A87" w:rsidRDefault="00BE372C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="00FB4094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инамика </w:t>
      </w:r>
      <w:r w:rsidR="00FB4094" w:rsidRPr="007E3A8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реального размера назначенных пенсий</w:t>
      </w:r>
      <w:r w:rsidR="00FB4094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течение истекшего периода 2020 года также была </w:t>
      </w:r>
      <w:r w:rsidR="00701187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стабильн</w:t>
      </w:r>
      <w:r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ой</w:t>
      </w:r>
      <w:r w:rsidR="007E3A87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FB4094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01187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в январе</w:t>
      </w:r>
      <w:r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</w:t>
      </w:r>
      <w:r w:rsidR="00701187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августе</w:t>
      </w:r>
      <w:r w:rsidR="00701187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месячный прирост в годовом выражении находился в диапазоне 2,</w:t>
      </w:r>
      <w:r w:rsidR="007E3A87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01187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01187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3,3 %, а в целом </w:t>
      </w:r>
      <w:r w:rsidR="00FB4094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январь – </w:t>
      </w:r>
      <w:r w:rsidR="000C20EA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август</w:t>
      </w:r>
      <w:r w:rsidR="00FB4094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01187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реальные пенсии 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>увеличились</w:t>
      </w:r>
      <w:r w:rsidR="00701187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</w:t>
      </w:r>
      <w:r w:rsidR="00FB4094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E3A87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2,8</w:t>
      </w:r>
      <w:r w:rsidR="00E850D3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 %.</w:t>
      </w:r>
    </w:p>
    <w:p w:rsidR="00701187" w:rsidRPr="007E3A87" w:rsidRDefault="00701187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Снижение реальных располагаемых денежных доходов населения на фоне более благоприятной динамики заработной платы и пенсий свидетельствует </w:t>
      </w:r>
      <w:r w:rsidR="00EF59C8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о значительном сокращении</w:t>
      </w:r>
      <w:r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прочих компонентов доходов</w:t>
      </w:r>
      <w:r w:rsidR="008D65E8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например, доходов от предпринимательской деятельности или прочих </w:t>
      </w:r>
      <w:r w:rsidR="00A6230E"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денежных поступлений</w:t>
      </w:r>
      <w:r w:rsidRPr="007E3A8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C145B" w:rsidRPr="00CA52A2" w:rsidRDefault="00AC145B" w:rsidP="00BD3A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785F34" w:rsidRPr="00CF769C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CF769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9</w:t>
      </w:r>
      <w:r w:rsidR="00785F34" w:rsidRPr="00CF769C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Потребительский спрос</w:t>
      </w:r>
    </w:p>
    <w:p w:rsidR="007D1B50" w:rsidRDefault="007D1B50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D1B50">
        <w:rPr>
          <w:rFonts w:ascii="Times New Roman" w:eastAsia="Calibri" w:hAnsi="Times New Roman" w:cs="Times New Roman"/>
          <w:sz w:val="24"/>
          <w:szCs w:val="24"/>
          <w:lang w:eastAsia="ru-RU"/>
        </w:rPr>
        <w:t>Снижение уровня доходов населения, хотя и замедлилось, однако все еще остается заметным и оказывает негативное влияние на потребительский спрос, основные показатели которого к сентябрю так и не вышли в положительную область.</w:t>
      </w:r>
    </w:p>
    <w:p w:rsidR="00E50980" w:rsidRDefault="00E50980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 снижения в апреле более чем на 20 % в мае - июле </w:t>
      </w:r>
      <w:r w:rsidRPr="00203A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оборот розничной торговли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начал восстанавливаться. В июле в годовом выражении снижение составило только 1,9 %, однако затем динамика развернулась и вновь начала ухудшаться. В результате к сентябрю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снижение оборота розничной торговли д</w:t>
      </w:r>
      <w:r w:rsidR="0057780D">
        <w:rPr>
          <w:rFonts w:ascii="Times New Roman" w:eastAsia="Calibri" w:hAnsi="Times New Roman" w:cs="Times New Roman"/>
          <w:sz w:val="24"/>
          <w:szCs w:val="24"/>
          <w:lang w:eastAsia="ru-RU"/>
        </w:rPr>
        <w:t>остигло 3 % в годовом выражении,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в целом за январь – сентябрь составило 4,8 %.</w:t>
      </w:r>
    </w:p>
    <w:p w:rsidR="00DD738D" w:rsidRDefault="00DD738D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Покупательская стратегия населения в </w:t>
      </w:r>
      <w:r w:rsidR="00F56FBC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="00F56FBC" w:rsidRPr="00AC14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была в большей степени ориентирована на реализацию отложенного спроса, что нашло отражение в динамике приобретения непродовольственных товаров. Так, если на пике кризиса население было склонно отказываться от покупок товаров длительного пользования (в апреле приобретение непродовольственных товаров сократилось на 35,4 %) в пользу продуктов питания (снижение на пике только на 9,1 %), то по мере восстановления уровня доходов и улучшения ситуации в экономике спрос на непродовольственные товары быстро восстановился (в сентябре в годовом выражении снижение составило всего 1,3 %).</w:t>
      </w:r>
    </w:p>
    <w:p w:rsidR="005571F1" w:rsidRDefault="005571F1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связи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более строги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продолжительны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>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ограничени</w:t>
      </w:r>
      <w:r w:rsidR="000673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ями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предприятия сферы услуг пострадали в большей степени, однако и в данной области ситуация постепенно улучшается,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хотя снижение все еще </w:t>
      </w:r>
      <w:r w:rsidR="0057780D">
        <w:rPr>
          <w:rFonts w:ascii="Times New Roman" w:eastAsia="Calibri" w:hAnsi="Times New Roman" w:cs="Times New Roman"/>
          <w:sz w:val="24"/>
          <w:szCs w:val="24"/>
          <w:lang w:eastAsia="ru-RU"/>
        </w:rPr>
        <w:t>существенное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К сентябрю снижение </w:t>
      </w:r>
      <w:r w:rsidRPr="005571F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платных услуг населению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замедлилось до 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57780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>)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12,2 %, а в целом за январь – сентябрь составило 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57780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>)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18,7 %.</w:t>
      </w:r>
    </w:p>
    <w:p w:rsidR="00DB51A7" w:rsidRPr="00CA52A2" w:rsidRDefault="00DB51A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DB51A7" w:rsidRPr="00BA55E6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BA55E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</w:t>
      </w:r>
      <w:r w:rsidR="001E6F28" w:rsidRPr="00BA55E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0</w:t>
      </w:r>
      <w:r w:rsidRPr="00BA55E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Платежный баланс</w:t>
      </w:r>
    </w:p>
    <w:p w:rsidR="00D44CFE" w:rsidRDefault="00ED0158" w:rsidP="00DA0C0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</w:t>
      </w:r>
      <w:r w:rsidR="00D025CA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предварительной 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оценке Банка России, </w:t>
      </w:r>
      <w:r w:rsidR="00D025CA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январе – сентябре 2020 года положительное сальдо счета текущих операций платежного баланса</w:t>
      </w:r>
      <w:r w:rsid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сравнению с аналогичным показателем 2019 года сократилось более чем в </w:t>
      </w:r>
      <w:r w:rsidR="00F56F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 </w:t>
      </w:r>
      <w:r w:rsid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раза и составило 24,1 млрд. долларов США (в январе – сентябре 2019 года – 54,1 млрд. долларов США).</w:t>
      </w:r>
    </w:p>
    <w:p w:rsidR="00D43AFA" w:rsidRDefault="00D025CA" w:rsidP="00DA0C0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формирование счета текущих операций оказало влияние сокращение </w:t>
      </w:r>
      <w:r w:rsidRPr="00D44C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торгового баланс</w:t>
      </w:r>
      <w:r w:rsidRPr="00D43A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47,9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(до 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64,8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США) в связи с отрицательной динамикой экспорта на фоне неблагоприятной мировой конъюнктуры.</w:t>
      </w:r>
      <w:r w:rsidR="008A70F7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A66A4" w:rsidRDefault="008A70F7" w:rsidP="00DA0C0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Стоимостной объем </w:t>
      </w:r>
      <w:r w:rsidRPr="00D44C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экспорта</w:t>
      </w:r>
      <w:r w:rsidR="0084306D" w:rsidRPr="00D44C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товаров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январе - сентябре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текущего года по сравнению 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 аналогичным периодом 2019 года сократился на 23,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(до 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234,9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США) за счет </w:t>
      </w:r>
      <w:r w:rsidR="006A356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снижения экспорта основных </w:t>
      </w:r>
      <w:r w:rsidR="005778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российских </w:t>
      </w:r>
      <w:r w:rsidR="006A356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сырьевых товаров: сырой нефти (на 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40,6</w:t>
      </w:r>
      <w:r w:rsidR="006A356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нефтепродуктов (на 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31,9</w:t>
      </w:r>
      <w:r w:rsidR="006A356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природного газа (на 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48,2</w:t>
      </w:r>
      <w:r w:rsidR="006A356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сжиженного природного газа (на 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4,8</w:t>
      </w:r>
      <w:r w:rsidR="006A356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 %).</w:t>
      </w:r>
    </w:p>
    <w:p w:rsidR="00D025CA" w:rsidRPr="00D44CFE" w:rsidRDefault="0084306D" w:rsidP="00DA0C0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Стоимостной показатель </w:t>
      </w:r>
      <w:r w:rsidRPr="00D44C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импорта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44C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товаров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снизился в меньшей степени</w:t>
      </w:r>
      <w:r w:rsidR="00F56FB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чем</w:t>
      </w:r>
      <w:r w:rsidR="00F56F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экспорт – 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>лишь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(до </w:t>
      </w:r>
      <w:r w:rsidR="00D44CFE"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>170,1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D44C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США).</w:t>
      </w:r>
    </w:p>
    <w:p w:rsidR="00D025CA" w:rsidRPr="001F6615" w:rsidRDefault="0084306D" w:rsidP="007F6C6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F66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Баланс услуг</w:t>
      </w:r>
      <w:r w:rsidRPr="001F66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сложился с дефицитом в 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размере </w:t>
      </w:r>
      <w:r w:rsidR="001F6615" w:rsidRPr="001F6615">
        <w:rPr>
          <w:rFonts w:ascii="Times New Roman" w:eastAsia="Calibri" w:hAnsi="Times New Roman" w:cs="Times New Roman"/>
          <w:sz w:val="24"/>
          <w:szCs w:val="24"/>
          <w:lang w:eastAsia="ru-RU"/>
        </w:rPr>
        <w:t>12,2</w:t>
      </w:r>
      <w:r w:rsidRPr="001F66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США, что значительно лучше аналогичного периода 2019 года (-</w:t>
      </w:r>
      <w:r w:rsidR="00F56F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1F6615" w:rsidRPr="001F6615">
        <w:rPr>
          <w:rFonts w:ascii="Times New Roman" w:eastAsia="Calibri" w:hAnsi="Times New Roman" w:cs="Times New Roman"/>
          <w:sz w:val="24"/>
          <w:szCs w:val="24"/>
          <w:lang w:eastAsia="ru-RU"/>
        </w:rPr>
        <w:t>26,5</w:t>
      </w:r>
      <w:r w:rsidRPr="001F66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США).</w:t>
      </w:r>
      <w:r w:rsidR="00FA4E69" w:rsidRPr="001F66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Среди компонентов баланса </w:t>
      </w:r>
      <w:r w:rsidR="007F6C6F" w:rsidRPr="001F66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 </w:t>
      </w:r>
      <w:r w:rsidR="001F6615" w:rsidRPr="001F66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большей степени сократился импорт (на 36,8 %) </w:t>
      </w:r>
      <w:r w:rsidR="007F6C6F" w:rsidRPr="001F6615">
        <w:rPr>
          <w:rFonts w:ascii="Times New Roman" w:eastAsia="Calibri" w:hAnsi="Times New Roman" w:cs="Times New Roman"/>
          <w:sz w:val="24"/>
          <w:szCs w:val="24"/>
          <w:lang w:eastAsia="ru-RU"/>
        </w:rPr>
        <w:t>за счет резкого сокращения зарубежных поездок и сокращения объема транспортных услуг</w:t>
      </w:r>
      <w:r w:rsidR="001F6615" w:rsidRPr="001F6615">
        <w:rPr>
          <w:rFonts w:ascii="Times New Roman" w:eastAsia="Calibri" w:hAnsi="Times New Roman" w:cs="Times New Roman"/>
          <w:sz w:val="24"/>
          <w:szCs w:val="24"/>
          <w:lang w:eastAsia="ru-RU"/>
        </w:rPr>
        <w:t>; экспорт услуг сократился в меньшей степени (на 27,3 %)</w:t>
      </w:r>
      <w:r w:rsidR="007F6C6F" w:rsidRPr="001F661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80927" w:rsidRPr="00E80927" w:rsidRDefault="007C5954" w:rsidP="00DA0C0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09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Отток капитала</w:t>
      </w:r>
      <w:r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E80927"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>январе - сентябре</w:t>
      </w:r>
      <w:r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2020 года по сравнению с аналогичным периодом </w:t>
      </w:r>
      <w:r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2019 года 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>увеличился</w:t>
      </w:r>
      <w:r w:rsidR="001131EB"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80927"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>в 1,7 раза</w:t>
      </w:r>
      <w:r w:rsidR="001131EB"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8057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1131EB"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 </w:t>
      </w:r>
      <w:r w:rsidR="00E80927"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>35,6</w:t>
      </w:r>
      <w:r w:rsidR="001131EB"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</w:t>
      </w:r>
      <w:r w:rsidR="00D43AF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1131EB"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США. </w:t>
      </w:r>
      <w:r w:rsidR="00CD3D04"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формирование показателя </w:t>
      </w:r>
      <w:r w:rsidR="00E80927" w:rsidRPr="00E80927">
        <w:rPr>
          <w:rFonts w:ascii="Times New Roman" w:eastAsia="Calibri" w:hAnsi="Times New Roman" w:cs="Times New Roman"/>
          <w:sz w:val="24"/>
          <w:szCs w:val="24"/>
          <w:lang w:eastAsia="ru-RU"/>
        </w:rPr>
        <w:t>большее влияние оказали операции частного сектора, составившие 67,7 % всего оттока капитала (24,1 млрд. долларов США).</w:t>
      </w:r>
    </w:p>
    <w:sectPr w:rsidR="00E80927" w:rsidRPr="00E80927" w:rsidSect="008004B3">
      <w:headerReference w:type="default" r:id="rId8"/>
      <w:footerReference w:type="default" r:id="rId9"/>
      <w:headerReference w:type="first" r:id="rId10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F0D" w:rsidRDefault="007D7F0D" w:rsidP="003921B6">
      <w:pPr>
        <w:spacing w:after="0" w:line="240" w:lineRule="auto"/>
      </w:pPr>
      <w:r>
        <w:separator/>
      </w:r>
    </w:p>
  </w:endnote>
  <w:endnote w:type="continuationSeparator" w:id="0">
    <w:p w:rsidR="007D7F0D" w:rsidRDefault="007D7F0D" w:rsidP="0039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FBC" w:rsidRPr="009D641A" w:rsidRDefault="00F56FBC">
    <w:pPr>
      <w:pStyle w:val="ab"/>
      <w:jc w:val="center"/>
      <w:rPr>
        <w:rFonts w:ascii="Times New Roman" w:hAnsi="Times New Roman" w:cs="Times New Roman"/>
      </w:rPr>
    </w:pPr>
  </w:p>
  <w:p w:rsidR="00F56FBC" w:rsidRDefault="00F56FB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F0D" w:rsidRDefault="007D7F0D" w:rsidP="003921B6">
      <w:pPr>
        <w:spacing w:after="0" w:line="240" w:lineRule="auto"/>
      </w:pPr>
      <w:r>
        <w:separator/>
      </w:r>
    </w:p>
  </w:footnote>
  <w:footnote w:type="continuationSeparator" w:id="0">
    <w:p w:rsidR="007D7F0D" w:rsidRDefault="007D7F0D" w:rsidP="00392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3507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56FBC" w:rsidRDefault="00F56FBC">
        <w:pPr>
          <w:pStyle w:val="a9"/>
          <w:jc w:val="center"/>
          <w:rPr>
            <w:rFonts w:ascii="Times New Roman" w:hAnsi="Times New Roman" w:cs="Times New Roman"/>
          </w:rPr>
        </w:pPr>
        <w:r w:rsidRPr="008004B3">
          <w:rPr>
            <w:rFonts w:ascii="Times New Roman" w:hAnsi="Times New Roman" w:cs="Times New Roman"/>
          </w:rPr>
          <w:fldChar w:fldCharType="begin"/>
        </w:r>
        <w:r w:rsidRPr="008004B3">
          <w:rPr>
            <w:rFonts w:ascii="Times New Roman" w:hAnsi="Times New Roman" w:cs="Times New Roman"/>
          </w:rPr>
          <w:instrText>PAGE   \* MERGEFORMAT</w:instrText>
        </w:r>
        <w:r w:rsidRPr="008004B3">
          <w:rPr>
            <w:rFonts w:ascii="Times New Roman" w:hAnsi="Times New Roman" w:cs="Times New Roman"/>
          </w:rPr>
          <w:fldChar w:fldCharType="separate"/>
        </w:r>
        <w:r w:rsidR="0075120F">
          <w:rPr>
            <w:rFonts w:ascii="Times New Roman" w:hAnsi="Times New Roman" w:cs="Times New Roman"/>
            <w:noProof/>
          </w:rPr>
          <w:t>2</w:t>
        </w:r>
        <w:r w:rsidRPr="008004B3">
          <w:rPr>
            <w:rFonts w:ascii="Times New Roman" w:hAnsi="Times New Roman" w:cs="Times New Roman"/>
          </w:rPr>
          <w:fldChar w:fldCharType="end"/>
        </w:r>
      </w:p>
      <w:p w:rsidR="00F56FBC" w:rsidRPr="008004B3" w:rsidRDefault="0075120F">
        <w:pPr>
          <w:pStyle w:val="a9"/>
          <w:jc w:val="center"/>
          <w:rPr>
            <w:rFonts w:ascii="Times New Roman" w:hAnsi="Times New Roman" w:cs="Times New Roman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FBC" w:rsidRPr="008004B3" w:rsidRDefault="00F56FBC">
    <w:pPr>
      <w:pStyle w:val="a9"/>
      <w:jc w:val="center"/>
      <w:rPr>
        <w:rFonts w:ascii="Times New Roman" w:hAnsi="Times New Roman" w:cs="Times New Roman"/>
      </w:rPr>
    </w:pPr>
  </w:p>
  <w:p w:rsidR="00F56FBC" w:rsidRDefault="00F56FB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351D8"/>
    <w:multiLevelType w:val="hybridMultilevel"/>
    <w:tmpl w:val="4156C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1B6"/>
    <w:rsid w:val="0000044C"/>
    <w:rsid w:val="00000609"/>
    <w:rsid w:val="000007F9"/>
    <w:rsid w:val="000007FE"/>
    <w:rsid w:val="000008AA"/>
    <w:rsid w:val="0000103D"/>
    <w:rsid w:val="0000247E"/>
    <w:rsid w:val="000024AE"/>
    <w:rsid w:val="0000410E"/>
    <w:rsid w:val="000042EA"/>
    <w:rsid w:val="00004AE9"/>
    <w:rsid w:val="00004F25"/>
    <w:rsid w:val="0000512D"/>
    <w:rsid w:val="00005133"/>
    <w:rsid w:val="00005F58"/>
    <w:rsid w:val="000065D1"/>
    <w:rsid w:val="00006668"/>
    <w:rsid w:val="0000789D"/>
    <w:rsid w:val="00010909"/>
    <w:rsid w:val="000109FE"/>
    <w:rsid w:val="0001148B"/>
    <w:rsid w:val="00012B4B"/>
    <w:rsid w:val="00012EC2"/>
    <w:rsid w:val="00014C7E"/>
    <w:rsid w:val="0001523E"/>
    <w:rsid w:val="000154D5"/>
    <w:rsid w:val="00015742"/>
    <w:rsid w:val="00015A28"/>
    <w:rsid w:val="00015AF7"/>
    <w:rsid w:val="00015C55"/>
    <w:rsid w:val="00016370"/>
    <w:rsid w:val="000163AF"/>
    <w:rsid w:val="00016CB0"/>
    <w:rsid w:val="0002033E"/>
    <w:rsid w:val="0002081B"/>
    <w:rsid w:val="00020A16"/>
    <w:rsid w:val="00020A27"/>
    <w:rsid w:val="00020A63"/>
    <w:rsid w:val="00020E1F"/>
    <w:rsid w:val="00021615"/>
    <w:rsid w:val="00022085"/>
    <w:rsid w:val="000226CE"/>
    <w:rsid w:val="00022746"/>
    <w:rsid w:val="00022A72"/>
    <w:rsid w:val="000232B5"/>
    <w:rsid w:val="000235C3"/>
    <w:rsid w:val="00023B57"/>
    <w:rsid w:val="00023C1E"/>
    <w:rsid w:val="00024D36"/>
    <w:rsid w:val="00025B6C"/>
    <w:rsid w:val="00025C9A"/>
    <w:rsid w:val="00026518"/>
    <w:rsid w:val="00026D02"/>
    <w:rsid w:val="00026EEC"/>
    <w:rsid w:val="00027544"/>
    <w:rsid w:val="00027871"/>
    <w:rsid w:val="00027CDC"/>
    <w:rsid w:val="000300A2"/>
    <w:rsid w:val="00030E19"/>
    <w:rsid w:val="00032D00"/>
    <w:rsid w:val="000341BA"/>
    <w:rsid w:val="000349BB"/>
    <w:rsid w:val="000365A2"/>
    <w:rsid w:val="00036D16"/>
    <w:rsid w:val="00037596"/>
    <w:rsid w:val="000375EB"/>
    <w:rsid w:val="00037E5D"/>
    <w:rsid w:val="00040080"/>
    <w:rsid w:val="0004114C"/>
    <w:rsid w:val="00041EC3"/>
    <w:rsid w:val="000428A7"/>
    <w:rsid w:val="00043FF6"/>
    <w:rsid w:val="0004612C"/>
    <w:rsid w:val="0004663C"/>
    <w:rsid w:val="00046680"/>
    <w:rsid w:val="00046A87"/>
    <w:rsid w:val="00046E25"/>
    <w:rsid w:val="00046F56"/>
    <w:rsid w:val="00047119"/>
    <w:rsid w:val="0005051A"/>
    <w:rsid w:val="00050BA0"/>
    <w:rsid w:val="000511CB"/>
    <w:rsid w:val="000511F5"/>
    <w:rsid w:val="00051291"/>
    <w:rsid w:val="00052859"/>
    <w:rsid w:val="00052A7A"/>
    <w:rsid w:val="00052B49"/>
    <w:rsid w:val="0005318D"/>
    <w:rsid w:val="0005333E"/>
    <w:rsid w:val="0005353C"/>
    <w:rsid w:val="00054F06"/>
    <w:rsid w:val="00054F12"/>
    <w:rsid w:val="00055258"/>
    <w:rsid w:val="00055D26"/>
    <w:rsid w:val="00056B9A"/>
    <w:rsid w:val="00056E3D"/>
    <w:rsid w:val="00057B4E"/>
    <w:rsid w:val="00057F29"/>
    <w:rsid w:val="000614A4"/>
    <w:rsid w:val="00062F75"/>
    <w:rsid w:val="00063A87"/>
    <w:rsid w:val="00064420"/>
    <w:rsid w:val="000652C1"/>
    <w:rsid w:val="00065535"/>
    <w:rsid w:val="00065D2A"/>
    <w:rsid w:val="0006644D"/>
    <w:rsid w:val="00066506"/>
    <w:rsid w:val="00067327"/>
    <w:rsid w:val="00067EE5"/>
    <w:rsid w:val="00067EFB"/>
    <w:rsid w:val="00070980"/>
    <w:rsid w:val="0007101D"/>
    <w:rsid w:val="00071646"/>
    <w:rsid w:val="00071813"/>
    <w:rsid w:val="00071CDA"/>
    <w:rsid w:val="000722C5"/>
    <w:rsid w:val="00072394"/>
    <w:rsid w:val="0007304C"/>
    <w:rsid w:val="00074C48"/>
    <w:rsid w:val="00074DB4"/>
    <w:rsid w:val="000757A4"/>
    <w:rsid w:val="00075BD4"/>
    <w:rsid w:val="00076B38"/>
    <w:rsid w:val="000772D9"/>
    <w:rsid w:val="0007758C"/>
    <w:rsid w:val="00081B96"/>
    <w:rsid w:val="000824AD"/>
    <w:rsid w:val="00082573"/>
    <w:rsid w:val="00082619"/>
    <w:rsid w:val="00083969"/>
    <w:rsid w:val="00083C58"/>
    <w:rsid w:val="0008468C"/>
    <w:rsid w:val="00084D57"/>
    <w:rsid w:val="00084DD7"/>
    <w:rsid w:val="00085672"/>
    <w:rsid w:val="00085AD9"/>
    <w:rsid w:val="00086439"/>
    <w:rsid w:val="000871EE"/>
    <w:rsid w:val="000874FB"/>
    <w:rsid w:val="00087A38"/>
    <w:rsid w:val="000904D0"/>
    <w:rsid w:val="0009054E"/>
    <w:rsid w:val="0009077D"/>
    <w:rsid w:val="0009130D"/>
    <w:rsid w:val="00091899"/>
    <w:rsid w:val="00091915"/>
    <w:rsid w:val="00091980"/>
    <w:rsid w:val="00093B95"/>
    <w:rsid w:val="00093BFD"/>
    <w:rsid w:val="00093EC3"/>
    <w:rsid w:val="00095487"/>
    <w:rsid w:val="000955A1"/>
    <w:rsid w:val="0009620E"/>
    <w:rsid w:val="000962B6"/>
    <w:rsid w:val="0009638F"/>
    <w:rsid w:val="00097A88"/>
    <w:rsid w:val="000A0E87"/>
    <w:rsid w:val="000A0F1D"/>
    <w:rsid w:val="000A1A27"/>
    <w:rsid w:val="000A1B9B"/>
    <w:rsid w:val="000A21F7"/>
    <w:rsid w:val="000A2999"/>
    <w:rsid w:val="000A470C"/>
    <w:rsid w:val="000A4E9F"/>
    <w:rsid w:val="000A6079"/>
    <w:rsid w:val="000A6943"/>
    <w:rsid w:val="000A700C"/>
    <w:rsid w:val="000A7911"/>
    <w:rsid w:val="000B03C7"/>
    <w:rsid w:val="000B0489"/>
    <w:rsid w:val="000B07D1"/>
    <w:rsid w:val="000B0C73"/>
    <w:rsid w:val="000B0D33"/>
    <w:rsid w:val="000B0DBA"/>
    <w:rsid w:val="000B0EB2"/>
    <w:rsid w:val="000B2199"/>
    <w:rsid w:val="000B2200"/>
    <w:rsid w:val="000B30E6"/>
    <w:rsid w:val="000B315E"/>
    <w:rsid w:val="000B3727"/>
    <w:rsid w:val="000B3C51"/>
    <w:rsid w:val="000B4492"/>
    <w:rsid w:val="000B481A"/>
    <w:rsid w:val="000B54AF"/>
    <w:rsid w:val="000B5F8B"/>
    <w:rsid w:val="000B6463"/>
    <w:rsid w:val="000B748C"/>
    <w:rsid w:val="000B7A1F"/>
    <w:rsid w:val="000C01C1"/>
    <w:rsid w:val="000C1501"/>
    <w:rsid w:val="000C1F27"/>
    <w:rsid w:val="000C20BA"/>
    <w:rsid w:val="000C20EA"/>
    <w:rsid w:val="000C30AE"/>
    <w:rsid w:val="000C3427"/>
    <w:rsid w:val="000C34CA"/>
    <w:rsid w:val="000C3507"/>
    <w:rsid w:val="000C3C50"/>
    <w:rsid w:val="000C47C5"/>
    <w:rsid w:val="000C4F77"/>
    <w:rsid w:val="000C575E"/>
    <w:rsid w:val="000C6499"/>
    <w:rsid w:val="000C77A7"/>
    <w:rsid w:val="000C788B"/>
    <w:rsid w:val="000C79F4"/>
    <w:rsid w:val="000D06C3"/>
    <w:rsid w:val="000D06DD"/>
    <w:rsid w:val="000D14E7"/>
    <w:rsid w:val="000D26ED"/>
    <w:rsid w:val="000D2979"/>
    <w:rsid w:val="000D380D"/>
    <w:rsid w:val="000D41F1"/>
    <w:rsid w:val="000D55AA"/>
    <w:rsid w:val="000D56E1"/>
    <w:rsid w:val="000D6177"/>
    <w:rsid w:val="000D656C"/>
    <w:rsid w:val="000D682E"/>
    <w:rsid w:val="000D6E87"/>
    <w:rsid w:val="000D7538"/>
    <w:rsid w:val="000E01CA"/>
    <w:rsid w:val="000E04D8"/>
    <w:rsid w:val="000E0520"/>
    <w:rsid w:val="000E0665"/>
    <w:rsid w:val="000E0D8C"/>
    <w:rsid w:val="000E1805"/>
    <w:rsid w:val="000E19B0"/>
    <w:rsid w:val="000E2B6E"/>
    <w:rsid w:val="000E31F8"/>
    <w:rsid w:val="000E3EFB"/>
    <w:rsid w:val="000E5263"/>
    <w:rsid w:val="000E6463"/>
    <w:rsid w:val="000E666F"/>
    <w:rsid w:val="000E6F08"/>
    <w:rsid w:val="000E747C"/>
    <w:rsid w:val="000E7FDD"/>
    <w:rsid w:val="000F047C"/>
    <w:rsid w:val="000F0542"/>
    <w:rsid w:val="000F18F5"/>
    <w:rsid w:val="000F1928"/>
    <w:rsid w:val="000F1FCF"/>
    <w:rsid w:val="000F24DF"/>
    <w:rsid w:val="000F3475"/>
    <w:rsid w:val="000F394E"/>
    <w:rsid w:val="000F40F7"/>
    <w:rsid w:val="000F517C"/>
    <w:rsid w:val="000F52EC"/>
    <w:rsid w:val="000F5A67"/>
    <w:rsid w:val="000F5DC5"/>
    <w:rsid w:val="000F62CD"/>
    <w:rsid w:val="000F6BF7"/>
    <w:rsid w:val="000F74BF"/>
    <w:rsid w:val="001003CA"/>
    <w:rsid w:val="001004AA"/>
    <w:rsid w:val="00100996"/>
    <w:rsid w:val="00101337"/>
    <w:rsid w:val="001015E8"/>
    <w:rsid w:val="001021E7"/>
    <w:rsid w:val="0010266D"/>
    <w:rsid w:val="001029CB"/>
    <w:rsid w:val="00102CFF"/>
    <w:rsid w:val="001031D0"/>
    <w:rsid w:val="00103C1A"/>
    <w:rsid w:val="00104AD8"/>
    <w:rsid w:val="00105507"/>
    <w:rsid w:val="00105E0E"/>
    <w:rsid w:val="00105E75"/>
    <w:rsid w:val="00106809"/>
    <w:rsid w:val="00107A3B"/>
    <w:rsid w:val="00107CBB"/>
    <w:rsid w:val="0011187C"/>
    <w:rsid w:val="00111E01"/>
    <w:rsid w:val="001131EB"/>
    <w:rsid w:val="001141F1"/>
    <w:rsid w:val="00115436"/>
    <w:rsid w:val="00115A0E"/>
    <w:rsid w:val="00115D82"/>
    <w:rsid w:val="001160F7"/>
    <w:rsid w:val="00117565"/>
    <w:rsid w:val="00117F83"/>
    <w:rsid w:val="001201BA"/>
    <w:rsid w:val="001209E5"/>
    <w:rsid w:val="00120A05"/>
    <w:rsid w:val="00120D9E"/>
    <w:rsid w:val="00120E06"/>
    <w:rsid w:val="0012113A"/>
    <w:rsid w:val="00121695"/>
    <w:rsid w:val="00122964"/>
    <w:rsid w:val="00122FEE"/>
    <w:rsid w:val="001234E8"/>
    <w:rsid w:val="00123593"/>
    <w:rsid w:val="00123A02"/>
    <w:rsid w:val="00124225"/>
    <w:rsid w:val="001247ED"/>
    <w:rsid w:val="001257C1"/>
    <w:rsid w:val="0012760B"/>
    <w:rsid w:val="00127A8C"/>
    <w:rsid w:val="00127EF4"/>
    <w:rsid w:val="00130075"/>
    <w:rsid w:val="00130BEC"/>
    <w:rsid w:val="001317D0"/>
    <w:rsid w:val="00135644"/>
    <w:rsid w:val="00136C9A"/>
    <w:rsid w:val="001371B2"/>
    <w:rsid w:val="0014062A"/>
    <w:rsid w:val="0014118D"/>
    <w:rsid w:val="001413D8"/>
    <w:rsid w:val="001428CF"/>
    <w:rsid w:val="0014366F"/>
    <w:rsid w:val="00143BEC"/>
    <w:rsid w:val="00143DD3"/>
    <w:rsid w:val="00145441"/>
    <w:rsid w:val="00145D57"/>
    <w:rsid w:val="00145EC9"/>
    <w:rsid w:val="001466F6"/>
    <w:rsid w:val="00146CFE"/>
    <w:rsid w:val="0014709C"/>
    <w:rsid w:val="001471A2"/>
    <w:rsid w:val="001471C6"/>
    <w:rsid w:val="00147BA9"/>
    <w:rsid w:val="00147DD2"/>
    <w:rsid w:val="00150779"/>
    <w:rsid w:val="00150867"/>
    <w:rsid w:val="00150A2E"/>
    <w:rsid w:val="00150CC2"/>
    <w:rsid w:val="00150F33"/>
    <w:rsid w:val="00151A14"/>
    <w:rsid w:val="0015229C"/>
    <w:rsid w:val="0015234B"/>
    <w:rsid w:val="00152D6E"/>
    <w:rsid w:val="00153003"/>
    <w:rsid w:val="0015306D"/>
    <w:rsid w:val="001533D8"/>
    <w:rsid w:val="001537DF"/>
    <w:rsid w:val="00153D8D"/>
    <w:rsid w:val="00153E95"/>
    <w:rsid w:val="0015400B"/>
    <w:rsid w:val="001541DE"/>
    <w:rsid w:val="00154435"/>
    <w:rsid w:val="00154665"/>
    <w:rsid w:val="00154D70"/>
    <w:rsid w:val="00155DFF"/>
    <w:rsid w:val="001563A2"/>
    <w:rsid w:val="00157241"/>
    <w:rsid w:val="00157C42"/>
    <w:rsid w:val="00161475"/>
    <w:rsid w:val="001627C8"/>
    <w:rsid w:val="0016372C"/>
    <w:rsid w:val="00164594"/>
    <w:rsid w:val="00165A83"/>
    <w:rsid w:val="0016602F"/>
    <w:rsid w:val="001675CB"/>
    <w:rsid w:val="00167B54"/>
    <w:rsid w:val="00170751"/>
    <w:rsid w:val="00170A4B"/>
    <w:rsid w:val="00170D30"/>
    <w:rsid w:val="00171699"/>
    <w:rsid w:val="0017217F"/>
    <w:rsid w:val="00172B35"/>
    <w:rsid w:val="00172D5F"/>
    <w:rsid w:val="001737EE"/>
    <w:rsid w:val="00173923"/>
    <w:rsid w:val="00174610"/>
    <w:rsid w:val="001749C9"/>
    <w:rsid w:val="00175214"/>
    <w:rsid w:val="0017649F"/>
    <w:rsid w:val="001768C8"/>
    <w:rsid w:val="00176B3A"/>
    <w:rsid w:val="00177AB0"/>
    <w:rsid w:val="00177FC5"/>
    <w:rsid w:val="00180181"/>
    <w:rsid w:val="00180570"/>
    <w:rsid w:val="001805DE"/>
    <w:rsid w:val="001808B5"/>
    <w:rsid w:val="00180E1B"/>
    <w:rsid w:val="001829A1"/>
    <w:rsid w:val="00183807"/>
    <w:rsid w:val="00184567"/>
    <w:rsid w:val="001845F5"/>
    <w:rsid w:val="0018470D"/>
    <w:rsid w:val="0018477A"/>
    <w:rsid w:val="001854F4"/>
    <w:rsid w:val="001855B4"/>
    <w:rsid w:val="001873FC"/>
    <w:rsid w:val="00192124"/>
    <w:rsid w:val="00192CCA"/>
    <w:rsid w:val="001937DE"/>
    <w:rsid w:val="001937F7"/>
    <w:rsid w:val="00195161"/>
    <w:rsid w:val="00195B2D"/>
    <w:rsid w:val="00196A1F"/>
    <w:rsid w:val="001A188D"/>
    <w:rsid w:val="001A199E"/>
    <w:rsid w:val="001A2D1C"/>
    <w:rsid w:val="001A2F25"/>
    <w:rsid w:val="001A31C3"/>
    <w:rsid w:val="001A665F"/>
    <w:rsid w:val="001A7225"/>
    <w:rsid w:val="001A7932"/>
    <w:rsid w:val="001A7FCA"/>
    <w:rsid w:val="001B0CD7"/>
    <w:rsid w:val="001B19BD"/>
    <w:rsid w:val="001B26C9"/>
    <w:rsid w:val="001B2BA9"/>
    <w:rsid w:val="001B2CBD"/>
    <w:rsid w:val="001B335F"/>
    <w:rsid w:val="001B37BE"/>
    <w:rsid w:val="001B3CA7"/>
    <w:rsid w:val="001B4739"/>
    <w:rsid w:val="001B47DA"/>
    <w:rsid w:val="001B4E56"/>
    <w:rsid w:val="001B51D2"/>
    <w:rsid w:val="001B557A"/>
    <w:rsid w:val="001B5B36"/>
    <w:rsid w:val="001B5F7B"/>
    <w:rsid w:val="001B612F"/>
    <w:rsid w:val="001B6325"/>
    <w:rsid w:val="001B7F03"/>
    <w:rsid w:val="001C1630"/>
    <w:rsid w:val="001C2C1D"/>
    <w:rsid w:val="001C3127"/>
    <w:rsid w:val="001C32E1"/>
    <w:rsid w:val="001C3AE2"/>
    <w:rsid w:val="001C3F9D"/>
    <w:rsid w:val="001C40E7"/>
    <w:rsid w:val="001C416E"/>
    <w:rsid w:val="001C463D"/>
    <w:rsid w:val="001C48FD"/>
    <w:rsid w:val="001C5A3C"/>
    <w:rsid w:val="001C5DFD"/>
    <w:rsid w:val="001C62B9"/>
    <w:rsid w:val="001C6491"/>
    <w:rsid w:val="001C6AC9"/>
    <w:rsid w:val="001C70CA"/>
    <w:rsid w:val="001D0C99"/>
    <w:rsid w:val="001D1719"/>
    <w:rsid w:val="001D2088"/>
    <w:rsid w:val="001D29CB"/>
    <w:rsid w:val="001D3C73"/>
    <w:rsid w:val="001D3C82"/>
    <w:rsid w:val="001D43AA"/>
    <w:rsid w:val="001D4AC7"/>
    <w:rsid w:val="001D4C1D"/>
    <w:rsid w:val="001D4F81"/>
    <w:rsid w:val="001D5C24"/>
    <w:rsid w:val="001D5C44"/>
    <w:rsid w:val="001D5E53"/>
    <w:rsid w:val="001D61E9"/>
    <w:rsid w:val="001D665C"/>
    <w:rsid w:val="001D6B59"/>
    <w:rsid w:val="001D7F6A"/>
    <w:rsid w:val="001E00BA"/>
    <w:rsid w:val="001E0A54"/>
    <w:rsid w:val="001E0FE5"/>
    <w:rsid w:val="001E203A"/>
    <w:rsid w:val="001E2046"/>
    <w:rsid w:val="001E2273"/>
    <w:rsid w:val="001E2619"/>
    <w:rsid w:val="001E2D20"/>
    <w:rsid w:val="001E2FD1"/>
    <w:rsid w:val="001E37A1"/>
    <w:rsid w:val="001E3BD1"/>
    <w:rsid w:val="001E3DAF"/>
    <w:rsid w:val="001E4A80"/>
    <w:rsid w:val="001E4FE0"/>
    <w:rsid w:val="001E6144"/>
    <w:rsid w:val="001E6F28"/>
    <w:rsid w:val="001E7E39"/>
    <w:rsid w:val="001F00B9"/>
    <w:rsid w:val="001F0139"/>
    <w:rsid w:val="001F01A8"/>
    <w:rsid w:val="001F1EB2"/>
    <w:rsid w:val="001F23F2"/>
    <w:rsid w:val="001F2C73"/>
    <w:rsid w:val="001F2DB5"/>
    <w:rsid w:val="001F2EB2"/>
    <w:rsid w:val="001F331C"/>
    <w:rsid w:val="001F338B"/>
    <w:rsid w:val="001F4031"/>
    <w:rsid w:val="001F4370"/>
    <w:rsid w:val="001F480D"/>
    <w:rsid w:val="001F559B"/>
    <w:rsid w:val="001F559D"/>
    <w:rsid w:val="001F58F2"/>
    <w:rsid w:val="001F5BDF"/>
    <w:rsid w:val="001F5E94"/>
    <w:rsid w:val="001F6615"/>
    <w:rsid w:val="001F6BFE"/>
    <w:rsid w:val="00200296"/>
    <w:rsid w:val="0020043B"/>
    <w:rsid w:val="00200717"/>
    <w:rsid w:val="00200B34"/>
    <w:rsid w:val="00201265"/>
    <w:rsid w:val="00201355"/>
    <w:rsid w:val="00201BFB"/>
    <w:rsid w:val="002020D2"/>
    <w:rsid w:val="002024AE"/>
    <w:rsid w:val="00202592"/>
    <w:rsid w:val="00203ABD"/>
    <w:rsid w:val="0020428F"/>
    <w:rsid w:val="002048E9"/>
    <w:rsid w:val="00204E30"/>
    <w:rsid w:val="00205F8E"/>
    <w:rsid w:val="0020620F"/>
    <w:rsid w:val="002062E0"/>
    <w:rsid w:val="00207120"/>
    <w:rsid w:val="00210AB1"/>
    <w:rsid w:val="00211AD8"/>
    <w:rsid w:val="00212007"/>
    <w:rsid w:val="0021391A"/>
    <w:rsid w:val="00214CE1"/>
    <w:rsid w:val="00214DD5"/>
    <w:rsid w:val="00215784"/>
    <w:rsid w:val="00216703"/>
    <w:rsid w:val="00216B74"/>
    <w:rsid w:val="00217457"/>
    <w:rsid w:val="00217953"/>
    <w:rsid w:val="002202FE"/>
    <w:rsid w:val="002206C1"/>
    <w:rsid w:val="00220B50"/>
    <w:rsid w:val="00222035"/>
    <w:rsid w:val="00223202"/>
    <w:rsid w:val="0022334A"/>
    <w:rsid w:val="002244A4"/>
    <w:rsid w:val="00224E0A"/>
    <w:rsid w:val="002258D2"/>
    <w:rsid w:val="002261E2"/>
    <w:rsid w:val="002262C7"/>
    <w:rsid w:val="00226D39"/>
    <w:rsid w:val="00226DA5"/>
    <w:rsid w:val="00227583"/>
    <w:rsid w:val="0022768D"/>
    <w:rsid w:val="00230DFA"/>
    <w:rsid w:val="0023162E"/>
    <w:rsid w:val="00231EDA"/>
    <w:rsid w:val="0023232D"/>
    <w:rsid w:val="002323C8"/>
    <w:rsid w:val="00233312"/>
    <w:rsid w:val="00233AD0"/>
    <w:rsid w:val="00233B30"/>
    <w:rsid w:val="00233B38"/>
    <w:rsid w:val="00234A2D"/>
    <w:rsid w:val="00234B6D"/>
    <w:rsid w:val="00234ECC"/>
    <w:rsid w:val="00235BFF"/>
    <w:rsid w:val="00235DBD"/>
    <w:rsid w:val="00236737"/>
    <w:rsid w:val="00237642"/>
    <w:rsid w:val="00237AAC"/>
    <w:rsid w:val="00237C38"/>
    <w:rsid w:val="00241483"/>
    <w:rsid w:val="00241AD1"/>
    <w:rsid w:val="00243B03"/>
    <w:rsid w:val="002449FF"/>
    <w:rsid w:val="00244F3D"/>
    <w:rsid w:val="002463D7"/>
    <w:rsid w:val="00246B9C"/>
    <w:rsid w:val="00247225"/>
    <w:rsid w:val="002475D5"/>
    <w:rsid w:val="00247692"/>
    <w:rsid w:val="00247C75"/>
    <w:rsid w:val="00250B98"/>
    <w:rsid w:val="00250CF9"/>
    <w:rsid w:val="0025133C"/>
    <w:rsid w:val="002518FF"/>
    <w:rsid w:val="00251A53"/>
    <w:rsid w:val="00251EBB"/>
    <w:rsid w:val="00252786"/>
    <w:rsid w:val="00252896"/>
    <w:rsid w:val="002532A1"/>
    <w:rsid w:val="002537C8"/>
    <w:rsid w:val="00253839"/>
    <w:rsid w:val="00254835"/>
    <w:rsid w:val="002554D0"/>
    <w:rsid w:val="0025679B"/>
    <w:rsid w:val="00256E96"/>
    <w:rsid w:val="00257510"/>
    <w:rsid w:val="002576A8"/>
    <w:rsid w:val="00257924"/>
    <w:rsid w:val="00257AED"/>
    <w:rsid w:val="002602CC"/>
    <w:rsid w:val="00260ECB"/>
    <w:rsid w:val="00261104"/>
    <w:rsid w:val="00262025"/>
    <w:rsid w:val="002627C9"/>
    <w:rsid w:val="00262914"/>
    <w:rsid w:val="00262D97"/>
    <w:rsid w:val="00263255"/>
    <w:rsid w:val="002632B5"/>
    <w:rsid w:val="0026415E"/>
    <w:rsid w:val="0026486D"/>
    <w:rsid w:val="00264BE0"/>
    <w:rsid w:val="002653E5"/>
    <w:rsid w:val="00265B16"/>
    <w:rsid w:val="00265F3D"/>
    <w:rsid w:val="002664D7"/>
    <w:rsid w:val="00266868"/>
    <w:rsid w:val="002709C8"/>
    <w:rsid w:val="00270DC3"/>
    <w:rsid w:val="00270F25"/>
    <w:rsid w:val="00271E33"/>
    <w:rsid w:val="00271E9F"/>
    <w:rsid w:val="00272723"/>
    <w:rsid w:val="00272DF4"/>
    <w:rsid w:val="00272FB9"/>
    <w:rsid w:val="002733FD"/>
    <w:rsid w:val="0027380C"/>
    <w:rsid w:val="00273C23"/>
    <w:rsid w:val="00274B3D"/>
    <w:rsid w:val="00275DCA"/>
    <w:rsid w:val="00275F20"/>
    <w:rsid w:val="00276088"/>
    <w:rsid w:val="00276631"/>
    <w:rsid w:val="00277BF6"/>
    <w:rsid w:val="0028003B"/>
    <w:rsid w:val="0028073B"/>
    <w:rsid w:val="00280C19"/>
    <w:rsid w:val="002813FD"/>
    <w:rsid w:val="0028172F"/>
    <w:rsid w:val="002817C1"/>
    <w:rsid w:val="00282049"/>
    <w:rsid w:val="002823E7"/>
    <w:rsid w:val="002824B3"/>
    <w:rsid w:val="00282C34"/>
    <w:rsid w:val="0028309C"/>
    <w:rsid w:val="002830C4"/>
    <w:rsid w:val="00284F9B"/>
    <w:rsid w:val="002850AC"/>
    <w:rsid w:val="00285832"/>
    <w:rsid w:val="00285D12"/>
    <w:rsid w:val="00287D47"/>
    <w:rsid w:val="00290269"/>
    <w:rsid w:val="002907E1"/>
    <w:rsid w:val="00290B08"/>
    <w:rsid w:val="00292EAD"/>
    <w:rsid w:val="00293A0D"/>
    <w:rsid w:val="00293FB6"/>
    <w:rsid w:val="002941EB"/>
    <w:rsid w:val="0029463C"/>
    <w:rsid w:val="00294739"/>
    <w:rsid w:val="00295677"/>
    <w:rsid w:val="00295AEE"/>
    <w:rsid w:val="00295CEC"/>
    <w:rsid w:val="00295E78"/>
    <w:rsid w:val="0029770D"/>
    <w:rsid w:val="00297E88"/>
    <w:rsid w:val="002A1D1B"/>
    <w:rsid w:val="002A2578"/>
    <w:rsid w:val="002A3803"/>
    <w:rsid w:val="002A5876"/>
    <w:rsid w:val="002A5A5B"/>
    <w:rsid w:val="002A5FF5"/>
    <w:rsid w:val="002A606C"/>
    <w:rsid w:val="002A63F4"/>
    <w:rsid w:val="002A692D"/>
    <w:rsid w:val="002B063E"/>
    <w:rsid w:val="002B08F1"/>
    <w:rsid w:val="002B099D"/>
    <w:rsid w:val="002B0C48"/>
    <w:rsid w:val="002B0D78"/>
    <w:rsid w:val="002B106B"/>
    <w:rsid w:val="002B18D3"/>
    <w:rsid w:val="002B27B1"/>
    <w:rsid w:val="002B3194"/>
    <w:rsid w:val="002B3627"/>
    <w:rsid w:val="002B36CD"/>
    <w:rsid w:val="002B4338"/>
    <w:rsid w:val="002B45BE"/>
    <w:rsid w:val="002B5298"/>
    <w:rsid w:val="002B567B"/>
    <w:rsid w:val="002B5A98"/>
    <w:rsid w:val="002B5C08"/>
    <w:rsid w:val="002B6B72"/>
    <w:rsid w:val="002B6EC2"/>
    <w:rsid w:val="002B70F7"/>
    <w:rsid w:val="002B7378"/>
    <w:rsid w:val="002B79DC"/>
    <w:rsid w:val="002B7FC9"/>
    <w:rsid w:val="002C0A87"/>
    <w:rsid w:val="002C0E90"/>
    <w:rsid w:val="002C12BB"/>
    <w:rsid w:val="002C1803"/>
    <w:rsid w:val="002C18A5"/>
    <w:rsid w:val="002C2131"/>
    <w:rsid w:val="002C2361"/>
    <w:rsid w:val="002C2B3D"/>
    <w:rsid w:val="002C35C9"/>
    <w:rsid w:val="002C37C1"/>
    <w:rsid w:val="002C53FA"/>
    <w:rsid w:val="002C5CA2"/>
    <w:rsid w:val="002C6641"/>
    <w:rsid w:val="002C6E82"/>
    <w:rsid w:val="002D088F"/>
    <w:rsid w:val="002D189B"/>
    <w:rsid w:val="002D2554"/>
    <w:rsid w:val="002D3096"/>
    <w:rsid w:val="002D3109"/>
    <w:rsid w:val="002D32B5"/>
    <w:rsid w:val="002D3349"/>
    <w:rsid w:val="002D3574"/>
    <w:rsid w:val="002D44C7"/>
    <w:rsid w:val="002D4A28"/>
    <w:rsid w:val="002D4F28"/>
    <w:rsid w:val="002D4F5F"/>
    <w:rsid w:val="002D586E"/>
    <w:rsid w:val="002D5E27"/>
    <w:rsid w:val="002D6762"/>
    <w:rsid w:val="002D691A"/>
    <w:rsid w:val="002D7178"/>
    <w:rsid w:val="002D7368"/>
    <w:rsid w:val="002D7952"/>
    <w:rsid w:val="002E066C"/>
    <w:rsid w:val="002E0CAA"/>
    <w:rsid w:val="002E195D"/>
    <w:rsid w:val="002E1DA5"/>
    <w:rsid w:val="002E1F72"/>
    <w:rsid w:val="002E23E7"/>
    <w:rsid w:val="002E244A"/>
    <w:rsid w:val="002E2518"/>
    <w:rsid w:val="002E262A"/>
    <w:rsid w:val="002E2B63"/>
    <w:rsid w:val="002E36C3"/>
    <w:rsid w:val="002E3932"/>
    <w:rsid w:val="002E3C86"/>
    <w:rsid w:val="002E3E06"/>
    <w:rsid w:val="002E43DD"/>
    <w:rsid w:val="002E49BC"/>
    <w:rsid w:val="002E5DA3"/>
    <w:rsid w:val="002E6460"/>
    <w:rsid w:val="002E64D7"/>
    <w:rsid w:val="002E68AD"/>
    <w:rsid w:val="002E69D2"/>
    <w:rsid w:val="002E71F9"/>
    <w:rsid w:val="002E7249"/>
    <w:rsid w:val="002E7E0F"/>
    <w:rsid w:val="002F0316"/>
    <w:rsid w:val="002F06A5"/>
    <w:rsid w:val="002F0E0C"/>
    <w:rsid w:val="002F1A92"/>
    <w:rsid w:val="002F1BCE"/>
    <w:rsid w:val="002F2700"/>
    <w:rsid w:val="002F2928"/>
    <w:rsid w:val="002F2A8F"/>
    <w:rsid w:val="002F2B87"/>
    <w:rsid w:val="002F31E5"/>
    <w:rsid w:val="002F39A9"/>
    <w:rsid w:val="002F3E79"/>
    <w:rsid w:val="002F432E"/>
    <w:rsid w:val="002F499D"/>
    <w:rsid w:val="002F4EBE"/>
    <w:rsid w:val="002F5021"/>
    <w:rsid w:val="002F5A10"/>
    <w:rsid w:val="002F6080"/>
    <w:rsid w:val="002F6434"/>
    <w:rsid w:val="002F67C6"/>
    <w:rsid w:val="002F6ED6"/>
    <w:rsid w:val="002F6FA2"/>
    <w:rsid w:val="002F7AF7"/>
    <w:rsid w:val="0030169F"/>
    <w:rsid w:val="0030185D"/>
    <w:rsid w:val="00301881"/>
    <w:rsid w:val="00301A03"/>
    <w:rsid w:val="00302265"/>
    <w:rsid w:val="00302E30"/>
    <w:rsid w:val="003031D9"/>
    <w:rsid w:val="0030324A"/>
    <w:rsid w:val="003039B9"/>
    <w:rsid w:val="00304428"/>
    <w:rsid w:val="00304E14"/>
    <w:rsid w:val="003050BA"/>
    <w:rsid w:val="003052F7"/>
    <w:rsid w:val="0030600B"/>
    <w:rsid w:val="003077E8"/>
    <w:rsid w:val="00307A69"/>
    <w:rsid w:val="0031042D"/>
    <w:rsid w:val="003105DD"/>
    <w:rsid w:val="0031115C"/>
    <w:rsid w:val="00312426"/>
    <w:rsid w:val="00312E16"/>
    <w:rsid w:val="00313325"/>
    <w:rsid w:val="00313B8A"/>
    <w:rsid w:val="0031453C"/>
    <w:rsid w:val="00314C0C"/>
    <w:rsid w:val="00314FC5"/>
    <w:rsid w:val="003150DC"/>
    <w:rsid w:val="0031597E"/>
    <w:rsid w:val="00315D79"/>
    <w:rsid w:val="00315F1F"/>
    <w:rsid w:val="003163B7"/>
    <w:rsid w:val="00317C82"/>
    <w:rsid w:val="00320027"/>
    <w:rsid w:val="003202A6"/>
    <w:rsid w:val="00320514"/>
    <w:rsid w:val="00320A15"/>
    <w:rsid w:val="00320FD8"/>
    <w:rsid w:val="003218EF"/>
    <w:rsid w:val="003226B6"/>
    <w:rsid w:val="003229AA"/>
    <w:rsid w:val="00322E4C"/>
    <w:rsid w:val="00323E56"/>
    <w:rsid w:val="0032441E"/>
    <w:rsid w:val="00324FC6"/>
    <w:rsid w:val="00325B78"/>
    <w:rsid w:val="00326143"/>
    <w:rsid w:val="003266BB"/>
    <w:rsid w:val="00326D6D"/>
    <w:rsid w:val="00326EE5"/>
    <w:rsid w:val="003270FC"/>
    <w:rsid w:val="003274B0"/>
    <w:rsid w:val="003275A3"/>
    <w:rsid w:val="00330B7B"/>
    <w:rsid w:val="00330D70"/>
    <w:rsid w:val="00330EE6"/>
    <w:rsid w:val="0033159C"/>
    <w:rsid w:val="00331F8E"/>
    <w:rsid w:val="00332680"/>
    <w:rsid w:val="003332E9"/>
    <w:rsid w:val="00333981"/>
    <w:rsid w:val="00333D15"/>
    <w:rsid w:val="00335328"/>
    <w:rsid w:val="00335E84"/>
    <w:rsid w:val="00336A54"/>
    <w:rsid w:val="00336EB9"/>
    <w:rsid w:val="00337EFF"/>
    <w:rsid w:val="00340222"/>
    <w:rsid w:val="00340459"/>
    <w:rsid w:val="00340A4F"/>
    <w:rsid w:val="00340C19"/>
    <w:rsid w:val="003415D2"/>
    <w:rsid w:val="0034162C"/>
    <w:rsid w:val="00341909"/>
    <w:rsid w:val="00341C78"/>
    <w:rsid w:val="00342369"/>
    <w:rsid w:val="003423B0"/>
    <w:rsid w:val="003424F8"/>
    <w:rsid w:val="0034274E"/>
    <w:rsid w:val="003432CD"/>
    <w:rsid w:val="003432EA"/>
    <w:rsid w:val="003440C5"/>
    <w:rsid w:val="00344C4C"/>
    <w:rsid w:val="00344DCA"/>
    <w:rsid w:val="0034517C"/>
    <w:rsid w:val="00345F1B"/>
    <w:rsid w:val="00346E6B"/>
    <w:rsid w:val="003470D9"/>
    <w:rsid w:val="00347BE8"/>
    <w:rsid w:val="00347E64"/>
    <w:rsid w:val="00350B34"/>
    <w:rsid w:val="00350D2D"/>
    <w:rsid w:val="00351D41"/>
    <w:rsid w:val="003529F5"/>
    <w:rsid w:val="00354050"/>
    <w:rsid w:val="0035406B"/>
    <w:rsid w:val="0035499C"/>
    <w:rsid w:val="00355714"/>
    <w:rsid w:val="00355902"/>
    <w:rsid w:val="00355A20"/>
    <w:rsid w:val="00356A1B"/>
    <w:rsid w:val="00356D32"/>
    <w:rsid w:val="003578BC"/>
    <w:rsid w:val="003600F5"/>
    <w:rsid w:val="003601B4"/>
    <w:rsid w:val="00360A2A"/>
    <w:rsid w:val="0036154E"/>
    <w:rsid w:val="00363340"/>
    <w:rsid w:val="0036392A"/>
    <w:rsid w:val="00364238"/>
    <w:rsid w:val="00364649"/>
    <w:rsid w:val="00364D83"/>
    <w:rsid w:val="00364ED3"/>
    <w:rsid w:val="003666EA"/>
    <w:rsid w:val="00366B50"/>
    <w:rsid w:val="00366C23"/>
    <w:rsid w:val="00366D87"/>
    <w:rsid w:val="003671B4"/>
    <w:rsid w:val="00367409"/>
    <w:rsid w:val="003703E6"/>
    <w:rsid w:val="003703E8"/>
    <w:rsid w:val="00371987"/>
    <w:rsid w:val="00372660"/>
    <w:rsid w:val="00372661"/>
    <w:rsid w:val="003728BA"/>
    <w:rsid w:val="00373186"/>
    <w:rsid w:val="00373A4C"/>
    <w:rsid w:val="003749D6"/>
    <w:rsid w:val="00374D17"/>
    <w:rsid w:val="00374E68"/>
    <w:rsid w:val="003755B1"/>
    <w:rsid w:val="0037570F"/>
    <w:rsid w:val="00375A23"/>
    <w:rsid w:val="00375F6A"/>
    <w:rsid w:val="00375FBC"/>
    <w:rsid w:val="00376040"/>
    <w:rsid w:val="003775B8"/>
    <w:rsid w:val="00380255"/>
    <w:rsid w:val="00380705"/>
    <w:rsid w:val="00380ACF"/>
    <w:rsid w:val="00380F54"/>
    <w:rsid w:val="00381222"/>
    <w:rsid w:val="00381299"/>
    <w:rsid w:val="003814B9"/>
    <w:rsid w:val="00381F3B"/>
    <w:rsid w:val="00382441"/>
    <w:rsid w:val="00382884"/>
    <w:rsid w:val="00383476"/>
    <w:rsid w:val="0038477B"/>
    <w:rsid w:val="00384877"/>
    <w:rsid w:val="00385A32"/>
    <w:rsid w:val="00385BD8"/>
    <w:rsid w:val="00386EE4"/>
    <w:rsid w:val="00386F57"/>
    <w:rsid w:val="00387735"/>
    <w:rsid w:val="003908D2"/>
    <w:rsid w:val="00390C02"/>
    <w:rsid w:val="003913DC"/>
    <w:rsid w:val="00392105"/>
    <w:rsid w:val="003921B6"/>
    <w:rsid w:val="003923E4"/>
    <w:rsid w:val="00392ABB"/>
    <w:rsid w:val="00392F12"/>
    <w:rsid w:val="00393252"/>
    <w:rsid w:val="00393286"/>
    <w:rsid w:val="00393D57"/>
    <w:rsid w:val="003940D8"/>
    <w:rsid w:val="00394B09"/>
    <w:rsid w:val="00395B80"/>
    <w:rsid w:val="00396410"/>
    <w:rsid w:val="00397556"/>
    <w:rsid w:val="00397BE7"/>
    <w:rsid w:val="00397FF7"/>
    <w:rsid w:val="003A01C6"/>
    <w:rsid w:val="003A0661"/>
    <w:rsid w:val="003A2063"/>
    <w:rsid w:val="003A27F0"/>
    <w:rsid w:val="003A3683"/>
    <w:rsid w:val="003A42E8"/>
    <w:rsid w:val="003A42F6"/>
    <w:rsid w:val="003A4340"/>
    <w:rsid w:val="003A4B23"/>
    <w:rsid w:val="003A5108"/>
    <w:rsid w:val="003A564B"/>
    <w:rsid w:val="003A5BDD"/>
    <w:rsid w:val="003A5CD3"/>
    <w:rsid w:val="003A69BC"/>
    <w:rsid w:val="003A6F2A"/>
    <w:rsid w:val="003A7FA1"/>
    <w:rsid w:val="003B033B"/>
    <w:rsid w:val="003B07A0"/>
    <w:rsid w:val="003B080F"/>
    <w:rsid w:val="003B2016"/>
    <w:rsid w:val="003B29FA"/>
    <w:rsid w:val="003B34A8"/>
    <w:rsid w:val="003B4246"/>
    <w:rsid w:val="003B5160"/>
    <w:rsid w:val="003B5236"/>
    <w:rsid w:val="003B559C"/>
    <w:rsid w:val="003B56AB"/>
    <w:rsid w:val="003B591C"/>
    <w:rsid w:val="003B5B3B"/>
    <w:rsid w:val="003B5D15"/>
    <w:rsid w:val="003B6114"/>
    <w:rsid w:val="003B6CB4"/>
    <w:rsid w:val="003B7252"/>
    <w:rsid w:val="003B774C"/>
    <w:rsid w:val="003B7C54"/>
    <w:rsid w:val="003B7ED6"/>
    <w:rsid w:val="003C0F19"/>
    <w:rsid w:val="003C1396"/>
    <w:rsid w:val="003C19DF"/>
    <w:rsid w:val="003C1DDE"/>
    <w:rsid w:val="003C2405"/>
    <w:rsid w:val="003C2777"/>
    <w:rsid w:val="003C2981"/>
    <w:rsid w:val="003C2FF3"/>
    <w:rsid w:val="003C3D8E"/>
    <w:rsid w:val="003C3E29"/>
    <w:rsid w:val="003C4E1E"/>
    <w:rsid w:val="003C561F"/>
    <w:rsid w:val="003C5A90"/>
    <w:rsid w:val="003C6FE3"/>
    <w:rsid w:val="003D134E"/>
    <w:rsid w:val="003D1940"/>
    <w:rsid w:val="003D1A9E"/>
    <w:rsid w:val="003D1C0A"/>
    <w:rsid w:val="003D2170"/>
    <w:rsid w:val="003D25B1"/>
    <w:rsid w:val="003D2A11"/>
    <w:rsid w:val="003D2B2D"/>
    <w:rsid w:val="003D311D"/>
    <w:rsid w:val="003D32D3"/>
    <w:rsid w:val="003D3651"/>
    <w:rsid w:val="003D511F"/>
    <w:rsid w:val="003D6513"/>
    <w:rsid w:val="003D6D6D"/>
    <w:rsid w:val="003D6EF1"/>
    <w:rsid w:val="003D74AF"/>
    <w:rsid w:val="003E0FD6"/>
    <w:rsid w:val="003E150A"/>
    <w:rsid w:val="003E1EC6"/>
    <w:rsid w:val="003E28B4"/>
    <w:rsid w:val="003E2F4C"/>
    <w:rsid w:val="003E3AE7"/>
    <w:rsid w:val="003E41BA"/>
    <w:rsid w:val="003E444C"/>
    <w:rsid w:val="003E5759"/>
    <w:rsid w:val="003E5AC2"/>
    <w:rsid w:val="003E627C"/>
    <w:rsid w:val="003E6400"/>
    <w:rsid w:val="003E7670"/>
    <w:rsid w:val="003E79E1"/>
    <w:rsid w:val="003F0412"/>
    <w:rsid w:val="003F05DF"/>
    <w:rsid w:val="003F0EAF"/>
    <w:rsid w:val="003F1464"/>
    <w:rsid w:val="003F2A8C"/>
    <w:rsid w:val="003F2AD7"/>
    <w:rsid w:val="003F361A"/>
    <w:rsid w:val="003F3B28"/>
    <w:rsid w:val="003F40F1"/>
    <w:rsid w:val="003F59EC"/>
    <w:rsid w:val="003F64F2"/>
    <w:rsid w:val="003F6BA4"/>
    <w:rsid w:val="003F74EE"/>
    <w:rsid w:val="003F7503"/>
    <w:rsid w:val="003F774C"/>
    <w:rsid w:val="003F7B40"/>
    <w:rsid w:val="003F7BD3"/>
    <w:rsid w:val="003F7CF2"/>
    <w:rsid w:val="00400FB8"/>
    <w:rsid w:val="004010B6"/>
    <w:rsid w:val="004016D3"/>
    <w:rsid w:val="00402364"/>
    <w:rsid w:val="004023A9"/>
    <w:rsid w:val="00402900"/>
    <w:rsid w:val="00402F68"/>
    <w:rsid w:val="00403D54"/>
    <w:rsid w:val="0040439E"/>
    <w:rsid w:val="00404D6F"/>
    <w:rsid w:val="00405731"/>
    <w:rsid w:val="0040592A"/>
    <w:rsid w:val="00405F14"/>
    <w:rsid w:val="0040675A"/>
    <w:rsid w:val="004067B5"/>
    <w:rsid w:val="00406BF3"/>
    <w:rsid w:val="00406C46"/>
    <w:rsid w:val="00407A5D"/>
    <w:rsid w:val="00407A76"/>
    <w:rsid w:val="0041038E"/>
    <w:rsid w:val="004109BC"/>
    <w:rsid w:val="00410A63"/>
    <w:rsid w:val="00410EA8"/>
    <w:rsid w:val="00411206"/>
    <w:rsid w:val="0041121C"/>
    <w:rsid w:val="00412065"/>
    <w:rsid w:val="0041208C"/>
    <w:rsid w:val="00412417"/>
    <w:rsid w:val="00412588"/>
    <w:rsid w:val="00413372"/>
    <w:rsid w:val="00413698"/>
    <w:rsid w:val="00413A78"/>
    <w:rsid w:val="004140BB"/>
    <w:rsid w:val="004145B4"/>
    <w:rsid w:val="0041534D"/>
    <w:rsid w:val="00417422"/>
    <w:rsid w:val="00417E66"/>
    <w:rsid w:val="00417F82"/>
    <w:rsid w:val="0042116D"/>
    <w:rsid w:val="00421546"/>
    <w:rsid w:val="00421C44"/>
    <w:rsid w:val="00421ED6"/>
    <w:rsid w:val="00422872"/>
    <w:rsid w:val="00424468"/>
    <w:rsid w:val="0042479A"/>
    <w:rsid w:val="00425536"/>
    <w:rsid w:val="004258DB"/>
    <w:rsid w:val="00425CDF"/>
    <w:rsid w:val="004265DC"/>
    <w:rsid w:val="004265EF"/>
    <w:rsid w:val="00426B52"/>
    <w:rsid w:val="00426D4D"/>
    <w:rsid w:val="004274BD"/>
    <w:rsid w:val="00430E68"/>
    <w:rsid w:val="00431746"/>
    <w:rsid w:val="00431EE4"/>
    <w:rsid w:val="0043297A"/>
    <w:rsid w:val="00432EDD"/>
    <w:rsid w:val="00433E9B"/>
    <w:rsid w:val="004344DF"/>
    <w:rsid w:val="004345AC"/>
    <w:rsid w:val="00434FF5"/>
    <w:rsid w:val="00435FD9"/>
    <w:rsid w:val="00436633"/>
    <w:rsid w:val="00436D4C"/>
    <w:rsid w:val="004376D8"/>
    <w:rsid w:val="00440290"/>
    <w:rsid w:val="00440355"/>
    <w:rsid w:val="0044096D"/>
    <w:rsid w:val="004411DA"/>
    <w:rsid w:val="00441920"/>
    <w:rsid w:val="00441CEC"/>
    <w:rsid w:val="0044262E"/>
    <w:rsid w:val="004428F9"/>
    <w:rsid w:val="0044384A"/>
    <w:rsid w:val="00443A05"/>
    <w:rsid w:val="0044467C"/>
    <w:rsid w:val="00444AFA"/>
    <w:rsid w:val="00444FF2"/>
    <w:rsid w:val="00446489"/>
    <w:rsid w:val="004468CE"/>
    <w:rsid w:val="00446B88"/>
    <w:rsid w:val="0044759B"/>
    <w:rsid w:val="00447E5E"/>
    <w:rsid w:val="004518EF"/>
    <w:rsid w:val="00452243"/>
    <w:rsid w:val="004533F9"/>
    <w:rsid w:val="00453761"/>
    <w:rsid w:val="00454CA8"/>
    <w:rsid w:val="0045530E"/>
    <w:rsid w:val="00455D5B"/>
    <w:rsid w:val="00455E2B"/>
    <w:rsid w:val="00456C0A"/>
    <w:rsid w:val="00457B55"/>
    <w:rsid w:val="00457E66"/>
    <w:rsid w:val="00460841"/>
    <w:rsid w:val="0046132F"/>
    <w:rsid w:val="00461C22"/>
    <w:rsid w:val="00461C3B"/>
    <w:rsid w:val="00462F17"/>
    <w:rsid w:val="004632EC"/>
    <w:rsid w:val="00463DC7"/>
    <w:rsid w:val="00463E15"/>
    <w:rsid w:val="00464CD6"/>
    <w:rsid w:val="00464ED7"/>
    <w:rsid w:val="004653C7"/>
    <w:rsid w:val="00465BC0"/>
    <w:rsid w:val="00466114"/>
    <w:rsid w:val="00466153"/>
    <w:rsid w:val="0046656E"/>
    <w:rsid w:val="004669A6"/>
    <w:rsid w:val="0046794A"/>
    <w:rsid w:val="00467D49"/>
    <w:rsid w:val="00470825"/>
    <w:rsid w:val="00470CDA"/>
    <w:rsid w:val="00470DE3"/>
    <w:rsid w:val="00471329"/>
    <w:rsid w:val="00471AD5"/>
    <w:rsid w:val="00472E37"/>
    <w:rsid w:val="00473338"/>
    <w:rsid w:val="00474377"/>
    <w:rsid w:val="00474779"/>
    <w:rsid w:val="00474957"/>
    <w:rsid w:val="00474B39"/>
    <w:rsid w:val="004754C3"/>
    <w:rsid w:val="004756DC"/>
    <w:rsid w:val="00477244"/>
    <w:rsid w:val="00477479"/>
    <w:rsid w:val="00480165"/>
    <w:rsid w:val="00481486"/>
    <w:rsid w:val="004814BC"/>
    <w:rsid w:val="00481678"/>
    <w:rsid w:val="004816B3"/>
    <w:rsid w:val="004819BD"/>
    <w:rsid w:val="004819E4"/>
    <w:rsid w:val="0048218A"/>
    <w:rsid w:val="004822B2"/>
    <w:rsid w:val="00483264"/>
    <w:rsid w:val="00483D68"/>
    <w:rsid w:val="00485043"/>
    <w:rsid w:val="00485441"/>
    <w:rsid w:val="00485875"/>
    <w:rsid w:val="00486223"/>
    <w:rsid w:val="00487263"/>
    <w:rsid w:val="004874DE"/>
    <w:rsid w:val="0049162B"/>
    <w:rsid w:val="00491E16"/>
    <w:rsid w:val="004925DD"/>
    <w:rsid w:val="00492917"/>
    <w:rsid w:val="00492C18"/>
    <w:rsid w:val="00492D0D"/>
    <w:rsid w:val="0049301C"/>
    <w:rsid w:val="00494983"/>
    <w:rsid w:val="00494B2C"/>
    <w:rsid w:val="00494F19"/>
    <w:rsid w:val="00495701"/>
    <w:rsid w:val="00496F4F"/>
    <w:rsid w:val="00496FDD"/>
    <w:rsid w:val="0049728F"/>
    <w:rsid w:val="00497FB7"/>
    <w:rsid w:val="004A061B"/>
    <w:rsid w:val="004A08C1"/>
    <w:rsid w:val="004A0FFA"/>
    <w:rsid w:val="004A13C0"/>
    <w:rsid w:val="004A19B1"/>
    <w:rsid w:val="004A1E4F"/>
    <w:rsid w:val="004A1E9D"/>
    <w:rsid w:val="004A31BA"/>
    <w:rsid w:val="004A3699"/>
    <w:rsid w:val="004A46F7"/>
    <w:rsid w:val="004A4913"/>
    <w:rsid w:val="004A641C"/>
    <w:rsid w:val="004A6DD3"/>
    <w:rsid w:val="004A71EA"/>
    <w:rsid w:val="004A7280"/>
    <w:rsid w:val="004A747C"/>
    <w:rsid w:val="004A7F8E"/>
    <w:rsid w:val="004A7F92"/>
    <w:rsid w:val="004B01DD"/>
    <w:rsid w:val="004B0303"/>
    <w:rsid w:val="004B0556"/>
    <w:rsid w:val="004B0A2F"/>
    <w:rsid w:val="004B120D"/>
    <w:rsid w:val="004B1475"/>
    <w:rsid w:val="004B1572"/>
    <w:rsid w:val="004B15C5"/>
    <w:rsid w:val="004B1C41"/>
    <w:rsid w:val="004B27F4"/>
    <w:rsid w:val="004B3F08"/>
    <w:rsid w:val="004B4430"/>
    <w:rsid w:val="004B49F7"/>
    <w:rsid w:val="004B52B1"/>
    <w:rsid w:val="004B58D6"/>
    <w:rsid w:val="004B5A3C"/>
    <w:rsid w:val="004B622F"/>
    <w:rsid w:val="004B62E3"/>
    <w:rsid w:val="004B63AC"/>
    <w:rsid w:val="004B6587"/>
    <w:rsid w:val="004B6BB1"/>
    <w:rsid w:val="004B7495"/>
    <w:rsid w:val="004B7A39"/>
    <w:rsid w:val="004C05D2"/>
    <w:rsid w:val="004C08ED"/>
    <w:rsid w:val="004C25A6"/>
    <w:rsid w:val="004C3626"/>
    <w:rsid w:val="004C37D8"/>
    <w:rsid w:val="004C493C"/>
    <w:rsid w:val="004C5364"/>
    <w:rsid w:val="004C541E"/>
    <w:rsid w:val="004C5434"/>
    <w:rsid w:val="004C6A16"/>
    <w:rsid w:val="004C70F9"/>
    <w:rsid w:val="004C7692"/>
    <w:rsid w:val="004C7BF0"/>
    <w:rsid w:val="004D05F7"/>
    <w:rsid w:val="004D067D"/>
    <w:rsid w:val="004D0E7C"/>
    <w:rsid w:val="004D0EA3"/>
    <w:rsid w:val="004D17BD"/>
    <w:rsid w:val="004D30B4"/>
    <w:rsid w:val="004D3437"/>
    <w:rsid w:val="004D3E7F"/>
    <w:rsid w:val="004D4135"/>
    <w:rsid w:val="004D439E"/>
    <w:rsid w:val="004D4937"/>
    <w:rsid w:val="004D4BEE"/>
    <w:rsid w:val="004D70F0"/>
    <w:rsid w:val="004D75E7"/>
    <w:rsid w:val="004D7D26"/>
    <w:rsid w:val="004E03EA"/>
    <w:rsid w:val="004E0938"/>
    <w:rsid w:val="004E1115"/>
    <w:rsid w:val="004E14DD"/>
    <w:rsid w:val="004E15F8"/>
    <w:rsid w:val="004E19AD"/>
    <w:rsid w:val="004E1CE7"/>
    <w:rsid w:val="004E1EEC"/>
    <w:rsid w:val="004E20E3"/>
    <w:rsid w:val="004E2FC6"/>
    <w:rsid w:val="004E3489"/>
    <w:rsid w:val="004E3EC1"/>
    <w:rsid w:val="004E47CB"/>
    <w:rsid w:val="004E4DFB"/>
    <w:rsid w:val="004E584C"/>
    <w:rsid w:val="004E6839"/>
    <w:rsid w:val="004E7254"/>
    <w:rsid w:val="004F1234"/>
    <w:rsid w:val="004F1B92"/>
    <w:rsid w:val="004F34C7"/>
    <w:rsid w:val="004F34CD"/>
    <w:rsid w:val="004F3861"/>
    <w:rsid w:val="004F3B0F"/>
    <w:rsid w:val="004F548E"/>
    <w:rsid w:val="004F58C3"/>
    <w:rsid w:val="004F6441"/>
    <w:rsid w:val="004F6BDF"/>
    <w:rsid w:val="004F73AA"/>
    <w:rsid w:val="004F742E"/>
    <w:rsid w:val="004F7487"/>
    <w:rsid w:val="004F7A36"/>
    <w:rsid w:val="004F7C81"/>
    <w:rsid w:val="004F7FCA"/>
    <w:rsid w:val="00500721"/>
    <w:rsid w:val="00501552"/>
    <w:rsid w:val="0050219F"/>
    <w:rsid w:val="00503022"/>
    <w:rsid w:val="00503785"/>
    <w:rsid w:val="0050469C"/>
    <w:rsid w:val="005049A5"/>
    <w:rsid w:val="00504C13"/>
    <w:rsid w:val="00504C77"/>
    <w:rsid w:val="00505466"/>
    <w:rsid w:val="00505492"/>
    <w:rsid w:val="00505855"/>
    <w:rsid w:val="005059D7"/>
    <w:rsid w:val="0050661E"/>
    <w:rsid w:val="005066F0"/>
    <w:rsid w:val="00506DDF"/>
    <w:rsid w:val="00507737"/>
    <w:rsid w:val="005077C7"/>
    <w:rsid w:val="0051007C"/>
    <w:rsid w:val="005101CF"/>
    <w:rsid w:val="00510F4D"/>
    <w:rsid w:val="00511A3F"/>
    <w:rsid w:val="00513A66"/>
    <w:rsid w:val="00513C3E"/>
    <w:rsid w:val="005140F4"/>
    <w:rsid w:val="005144A6"/>
    <w:rsid w:val="00514556"/>
    <w:rsid w:val="0051486F"/>
    <w:rsid w:val="00514ABD"/>
    <w:rsid w:val="00514ED4"/>
    <w:rsid w:val="0051621C"/>
    <w:rsid w:val="0051662A"/>
    <w:rsid w:val="00516BA1"/>
    <w:rsid w:val="00517244"/>
    <w:rsid w:val="00517424"/>
    <w:rsid w:val="00517C23"/>
    <w:rsid w:val="0052016C"/>
    <w:rsid w:val="0052030C"/>
    <w:rsid w:val="0052089F"/>
    <w:rsid w:val="005210FE"/>
    <w:rsid w:val="005216D3"/>
    <w:rsid w:val="00521A57"/>
    <w:rsid w:val="00522BDB"/>
    <w:rsid w:val="00522F22"/>
    <w:rsid w:val="00523A80"/>
    <w:rsid w:val="005241F8"/>
    <w:rsid w:val="00524419"/>
    <w:rsid w:val="00524A53"/>
    <w:rsid w:val="00524F74"/>
    <w:rsid w:val="00525961"/>
    <w:rsid w:val="00525FAA"/>
    <w:rsid w:val="005260B4"/>
    <w:rsid w:val="00526408"/>
    <w:rsid w:val="00526829"/>
    <w:rsid w:val="005270A8"/>
    <w:rsid w:val="0052777B"/>
    <w:rsid w:val="005324ED"/>
    <w:rsid w:val="00532F8E"/>
    <w:rsid w:val="0053387C"/>
    <w:rsid w:val="00533EAA"/>
    <w:rsid w:val="00535188"/>
    <w:rsid w:val="00535409"/>
    <w:rsid w:val="005360C6"/>
    <w:rsid w:val="00537342"/>
    <w:rsid w:val="00537800"/>
    <w:rsid w:val="0054096A"/>
    <w:rsid w:val="00540CD9"/>
    <w:rsid w:val="00541302"/>
    <w:rsid w:val="00541AAE"/>
    <w:rsid w:val="00541D60"/>
    <w:rsid w:val="00542528"/>
    <w:rsid w:val="00544770"/>
    <w:rsid w:val="00544CB1"/>
    <w:rsid w:val="00547696"/>
    <w:rsid w:val="00547B25"/>
    <w:rsid w:val="00550199"/>
    <w:rsid w:val="005501B3"/>
    <w:rsid w:val="00550773"/>
    <w:rsid w:val="005508AC"/>
    <w:rsid w:val="005513B3"/>
    <w:rsid w:val="0055154E"/>
    <w:rsid w:val="005516D6"/>
    <w:rsid w:val="005520AB"/>
    <w:rsid w:val="0055213E"/>
    <w:rsid w:val="00552528"/>
    <w:rsid w:val="00552717"/>
    <w:rsid w:val="00552CA3"/>
    <w:rsid w:val="005547A1"/>
    <w:rsid w:val="00556742"/>
    <w:rsid w:val="005571F1"/>
    <w:rsid w:val="00557882"/>
    <w:rsid w:val="00557B62"/>
    <w:rsid w:val="00557E0B"/>
    <w:rsid w:val="00560614"/>
    <w:rsid w:val="00560F16"/>
    <w:rsid w:val="005632B9"/>
    <w:rsid w:val="005637BA"/>
    <w:rsid w:val="00563E61"/>
    <w:rsid w:val="005641FA"/>
    <w:rsid w:val="00565882"/>
    <w:rsid w:val="005658CC"/>
    <w:rsid w:val="005668C0"/>
    <w:rsid w:val="00566A2A"/>
    <w:rsid w:val="00566B58"/>
    <w:rsid w:val="00566DF2"/>
    <w:rsid w:val="00570353"/>
    <w:rsid w:val="00570D4F"/>
    <w:rsid w:val="0057148F"/>
    <w:rsid w:val="0057163E"/>
    <w:rsid w:val="005722C9"/>
    <w:rsid w:val="00573308"/>
    <w:rsid w:val="00573703"/>
    <w:rsid w:val="0057464A"/>
    <w:rsid w:val="005750FF"/>
    <w:rsid w:val="00575E18"/>
    <w:rsid w:val="0057780D"/>
    <w:rsid w:val="00577C6C"/>
    <w:rsid w:val="00580D27"/>
    <w:rsid w:val="00581749"/>
    <w:rsid w:val="00581772"/>
    <w:rsid w:val="00581B1D"/>
    <w:rsid w:val="00581F2A"/>
    <w:rsid w:val="00582922"/>
    <w:rsid w:val="00584472"/>
    <w:rsid w:val="00584483"/>
    <w:rsid w:val="005851AA"/>
    <w:rsid w:val="00585424"/>
    <w:rsid w:val="005857A1"/>
    <w:rsid w:val="005866ED"/>
    <w:rsid w:val="00587415"/>
    <w:rsid w:val="005876B3"/>
    <w:rsid w:val="00590100"/>
    <w:rsid w:val="005906FA"/>
    <w:rsid w:val="00590B39"/>
    <w:rsid w:val="00592171"/>
    <w:rsid w:val="00592DE0"/>
    <w:rsid w:val="00593C5B"/>
    <w:rsid w:val="00594082"/>
    <w:rsid w:val="005941A3"/>
    <w:rsid w:val="00594A02"/>
    <w:rsid w:val="00594E9C"/>
    <w:rsid w:val="0059522B"/>
    <w:rsid w:val="00595E30"/>
    <w:rsid w:val="005962C9"/>
    <w:rsid w:val="005974FA"/>
    <w:rsid w:val="005974FD"/>
    <w:rsid w:val="0059761D"/>
    <w:rsid w:val="00597642"/>
    <w:rsid w:val="00597699"/>
    <w:rsid w:val="005A2E69"/>
    <w:rsid w:val="005A2FAE"/>
    <w:rsid w:val="005A4440"/>
    <w:rsid w:val="005A46EC"/>
    <w:rsid w:val="005A4CB8"/>
    <w:rsid w:val="005A555D"/>
    <w:rsid w:val="005A5B8F"/>
    <w:rsid w:val="005A66A4"/>
    <w:rsid w:val="005A6FDD"/>
    <w:rsid w:val="005A7104"/>
    <w:rsid w:val="005A76AF"/>
    <w:rsid w:val="005B0CE8"/>
    <w:rsid w:val="005B0F25"/>
    <w:rsid w:val="005B116B"/>
    <w:rsid w:val="005B1385"/>
    <w:rsid w:val="005B172B"/>
    <w:rsid w:val="005B172F"/>
    <w:rsid w:val="005B22CB"/>
    <w:rsid w:val="005B2DF3"/>
    <w:rsid w:val="005B336D"/>
    <w:rsid w:val="005B40A5"/>
    <w:rsid w:val="005B44EE"/>
    <w:rsid w:val="005B5909"/>
    <w:rsid w:val="005B676F"/>
    <w:rsid w:val="005B67A3"/>
    <w:rsid w:val="005B7191"/>
    <w:rsid w:val="005B7794"/>
    <w:rsid w:val="005B7AEB"/>
    <w:rsid w:val="005B7BC2"/>
    <w:rsid w:val="005B7D89"/>
    <w:rsid w:val="005C0897"/>
    <w:rsid w:val="005C0C98"/>
    <w:rsid w:val="005C122C"/>
    <w:rsid w:val="005C1B69"/>
    <w:rsid w:val="005C1F69"/>
    <w:rsid w:val="005C24BA"/>
    <w:rsid w:val="005C2B3D"/>
    <w:rsid w:val="005C2F0F"/>
    <w:rsid w:val="005C3652"/>
    <w:rsid w:val="005C37EF"/>
    <w:rsid w:val="005C3F29"/>
    <w:rsid w:val="005C52C7"/>
    <w:rsid w:val="005C5A0C"/>
    <w:rsid w:val="005C63CE"/>
    <w:rsid w:val="005C6458"/>
    <w:rsid w:val="005C65E4"/>
    <w:rsid w:val="005C6E9B"/>
    <w:rsid w:val="005C7056"/>
    <w:rsid w:val="005C7382"/>
    <w:rsid w:val="005C7526"/>
    <w:rsid w:val="005C7AD1"/>
    <w:rsid w:val="005C7D2E"/>
    <w:rsid w:val="005D072A"/>
    <w:rsid w:val="005D145B"/>
    <w:rsid w:val="005D19C3"/>
    <w:rsid w:val="005D20F0"/>
    <w:rsid w:val="005D2F94"/>
    <w:rsid w:val="005D2FA2"/>
    <w:rsid w:val="005D302F"/>
    <w:rsid w:val="005D345B"/>
    <w:rsid w:val="005D3657"/>
    <w:rsid w:val="005D3C3B"/>
    <w:rsid w:val="005D418C"/>
    <w:rsid w:val="005D4591"/>
    <w:rsid w:val="005D4750"/>
    <w:rsid w:val="005D582D"/>
    <w:rsid w:val="005D704A"/>
    <w:rsid w:val="005D71BA"/>
    <w:rsid w:val="005D7B24"/>
    <w:rsid w:val="005D7DAA"/>
    <w:rsid w:val="005E069F"/>
    <w:rsid w:val="005E165A"/>
    <w:rsid w:val="005E2702"/>
    <w:rsid w:val="005E270D"/>
    <w:rsid w:val="005E4A96"/>
    <w:rsid w:val="005E4B83"/>
    <w:rsid w:val="005E549F"/>
    <w:rsid w:val="005E5802"/>
    <w:rsid w:val="005E5B8C"/>
    <w:rsid w:val="005E66B6"/>
    <w:rsid w:val="005E6E03"/>
    <w:rsid w:val="005E756F"/>
    <w:rsid w:val="005E75F0"/>
    <w:rsid w:val="005E7B6C"/>
    <w:rsid w:val="005E7E2F"/>
    <w:rsid w:val="005F02BC"/>
    <w:rsid w:val="005F0819"/>
    <w:rsid w:val="005F1379"/>
    <w:rsid w:val="005F14CF"/>
    <w:rsid w:val="005F14DB"/>
    <w:rsid w:val="005F1740"/>
    <w:rsid w:val="005F1E41"/>
    <w:rsid w:val="005F38FE"/>
    <w:rsid w:val="005F4037"/>
    <w:rsid w:val="005F4144"/>
    <w:rsid w:val="005F42DE"/>
    <w:rsid w:val="005F4F2A"/>
    <w:rsid w:val="005F51BF"/>
    <w:rsid w:val="005F57C2"/>
    <w:rsid w:val="005F5B1A"/>
    <w:rsid w:val="005F5C9A"/>
    <w:rsid w:val="005F5D4D"/>
    <w:rsid w:val="005F6590"/>
    <w:rsid w:val="005F78FD"/>
    <w:rsid w:val="006003F2"/>
    <w:rsid w:val="006013D1"/>
    <w:rsid w:val="00601993"/>
    <w:rsid w:val="00601B17"/>
    <w:rsid w:val="006022C6"/>
    <w:rsid w:val="00602DE3"/>
    <w:rsid w:val="00602F91"/>
    <w:rsid w:val="0060440F"/>
    <w:rsid w:val="00604447"/>
    <w:rsid w:val="00604E31"/>
    <w:rsid w:val="00605186"/>
    <w:rsid w:val="006052A8"/>
    <w:rsid w:val="0060538D"/>
    <w:rsid w:val="006057D5"/>
    <w:rsid w:val="006059E3"/>
    <w:rsid w:val="00610C2B"/>
    <w:rsid w:val="00610FD0"/>
    <w:rsid w:val="00611162"/>
    <w:rsid w:val="006114FB"/>
    <w:rsid w:val="006118AC"/>
    <w:rsid w:val="00611AF8"/>
    <w:rsid w:val="00612118"/>
    <w:rsid w:val="00612B1B"/>
    <w:rsid w:val="00612C0B"/>
    <w:rsid w:val="006132AB"/>
    <w:rsid w:val="00613FD6"/>
    <w:rsid w:val="00614EEE"/>
    <w:rsid w:val="00615161"/>
    <w:rsid w:val="0061522A"/>
    <w:rsid w:val="00615FA5"/>
    <w:rsid w:val="00616021"/>
    <w:rsid w:val="00616396"/>
    <w:rsid w:val="0061693C"/>
    <w:rsid w:val="00617239"/>
    <w:rsid w:val="006178B0"/>
    <w:rsid w:val="006206A7"/>
    <w:rsid w:val="0062180A"/>
    <w:rsid w:val="0062228B"/>
    <w:rsid w:val="00623DDB"/>
    <w:rsid w:val="006244BE"/>
    <w:rsid w:val="006246B4"/>
    <w:rsid w:val="00624BCA"/>
    <w:rsid w:val="00624D6F"/>
    <w:rsid w:val="00625E47"/>
    <w:rsid w:val="0062605B"/>
    <w:rsid w:val="00626674"/>
    <w:rsid w:val="00626E63"/>
    <w:rsid w:val="00626EA4"/>
    <w:rsid w:val="00627BE3"/>
    <w:rsid w:val="00627EE5"/>
    <w:rsid w:val="00630388"/>
    <w:rsid w:val="00631266"/>
    <w:rsid w:val="0063173D"/>
    <w:rsid w:val="00632BF5"/>
    <w:rsid w:val="00633203"/>
    <w:rsid w:val="0063364A"/>
    <w:rsid w:val="00633C34"/>
    <w:rsid w:val="006342E0"/>
    <w:rsid w:val="00636A56"/>
    <w:rsid w:val="00636A7E"/>
    <w:rsid w:val="00637A21"/>
    <w:rsid w:val="00641DD6"/>
    <w:rsid w:val="00641E94"/>
    <w:rsid w:val="00642DBD"/>
    <w:rsid w:val="00643AF4"/>
    <w:rsid w:val="0064491C"/>
    <w:rsid w:val="006451BA"/>
    <w:rsid w:val="00646A77"/>
    <w:rsid w:val="0064722D"/>
    <w:rsid w:val="00647D57"/>
    <w:rsid w:val="006500F7"/>
    <w:rsid w:val="006502F7"/>
    <w:rsid w:val="006503FE"/>
    <w:rsid w:val="00651208"/>
    <w:rsid w:val="00651826"/>
    <w:rsid w:val="00651E44"/>
    <w:rsid w:val="00652F2C"/>
    <w:rsid w:val="006535B3"/>
    <w:rsid w:val="0065458F"/>
    <w:rsid w:val="00655699"/>
    <w:rsid w:val="006565F4"/>
    <w:rsid w:val="00657694"/>
    <w:rsid w:val="00657B95"/>
    <w:rsid w:val="00657F99"/>
    <w:rsid w:val="00660538"/>
    <w:rsid w:val="00660542"/>
    <w:rsid w:val="0066230F"/>
    <w:rsid w:val="00662880"/>
    <w:rsid w:val="00662C9F"/>
    <w:rsid w:val="00663C63"/>
    <w:rsid w:val="00663DDC"/>
    <w:rsid w:val="00664086"/>
    <w:rsid w:val="00664AB9"/>
    <w:rsid w:val="00664FA6"/>
    <w:rsid w:val="0066508A"/>
    <w:rsid w:val="006652E9"/>
    <w:rsid w:val="00665392"/>
    <w:rsid w:val="00665737"/>
    <w:rsid w:val="00665FC7"/>
    <w:rsid w:val="0066608F"/>
    <w:rsid w:val="00666FDE"/>
    <w:rsid w:val="00667BF4"/>
    <w:rsid w:val="00667F51"/>
    <w:rsid w:val="006701EA"/>
    <w:rsid w:val="00670487"/>
    <w:rsid w:val="00670883"/>
    <w:rsid w:val="00670A6A"/>
    <w:rsid w:val="00670EAD"/>
    <w:rsid w:val="00671537"/>
    <w:rsid w:val="006716E3"/>
    <w:rsid w:val="00671C14"/>
    <w:rsid w:val="00672875"/>
    <w:rsid w:val="00672A63"/>
    <w:rsid w:val="006738AA"/>
    <w:rsid w:val="0067419A"/>
    <w:rsid w:val="0067424F"/>
    <w:rsid w:val="00674C68"/>
    <w:rsid w:val="00675A98"/>
    <w:rsid w:val="00675C96"/>
    <w:rsid w:val="00675DB5"/>
    <w:rsid w:val="00677423"/>
    <w:rsid w:val="00677C8B"/>
    <w:rsid w:val="00677EB7"/>
    <w:rsid w:val="00681144"/>
    <w:rsid w:val="006814FB"/>
    <w:rsid w:val="00681589"/>
    <w:rsid w:val="006817C6"/>
    <w:rsid w:val="00681837"/>
    <w:rsid w:val="00681E3F"/>
    <w:rsid w:val="00682402"/>
    <w:rsid w:val="00682406"/>
    <w:rsid w:val="00683212"/>
    <w:rsid w:val="00683837"/>
    <w:rsid w:val="0068411B"/>
    <w:rsid w:val="00684E4D"/>
    <w:rsid w:val="00685091"/>
    <w:rsid w:val="00685213"/>
    <w:rsid w:val="006857F3"/>
    <w:rsid w:val="00685D61"/>
    <w:rsid w:val="00686118"/>
    <w:rsid w:val="006868B3"/>
    <w:rsid w:val="00686911"/>
    <w:rsid w:val="006872E5"/>
    <w:rsid w:val="00687858"/>
    <w:rsid w:val="006879F5"/>
    <w:rsid w:val="006879FA"/>
    <w:rsid w:val="00690E21"/>
    <w:rsid w:val="00691084"/>
    <w:rsid w:val="006926B2"/>
    <w:rsid w:val="00692C58"/>
    <w:rsid w:val="00693B06"/>
    <w:rsid w:val="006943AE"/>
    <w:rsid w:val="00694C5A"/>
    <w:rsid w:val="00694DE6"/>
    <w:rsid w:val="00695453"/>
    <w:rsid w:val="006954B6"/>
    <w:rsid w:val="006961BD"/>
    <w:rsid w:val="00696C62"/>
    <w:rsid w:val="006972EB"/>
    <w:rsid w:val="00697585"/>
    <w:rsid w:val="006A047C"/>
    <w:rsid w:val="006A1B3B"/>
    <w:rsid w:val="006A1D01"/>
    <w:rsid w:val="006A1E50"/>
    <w:rsid w:val="006A29DA"/>
    <w:rsid w:val="006A2ECB"/>
    <w:rsid w:val="006A356E"/>
    <w:rsid w:val="006A3A55"/>
    <w:rsid w:val="006A45FB"/>
    <w:rsid w:val="006A4F94"/>
    <w:rsid w:val="006A5A45"/>
    <w:rsid w:val="006A5BFE"/>
    <w:rsid w:val="006A5F9C"/>
    <w:rsid w:val="006A648D"/>
    <w:rsid w:val="006A72D5"/>
    <w:rsid w:val="006A77FD"/>
    <w:rsid w:val="006A7F60"/>
    <w:rsid w:val="006B00EF"/>
    <w:rsid w:val="006B1244"/>
    <w:rsid w:val="006B2879"/>
    <w:rsid w:val="006B295D"/>
    <w:rsid w:val="006B3CDA"/>
    <w:rsid w:val="006B4959"/>
    <w:rsid w:val="006B5597"/>
    <w:rsid w:val="006B59CF"/>
    <w:rsid w:val="006B5DBB"/>
    <w:rsid w:val="006B5E02"/>
    <w:rsid w:val="006B7293"/>
    <w:rsid w:val="006B7642"/>
    <w:rsid w:val="006B76F0"/>
    <w:rsid w:val="006B7899"/>
    <w:rsid w:val="006B7C0B"/>
    <w:rsid w:val="006B7F0D"/>
    <w:rsid w:val="006B7FDE"/>
    <w:rsid w:val="006C05EC"/>
    <w:rsid w:val="006C1231"/>
    <w:rsid w:val="006C1A15"/>
    <w:rsid w:val="006C1D5D"/>
    <w:rsid w:val="006C1ECD"/>
    <w:rsid w:val="006C2705"/>
    <w:rsid w:val="006C4CED"/>
    <w:rsid w:val="006C4F6C"/>
    <w:rsid w:val="006C5F47"/>
    <w:rsid w:val="006C6162"/>
    <w:rsid w:val="006C6695"/>
    <w:rsid w:val="006C6F7F"/>
    <w:rsid w:val="006C6FA8"/>
    <w:rsid w:val="006C72A7"/>
    <w:rsid w:val="006C7D91"/>
    <w:rsid w:val="006C7DE7"/>
    <w:rsid w:val="006C7EF7"/>
    <w:rsid w:val="006D09CE"/>
    <w:rsid w:val="006D0E68"/>
    <w:rsid w:val="006D27EC"/>
    <w:rsid w:val="006D2D7D"/>
    <w:rsid w:val="006D34FE"/>
    <w:rsid w:val="006D43FD"/>
    <w:rsid w:val="006D6951"/>
    <w:rsid w:val="006D6CD9"/>
    <w:rsid w:val="006D70B4"/>
    <w:rsid w:val="006D7639"/>
    <w:rsid w:val="006D7A3F"/>
    <w:rsid w:val="006E019C"/>
    <w:rsid w:val="006E0CF0"/>
    <w:rsid w:val="006E12C6"/>
    <w:rsid w:val="006E1410"/>
    <w:rsid w:val="006E20A0"/>
    <w:rsid w:val="006E21E3"/>
    <w:rsid w:val="006E274C"/>
    <w:rsid w:val="006E2B63"/>
    <w:rsid w:val="006E3DC5"/>
    <w:rsid w:val="006E56E8"/>
    <w:rsid w:val="006E5A93"/>
    <w:rsid w:val="006E5D99"/>
    <w:rsid w:val="006E61CE"/>
    <w:rsid w:val="006E6EBD"/>
    <w:rsid w:val="006E7176"/>
    <w:rsid w:val="006F0BB5"/>
    <w:rsid w:val="006F1760"/>
    <w:rsid w:val="006F181F"/>
    <w:rsid w:val="006F2863"/>
    <w:rsid w:val="006F2AF5"/>
    <w:rsid w:val="006F2C54"/>
    <w:rsid w:val="006F4128"/>
    <w:rsid w:val="006F4332"/>
    <w:rsid w:val="006F4AA2"/>
    <w:rsid w:val="006F5197"/>
    <w:rsid w:val="006F543D"/>
    <w:rsid w:val="006F65DD"/>
    <w:rsid w:val="006F7C83"/>
    <w:rsid w:val="0070090A"/>
    <w:rsid w:val="00701187"/>
    <w:rsid w:val="007021D5"/>
    <w:rsid w:val="00702DCF"/>
    <w:rsid w:val="0070389C"/>
    <w:rsid w:val="007056D2"/>
    <w:rsid w:val="00705A8D"/>
    <w:rsid w:val="00706114"/>
    <w:rsid w:val="00706A11"/>
    <w:rsid w:val="00706E63"/>
    <w:rsid w:val="00707730"/>
    <w:rsid w:val="00710396"/>
    <w:rsid w:val="0071054C"/>
    <w:rsid w:val="007105BD"/>
    <w:rsid w:val="0071080D"/>
    <w:rsid w:val="00710945"/>
    <w:rsid w:val="00712C27"/>
    <w:rsid w:val="007133DD"/>
    <w:rsid w:val="0071359D"/>
    <w:rsid w:val="0071380E"/>
    <w:rsid w:val="00713BB2"/>
    <w:rsid w:val="00713E39"/>
    <w:rsid w:val="00714146"/>
    <w:rsid w:val="0071491F"/>
    <w:rsid w:val="00714A14"/>
    <w:rsid w:val="007157BE"/>
    <w:rsid w:val="00716A4B"/>
    <w:rsid w:val="00716E90"/>
    <w:rsid w:val="00717177"/>
    <w:rsid w:val="0071772C"/>
    <w:rsid w:val="00720B3C"/>
    <w:rsid w:val="0072142B"/>
    <w:rsid w:val="0072186A"/>
    <w:rsid w:val="007225D3"/>
    <w:rsid w:val="00722F08"/>
    <w:rsid w:val="00724433"/>
    <w:rsid w:val="007256A6"/>
    <w:rsid w:val="007261D6"/>
    <w:rsid w:val="00726616"/>
    <w:rsid w:val="00726AC4"/>
    <w:rsid w:val="007303AD"/>
    <w:rsid w:val="00730867"/>
    <w:rsid w:val="00730C4C"/>
    <w:rsid w:val="00730E82"/>
    <w:rsid w:val="007319BF"/>
    <w:rsid w:val="007319CE"/>
    <w:rsid w:val="00731C76"/>
    <w:rsid w:val="007327B1"/>
    <w:rsid w:val="00732DB2"/>
    <w:rsid w:val="00733148"/>
    <w:rsid w:val="00733974"/>
    <w:rsid w:val="00734118"/>
    <w:rsid w:val="00734688"/>
    <w:rsid w:val="007349B9"/>
    <w:rsid w:val="00734AB3"/>
    <w:rsid w:val="00734DCF"/>
    <w:rsid w:val="0073510D"/>
    <w:rsid w:val="00735CDA"/>
    <w:rsid w:val="00736AEC"/>
    <w:rsid w:val="0073720D"/>
    <w:rsid w:val="00737880"/>
    <w:rsid w:val="00737928"/>
    <w:rsid w:val="007400DC"/>
    <w:rsid w:val="0074017B"/>
    <w:rsid w:val="00740544"/>
    <w:rsid w:val="007405C1"/>
    <w:rsid w:val="00740DAB"/>
    <w:rsid w:val="007413F5"/>
    <w:rsid w:val="007419B5"/>
    <w:rsid w:val="007423F6"/>
    <w:rsid w:val="007425AA"/>
    <w:rsid w:val="007427FD"/>
    <w:rsid w:val="00742DF3"/>
    <w:rsid w:val="00742FE0"/>
    <w:rsid w:val="00744301"/>
    <w:rsid w:val="0074454A"/>
    <w:rsid w:val="00744B78"/>
    <w:rsid w:val="0074525A"/>
    <w:rsid w:val="007453A8"/>
    <w:rsid w:val="00746A6A"/>
    <w:rsid w:val="00746F1E"/>
    <w:rsid w:val="00747931"/>
    <w:rsid w:val="0075120F"/>
    <w:rsid w:val="00752524"/>
    <w:rsid w:val="00753A8F"/>
    <w:rsid w:val="00754498"/>
    <w:rsid w:val="00754650"/>
    <w:rsid w:val="00754653"/>
    <w:rsid w:val="0075475E"/>
    <w:rsid w:val="00754B0B"/>
    <w:rsid w:val="00754FE7"/>
    <w:rsid w:val="00755AFA"/>
    <w:rsid w:val="00755C01"/>
    <w:rsid w:val="00755E27"/>
    <w:rsid w:val="007561B4"/>
    <w:rsid w:val="00756359"/>
    <w:rsid w:val="00756A89"/>
    <w:rsid w:val="0075753B"/>
    <w:rsid w:val="00757997"/>
    <w:rsid w:val="00760EF5"/>
    <w:rsid w:val="00760FA7"/>
    <w:rsid w:val="00761116"/>
    <w:rsid w:val="00761A6B"/>
    <w:rsid w:val="00764034"/>
    <w:rsid w:val="0076443B"/>
    <w:rsid w:val="007655B4"/>
    <w:rsid w:val="00765C03"/>
    <w:rsid w:val="00766345"/>
    <w:rsid w:val="007677FF"/>
    <w:rsid w:val="00767F74"/>
    <w:rsid w:val="0077127D"/>
    <w:rsid w:val="00771361"/>
    <w:rsid w:val="007714F5"/>
    <w:rsid w:val="00771DA5"/>
    <w:rsid w:val="00772D32"/>
    <w:rsid w:val="00773503"/>
    <w:rsid w:val="00773944"/>
    <w:rsid w:val="00773ADA"/>
    <w:rsid w:val="00773B1B"/>
    <w:rsid w:val="00774250"/>
    <w:rsid w:val="007748A8"/>
    <w:rsid w:val="007751F2"/>
    <w:rsid w:val="007752CE"/>
    <w:rsid w:val="00775499"/>
    <w:rsid w:val="007759E1"/>
    <w:rsid w:val="00776680"/>
    <w:rsid w:val="00776D8B"/>
    <w:rsid w:val="007778E3"/>
    <w:rsid w:val="00780110"/>
    <w:rsid w:val="00780DD9"/>
    <w:rsid w:val="00781A4A"/>
    <w:rsid w:val="00781DF9"/>
    <w:rsid w:val="00781E19"/>
    <w:rsid w:val="00782217"/>
    <w:rsid w:val="00782629"/>
    <w:rsid w:val="007827E9"/>
    <w:rsid w:val="00783138"/>
    <w:rsid w:val="00783B20"/>
    <w:rsid w:val="00784095"/>
    <w:rsid w:val="007842D0"/>
    <w:rsid w:val="00784591"/>
    <w:rsid w:val="00784892"/>
    <w:rsid w:val="007849A2"/>
    <w:rsid w:val="00784D09"/>
    <w:rsid w:val="00784E67"/>
    <w:rsid w:val="00784EA9"/>
    <w:rsid w:val="00785D37"/>
    <w:rsid w:val="00785EBE"/>
    <w:rsid w:val="00785F34"/>
    <w:rsid w:val="007863A3"/>
    <w:rsid w:val="007868CA"/>
    <w:rsid w:val="00790812"/>
    <w:rsid w:val="007909C4"/>
    <w:rsid w:val="00792B37"/>
    <w:rsid w:val="00792C0F"/>
    <w:rsid w:val="00794023"/>
    <w:rsid w:val="007941DD"/>
    <w:rsid w:val="007946BF"/>
    <w:rsid w:val="00795573"/>
    <w:rsid w:val="00795B3A"/>
    <w:rsid w:val="0079609C"/>
    <w:rsid w:val="0079612F"/>
    <w:rsid w:val="00796205"/>
    <w:rsid w:val="007966F0"/>
    <w:rsid w:val="007970A9"/>
    <w:rsid w:val="00797891"/>
    <w:rsid w:val="007A01F6"/>
    <w:rsid w:val="007A0F04"/>
    <w:rsid w:val="007A0FBE"/>
    <w:rsid w:val="007A116D"/>
    <w:rsid w:val="007A1A8E"/>
    <w:rsid w:val="007A2355"/>
    <w:rsid w:val="007A2396"/>
    <w:rsid w:val="007A2651"/>
    <w:rsid w:val="007A37CB"/>
    <w:rsid w:val="007A3F94"/>
    <w:rsid w:val="007A4017"/>
    <w:rsid w:val="007A40A2"/>
    <w:rsid w:val="007A437A"/>
    <w:rsid w:val="007A4718"/>
    <w:rsid w:val="007A4EC6"/>
    <w:rsid w:val="007A55F2"/>
    <w:rsid w:val="007A6659"/>
    <w:rsid w:val="007A69BD"/>
    <w:rsid w:val="007A6BB2"/>
    <w:rsid w:val="007B04B6"/>
    <w:rsid w:val="007B1211"/>
    <w:rsid w:val="007B18D9"/>
    <w:rsid w:val="007B1B2B"/>
    <w:rsid w:val="007B1CAF"/>
    <w:rsid w:val="007B30A6"/>
    <w:rsid w:val="007B4788"/>
    <w:rsid w:val="007B49F3"/>
    <w:rsid w:val="007B50E3"/>
    <w:rsid w:val="007B5514"/>
    <w:rsid w:val="007B57EB"/>
    <w:rsid w:val="007B5B9E"/>
    <w:rsid w:val="007B5C87"/>
    <w:rsid w:val="007B5CDE"/>
    <w:rsid w:val="007B5FB4"/>
    <w:rsid w:val="007B62F5"/>
    <w:rsid w:val="007B663C"/>
    <w:rsid w:val="007C01BF"/>
    <w:rsid w:val="007C0A2D"/>
    <w:rsid w:val="007C166F"/>
    <w:rsid w:val="007C29D8"/>
    <w:rsid w:val="007C34EA"/>
    <w:rsid w:val="007C3A99"/>
    <w:rsid w:val="007C415F"/>
    <w:rsid w:val="007C4200"/>
    <w:rsid w:val="007C5786"/>
    <w:rsid w:val="007C5954"/>
    <w:rsid w:val="007C602A"/>
    <w:rsid w:val="007C63EA"/>
    <w:rsid w:val="007D0F86"/>
    <w:rsid w:val="007D10BC"/>
    <w:rsid w:val="007D12CC"/>
    <w:rsid w:val="007D18C3"/>
    <w:rsid w:val="007D1B50"/>
    <w:rsid w:val="007D3130"/>
    <w:rsid w:val="007D41F6"/>
    <w:rsid w:val="007D4E95"/>
    <w:rsid w:val="007D63C5"/>
    <w:rsid w:val="007D6866"/>
    <w:rsid w:val="007D75CF"/>
    <w:rsid w:val="007D763B"/>
    <w:rsid w:val="007D78EF"/>
    <w:rsid w:val="007D7F0D"/>
    <w:rsid w:val="007E01B9"/>
    <w:rsid w:val="007E0940"/>
    <w:rsid w:val="007E0B92"/>
    <w:rsid w:val="007E1083"/>
    <w:rsid w:val="007E16E9"/>
    <w:rsid w:val="007E2BA7"/>
    <w:rsid w:val="007E329A"/>
    <w:rsid w:val="007E398F"/>
    <w:rsid w:val="007E3A87"/>
    <w:rsid w:val="007E593C"/>
    <w:rsid w:val="007E5C61"/>
    <w:rsid w:val="007E655F"/>
    <w:rsid w:val="007E7E7F"/>
    <w:rsid w:val="007F0D61"/>
    <w:rsid w:val="007F1CA7"/>
    <w:rsid w:val="007F1D94"/>
    <w:rsid w:val="007F2184"/>
    <w:rsid w:val="007F2660"/>
    <w:rsid w:val="007F2B6A"/>
    <w:rsid w:val="007F319F"/>
    <w:rsid w:val="007F3B06"/>
    <w:rsid w:val="007F44CD"/>
    <w:rsid w:val="007F4692"/>
    <w:rsid w:val="007F4BB8"/>
    <w:rsid w:val="007F64C4"/>
    <w:rsid w:val="007F6C6F"/>
    <w:rsid w:val="007F737E"/>
    <w:rsid w:val="007F7D7C"/>
    <w:rsid w:val="008004B3"/>
    <w:rsid w:val="00800C95"/>
    <w:rsid w:val="0080126A"/>
    <w:rsid w:val="008015B8"/>
    <w:rsid w:val="00801DF7"/>
    <w:rsid w:val="00801EB0"/>
    <w:rsid w:val="00801F8C"/>
    <w:rsid w:val="008029AA"/>
    <w:rsid w:val="008033EA"/>
    <w:rsid w:val="00803FFA"/>
    <w:rsid w:val="00804C26"/>
    <w:rsid w:val="00804F5B"/>
    <w:rsid w:val="00805924"/>
    <w:rsid w:val="008067FC"/>
    <w:rsid w:val="00806B58"/>
    <w:rsid w:val="008078BD"/>
    <w:rsid w:val="0081047D"/>
    <w:rsid w:val="00811E31"/>
    <w:rsid w:val="0081354F"/>
    <w:rsid w:val="00813658"/>
    <w:rsid w:val="00814A98"/>
    <w:rsid w:val="00814D0B"/>
    <w:rsid w:val="00814D6D"/>
    <w:rsid w:val="00814E2D"/>
    <w:rsid w:val="008156AA"/>
    <w:rsid w:val="00816856"/>
    <w:rsid w:val="00817077"/>
    <w:rsid w:val="008200AB"/>
    <w:rsid w:val="0082138E"/>
    <w:rsid w:val="008215C0"/>
    <w:rsid w:val="008220D4"/>
    <w:rsid w:val="00822DBC"/>
    <w:rsid w:val="00822DD8"/>
    <w:rsid w:val="00822E6B"/>
    <w:rsid w:val="00822EC9"/>
    <w:rsid w:val="0082394E"/>
    <w:rsid w:val="00823A4B"/>
    <w:rsid w:val="00824D70"/>
    <w:rsid w:val="00825B35"/>
    <w:rsid w:val="00825BB5"/>
    <w:rsid w:val="00825D3F"/>
    <w:rsid w:val="00826827"/>
    <w:rsid w:val="00827016"/>
    <w:rsid w:val="008272F6"/>
    <w:rsid w:val="00830C9C"/>
    <w:rsid w:val="00831ABE"/>
    <w:rsid w:val="00831F89"/>
    <w:rsid w:val="00832AC4"/>
    <w:rsid w:val="00833AB1"/>
    <w:rsid w:val="00835408"/>
    <w:rsid w:val="00835525"/>
    <w:rsid w:val="00835835"/>
    <w:rsid w:val="00836853"/>
    <w:rsid w:val="00836C96"/>
    <w:rsid w:val="00836E72"/>
    <w:rsid w:val="00836F3F"/>
    <w:rsid w:val="008376B8"/>
    <w:rsid w:val="0084097A"/>
    <w:rsid w:val="00841A9F"/>
    <w:rsid w:val="00841E8F"/>
    <w:rsid w:val="00842282"/>
    <w:rsid w:val="0084306D"/>
    <w:rsid w:val="008436CC"/>
    <w:rsid w:val="00843DC7"/>
    <w:rsid w:val="0084512C"/>
    <w:rsid w:val="00846121"/>
    <w:rsid w:val="00846578"/>
    <w:rsid w:val="008468D6"/>
    <w:rsid w:val="00846BD9"/>
    <w:rsid w:val="00846C42"/>
    <w:rsid w:val="008505E3"/>
    <w:rsid w:val="0085076E"/>
    <w:rsid w:val="008509FD"/>
    <w:rsid w:val="00851799"/>
    <w:rsid w:val="00851A89"/>
    <w:rsid w:val="00851AA8"/>
    <w:rsid w:val="008521C5"/>
    <w:rsid w:val="008523CE"/>
    <w:rsid w:val="00852DE0"/>
    <w:rsid w:val="00853059"/>
    <w:rsid w:val="00853FA5"/>
    <w:rsid w:val="00854DE3"/>
    <w:rsid w:val="008551B6"/>
    <w:rsid w:val="0085553A"/>
    <w:rsid w:val="008556A8"/>
    <w:rsid w:val="00855B1B"/>
    <w:rsid w:val="00856480"/>
    <w:rsid w:val="008565FC"/>
    <w:rsid w:val="008571D0"/>
    <w:rsid w:val="008578E9"/>
    <w:rsid w:val="00857FB0"/>
    <w:rsid w:val="00861A60"/>
    <w:rsid w:val="00861D67"/>
    <w:rsid w:val="0086339F"/>
    <w:rsid w:val="008633FE"/>
    <w:rsid w:val="00863620"/>
    <w:rsid w:val="00863C92"/>
    <w:rsid w:val="00864174"/>
    <w:rsid w:val="00865A22"/>
    <w:rsid w:val="00867115"/>
    <w:rsid w:val="008675F9"/>
    <w:rsid w:val="00867813"/>
    <w:rsid w:val="00867BED"/>
    <w:rsid w:val="008701B9"/>
    <w:rsid w:val="0087036A"/>
    <w:rsid w:val="00870A30"/>
    <w:rsid w:val="00871139"/>
    <w:rsid w:val="00871C77"/>
    <w:rsid w:val="00872372"/>
    <w:rsid w:val="00872E8F"/>
    <w:rsid w:val="0087384A"/>
    <w:rsid w:val="00873DAE"/>
    <w:rsid w:val="00874B4A"/>
    <w:rsid w:val="00874C55"/>
    <w:rsid w:val="008753CD"/>
    <w:rsid w:val="00875444"/>
    <w:rsid w:val="00875B03"/>
    <w:rsid w:val="00877819"/>
    <w:rsid w:val="00877828"/>
    <w:rsid w:val="00877E9F"/>
    <w:rsid w:val="00877F16"/>
    <w:rsid w:val="0088045D"/>
    <w:rsid w:val="008818D0"/>
    <w:rsid w:val="00882B16"/>
    <w:rsid w:val="00882DB8"/>
    <w:rsid w:val="0088353A"/>
    <w:rsid w:val="008838AE"/>
    <w:rsid w:val="008842B7"/>
    <w:rsid w:val="008844E8"/>
    <w:rsid w:val="008847D2"/>
    <w:rsid w:val="008853C4"/>
    <w:rsid w:val="00885523"/>
    <w:rsid w:val="00885782"/>
    <w:rsid w:val="00885FC4"/>
    <w:rsid w:val="008870AC"/>
    <w:rsid w:val="008877D1"/>
    <w:rsid w:val="00890007"/>
    <w:rsid w:val="008912FE"/>
    <w:rsid w:val="0089164D"/>
    <w:rsid w:val="008927DC"/>
    <w:rsid w:val="008927DE"/>
    <w:rsid w:val="00894659"/>
    <w:rsid w:val="00896899"/>
    <w:rsid w:val="008969AC"/>
    <w:rsid w:val="00897A5C"/>
    <w:rsid w:val="00897F8C"/>
    <w:rsid w:val="008A0C91"/>
    <w:rsid w:val="008A22D0"/>
    <w:rsid w:val="008A2DE1"/>
    <w:rsid w:val="008A30F3"/>
    <w:rsid w:val="008A332E"/>
    <w:rsid w:val="008A435A"/>
    <w:rsid w:val="008A45EC"/>
    <w:rsid w:val="008A46A2"/>
    <w:rsid w:val="008A4DA1"/>
    <w:rsid w:val="008A5B2F"/>
    <w:rsid w:val="008A64C9"/>
    <w:rsid w:val="008A69FA"/>
    <w:rsid w:val="008A70F7"/>
    <w:rsid w:val="008A77BC"/>
    <w:rsid w:val="008A7885"/>
    <w:rsid w:val="008B05CA"/>
    <w:rsid w:val="008B0750"/>
    <w:rsid w:val="008B0B76"/>
    <w:rsid w:val="008B0DA6"/>
    <w:rsid w:val="008B0FEC"/>
    <w:rsid w:val="008B2B7E"/>
    <w:rsid w:val="008B35EF"/>
    <w:rsid w:val="008B3939"/>
    <w:rsid w:val="008B5A4D"/>
    <w:rsid w:val="008B6ED0"/>
    <w:rsid w:val="008B789C"/>
    <w:rsid w:val="008B79E9"/>
    <w:rsid w:val="008C0623"/>
    <w:rsid w:val="008C1069"/>
    <w:rsid w:val="008C1348"/>
    <w:rsid w:val="008C16ED"/>
    <w:rsid w:val="008C1ED9"/>
    <w:rsid w:val="008C273B"/>
    <w:rsid w:val="008C3121"/>
    <w:rsid w:val="008C3521"/>
    <w:rsid w:val="008C3838"/>
    <w:rsid w:val="008C3956"/>
    <w:rsid w:val="008C40C5"/>
    <w:rsid w:val="008C454A"/>
    <w:rsid w:val="008C49CC"/>
    <w:rsid w:val="008C4C00"/>
    <w:rsid w:val="008C4CED"/>
    <w:rsid w:val="008C5C06"/>
    <w:rsid w:val="008C697B"/>
    <w:rsid w:val="008C6C9A"/>
    <w:rsid w:val="008C706C"/>
    <w:rsid w:val="008C7DCA"/>
    <w:rsid w:val="008D01DF"/>
    <w:rsid w:val="008D034C"/>
    <w:rsid w:val="008D0D1D"/>
    <w:rsid w:val="008D121B"/>
    <w:rsid w:val="008D2121"/>
    <w:rsid w:val="008D2138"/>
    <w:rsid w:val="008D26A5"/>
    <w:rsid w:val="008D2810"/>
    <w:rsid w:val="008D2B3A"/>
    <w:rsid w:val="008D4ABD"/>
    <w:rsid w:val="008D54B2"/>
    <w:rsid w:val="008D580A"/>
    <w:rsid w:val="008D5ACC"/>
    <w:rsid w:val="008D5E48"/>
    <w:rsid w:val="008D65E8"/>
    <w:rsid w:val="008D7F92"/>
    <w:rsid w:val="008E160D"/>
    <w:rsid w:val="008E20FE"/>
    <w:rsid w:val="008E2177"/>
    <w:rsid w:val="008E2531"/>
    <w:rsid w:val="008E2C61"/>
    <w:rsid w:val="008E36C6"/>
    <w:rsid w:val="008E43AA"/>
    <w:rsid w:val="008E4CF7"/>
    <w:rsid w:val="008E5523"/>
    <w:rsid w:val="008E5994"/>
    <w:rsid w:val="008E6C46"/>
    <w:rsid w:val="008E7BF5"/>
    <w:rsid w:val="008F02BB"/>
    <w:rsid w:val="008F0351"/>
    <w:rsid w:val="008F12EA"/>
    <w:rsid w:val="008F1FD1"/>
    <w:rsid w:val="008F2873"/>
    <w:rsid w:val="008F2F06"/>
    <w:rsid w:val="008F374C"/>
    <w:rsid w:val="008F4DC1"/>
    <w:rsid w:val="008F5C67"/>
    <w:rsid w:val="00900280"/>
    <w:rsid w:val="00900A8B"/>
    <w:rsid w:val="009013B9"/>
    <w:rsid w:val="0090232F"/>
    <w:rsid w:val="0090259D"/>
    <w:rsid w:val="0090278A"/>
    <w:rsid w:val="00903226"/>
    <w:rsid w:val="00904579"/>
    <w:rsid w:val="00904896"/>
    <w:rsid w:val="00905BF1"/>
    <w:rsid w:val="009062DC"/>
    <w:rsid w:val="00906F49"/>
    <w:rsid w:val="0090760F"/>
    <w:rsid w:val="00910AB8"/>
    <w:rsid w:val="00911CA7"/>
    <w:rsid w:val="0091246A"/>
    <w:rsid w:val="00912510"/>
    <w:rsid w:val="0091354D"/>
    <w:rsid w:val="0091433A"/>
    <w:rsid w:val="009152F6"/>
    <w:rsid w:val="009155DD"/>
    <w:rsid w:val="0091564B"/>
    <w:rsid w:val="00915889"/>
    <w:rsid w:val="00915CEF"/>
    <w:rsid w:val="00916104"/>
    <w:rsid w:val="009163CC"/>
    <w:rsid w:val="009168E6"/>
    <w:rsid w:val="009169BE"/>
    <w:rsid w:val="00916AC7"/>
    <w:rsid w:val="00916E98"/>
    <w:rsid w:val="00917187"/>
    <w:rsid w:val="009218C9"/>
    <w:rsid w:val="00921C55"/>
    <w:rsid w:val="00921D1B"/>
    <w:rsid w:val="00922155"/>
    <w:rsid w:val="00922BD2"/>
    <w:rsid w:val="00922F21"/>
    <w:rsid w:val="00922FA1"/>
    <w:rsid w:val="00925C1C"/>
    <w:rsid w:val="009265FF"/>
    <w:rsid w:val="009269CA"/>
    <w:rsid w:val="00926A79"/>
    <w:rsid w:val="00926A7B"/>
    <w:rsid w:val="009273E1"/>
    <w:rsid w:val="00927A2E"/>
    <w:rsid w:val="0093030D"/>
    <w:rsid w:val="00930B0F"/>
    <w:rsid w:val="00930EF4"/>
    <w:rsid w:val="0093126C"/>
    <w:rsid w:val="0093152F"/>
    <w:rsid w:val="00931AB8"/>
    <w:rsid w:val="00932213"/>
    <w:rsid w:val="0093311F"/>
    <w:rsid w:val="009331F7"/>
    <w:rsid w:val="00934DE3"/>
    <w:rsid w:val="00935EE9"/>
    <w:rsid w:val="0093618D"/>
    <w:rsid w:val="00936507"/>
    <w:rsid w:val="009368F8"/>
    <w:rsid w:val="00936D06"/>
    <w:rsid w:val="00937E7D"/>
    <w:rsid w:val="009403E6"/>
    <w:rsid w:val="00940C90"/>
    <w:rsid w:val="009416EE"/>
    <w:rsid w:val="00941780"/>
    <w:rsid w:val="00941AB0"/>
    <w:rsid w:val="00941FAD"/>
    <w:rsid w:val="00943157"/>
    <w:rsid w:val="00944486"/>
    <w:rsid w:val="009446E4"/>
    <w:rsid w:val="00944BFB"/>
    <w:rsid w:val="00944DF9"/>
    <w:rsid w:val="00945831"/>
    <w:rsid w:val="00945EF0"/>
    <w:rsid w:val="00946334"/>
    <w:rsid w:val="0094641C"/>
    <w:rsid w:val="0094733F"/>
    <w:rsid w:val="009473C4"/>
    <w:rsid w:val="009474C5"/>
    <w:rsid w:val="00947BED"/>
    <w:rsid w:val="009503DE"/>
    <w:rsid w:val="009504DB"/>
    <w:rsid w:val="00950DEA"/>
    <w:rsid w:val="00950E5D"/>
    <w:rsid w:val="0095171E"/>
    <w:rsid w:val="00951FA8"/>
    <w:rsid w:val="00952B59"/>
    <w:rsid w:val="00954D26"/>
    <w:rsid w:val="00954E68"/>
    <w:rsid w:val="009555D6"/>
    <w:rsid w:val="00955BBE"/>
    <w:rsid w:val="00955E46"/>
    <w:rsid w:val="0095668B"/>
    <w:rsid w:val="00956936"/>
    <w:rsid w:val="009569C6"/>
    <w:rsid w:val="0095706E"/>
    <w:rsid w:val="00957B8A"/>
    <w:rsid w:val="0096056C"/>
    <w:rsid w:val="00960C3D"/>
    <w:rsid w:val="00961324"/>
    <w:rsid w:val="0096190E"/>
    <w:rsid w:val="00962A27"/>
    <w:rsid w:val="0096374D"/>
    <w:rsid w:val="00963777"/>
    <w:rsid w:val="00963931"/>
    <w:rsid w:val="00963B14"/>
    <w:rsid w:val="009662FA"/>
    <w:rsid w:val="00966D37"/>
    <w:rsid w:val="00967720"/>
    <w:rsid w:val="009701B5"/>
    <w:rsid w:val="0097034C"/>
    <w:rsid w:val="00970695"/>
    <w:rsid w:val="00970848"/>
    <w:rsid w:val="00970F29"/>
    <w:rsid w:val="009710E1"/>
    <w:rsid w:val="0097131B"/>
    <w:rsid w:val="00971330"/>
    <w:rsid w:val="00971D9C"/>
    <w:rsid w:val="009721A0"/>
    <w:rsid w:val="00972270"/>
    <w:rsid w:val="00973DB6"/>
    <w:rsid w:val="0097501B"/>
    <w:rsid w:val="0097544E"/>
    <w:rsid w:val="009756B0"/>
    <w:rsid w:val="00976285"/>
    <w:rsid w:val="0097637F"/>
    <w:rsid w:val="0097734D"/>
    <w:rsid w:val="00977FE4"/>
    <w:rsid w:val="0098014F"/>
    <w:rsid w:val="009808E0"/>
    <w:rsid w:val="00981968"/>
    <w:rsid w:val="00981B9E"/>
    <w:rsid w:val="00982ACD"/>
    <w:rsid w:val="00982FB8"/>
    <w:rsid w:val="009834D0"/>
    <w:rsid w:val="0098362E"/>
    <w:rsid w:val="00983CFB"/>
    <w:rsid w:val="00984091"/>
    <w:rsid w:val="00984F29"/>
    <w:rsid w:val="00985B54"/>
    <w:rsid w:val="00986172"/>
    <w:rsid w:val="0098651D"/>
    <w:rsid w:val="00986654"/>
    <w:rsid w:val="00986A75"/>
    <w:rsid w:val="009879D1"/>
    <w:rsid w:val="00987E4B"/>
    <w:rsid w:val="009905C0"/>
    <w:rsid w:val="0099217F"/>
    <w:rsid w:val="009921A6"/>
    <w:rsid w:val="00992947"/>
    <w:rsid w:val="009931C4"/>
    <w:rsid w:val="0099484B"/>
    <w:rsid w:val="00994DA1"/>
    <w:rsid w:val="009952A0"/>
    <w:rsid w:val="0099582B"/>
    <w:rsid w:val="00996656"/>
    <w:rsid w:val="0099668D"/>
    <w:rsid w:val="00997FBE"/>
    <w:rsid w:val="009A046C"/>
    <w:rsid w:val="009A08D1"/>
    <w:rsid w:val="009A1354"/>
    <w:rsid w:val="009A1CF8"/>
    <w:rsid w:val="009A2CDB"/>
    <w:rsid w:val="009A3A2F"/>
    <w:rsid w:val="009A45EC"/>
    <w:rsid w:val="009A57D8"/>
    <w:rsid w:val="009A57F8"/>
    <w:rsid w:val="009A6427"/>
    <w:rsid w:val="009A682F"/>
    <w:rsid w:val="009A77B3"/>
    <w:rsid w:val="009A79BA"/>
    <w:rsid w:val="009B0A39"/>
    <w:rsid w:val="009B1224"/>
    <w:rsid w:val="009B1983"/>
    <w:rsid w:val="009B2841"/>
    <w:rsid w:val="009B29C2"/>
    <w:rsid w:val="009B3D26"/>
    <w:rsid w:val="009B42B5"/>
    <w:rsid w:val="009B4C0C"/>
    <w:rsid w:val="009B5195"/>
    <w:rsid w:val="009B55AE"/>
    <w:rsid w:val="009B5820"/>
    <w:rsid w:val="009B603F"/>
    <w:rsid w:val="009B64FD"/>
    <w:rsid w:val="009B6C86"/>
    <w:rsid w:val="009B7402"/>
    <w:rsid w:val="009B7701"/>
    <w:rsid w:val="009B77E7"/>
    <w:rsid w:val="009B788E"/>
    <w:rsid w:val="009C093E"/>
    <w:rsid w:val="009C38EE"/>
    <w:rsid w:val="009C39BA"/>
    <w:rsid w:val="009C3D01"/>
    <w:rsid w:val="009C4228"/>
    <w:rsid w:val="009C4632"/>
    <w:rsid w:val="009C4BA5"/>
    <w:rsid w:val="009C4C41"/>
    <w:rsid w:val="009C4CF7"/>
    <w:rsid w:val="009C50E1"/>
    <w:rsid w:val="009C5150"/>
    <w:rsid w:val="009C5366"/>
    <w:rsid w:val="009C53D6"/>
    <w:rsid w:val="009C5C87"/>
    <w:rsid w:val="009C69A4"/>
    <w:rsid w:val="009C727F"/>
    <w:rsid w:val="009C7DFD"/>
    <w:rsid w:val="009D0451"/>
    <w:rsid w:val="009D08F2"/>
    <w:rsid w:val="009D0A7E"/>
    <w:rsid w:val="009D2A4B"/>
    <w:rsid w:val="009D2CAB"/>
    <w:rsid w:val="009D3611"/>
    <w:rsid w:val="009D4D04"/>
    <w:rsid w:val="009D51B9"/>
    <w:rsid w:val="009D641A"/>
    <w:rsid w:val="009D6A70"/>
    <w:rsid w:val="009D7454"/>
    <w:rsid w:val="009E0AAB"/>
    <w:rsid w:val="009E0B5F"/>
    <w:rsid w:val="009E0E44"/>
    <w:rsid w:val="009E1193"/>
    <w:rsid w:val="009E12F5"/>
    <w:rsid w:val="009E166E"/>
    <w:rsid w:val="009E1892"/>
    <w:rsid w:val="009E255A"/>
    <w:rsid w:val="009E30C5"/>
    <w:rsid w:val="009E39D3"/>
    <w:rsid w:val="009E40D6"/>
    <w:rsid w:val="009E472B"/>
    <w:rsid w:val="009E6862"/>
    <w:rsid w:val="009E6C50"/>
    <w:rsid w:val="009E7A78"/>
    <w:rsid w:val="009F037C"/>
    <w:rsid w:val="009F0DED"/>
    <w:rsid w:val="009F1548"/>
    <w:rsid w:val="009F1667"/>
    <w:rsid w:val="009F238A"/>
    <w:rsid w:val="009F41CB"/>
    <w:rsid w:val="009F4357"/>
    <w:rsid w:val="009F5096"/>
    <w:rsid w:val="009F615F"/>
    <w:rsid w:val="009F6379"/>
    <w:rsid w:val="009F7799"/>
    <w:rsid w:val="00A00301"/>
    <w:rsid w:val="00A007E3"/>
    <w:rsid w:val="00A0155E"/>
    <w:rsid w:val="00A01804"/>
    <w:rsid w:val="00A01C5C"/>
    <w:rsid w:val="00A020C9"/>
    <w:rsid w:val="00A022AA"/>
    <w:rsid w:val="00A02AD0"/>
    <w:rsid w:val="00A03C3C"/>
    <w:rsid w:val="00A03CC5"/>
    <w:rsid w:val="00A0412B"/>
    <w:rsid w:val="00A049DE"/>
    <w:rsid w:val="00A04BD6"/>
    <w:rsid w:val="00A05017"/>
    <w:rsid w:val="00A05AB9"/>
    <w:rsid w:val="00A060DD"/>
    <w:rsid w:val="00A06518"/>
    <w:rsid w:val="00A06953"/>
    <w:rsid w:val="00A07A92"/>
    <w:rsid w:val="00A07AC9"/>
    <w:rsid w:val="00A11DBF"/>
    <w:rsid w:val="00A122AE"/>
    <w:rsid w:val="00A12342"/>
    <w:rsid w:val="00A12CA6"/>
    <w:rsid w:val="00A12E17"/>
    <w:rsid w:val="00A13417"/>
    <w:rsid w:val="00A1395E"/>
    <w:rsid w:val="00A13BCD"/>
    <w:rsid w:val="00A1472E"/>
    <w:rsid w:val="00A14D8A"/>
    <w:rsid w:val="00A15653"/>
    <w:rsid w:val="00A16295"/>
    <w:rsid w:val="00A16CA8"/>
    <w:rsid w:val="00A16E2F"/>
    <w:rsid w:val="00A174C7"/>
    <w:rsid w:val="00A17507"/>
    <w:rsid w:val="00A17D27"/>
    <w:rsid w:val="00A17E48"/>
    <w:rsid w:val="00A20277"/>
    <w:rsid w:val="00A2073B"/>
    <w:rsid w:val="00A21BB5"/>
    <w:rsid w:val="00A21C48"/>
    <w:rsid w:val="00A21C95"/>
    <w:rsid w:val="00A232AF"/>
    <w:rsid w:val="00A23533"/>
    <w:rsid w:val="00A24591"/>
    <w:rsid w:val="00A2467A"/>
    <w:rsid w:val="00A24A88"/>
    <w:rsid w:val="00A24B14"/>
    <w:rsid w:val="00A24B88"/>
    <w:rsid w:val="00A24D15"/>
    <w:rsid w:val="00A251EC"/>
    <w:rsid w:val="00A25BC8"/>
    <w:rsid w:val="00A25C07"/>
    <w:rsid w:val="00A25C58"/>
    <w:rsid w:val="00A26318"/>
    <w:rsid w:val="00A26481"/>
    <w:rsid w:val="00A267F6"/>
    <w:rsid w:val="00A27619"/>
    <w:rsid w:val="00A278C3"/>
    <w:rsid w:val="00A27EF4"/>
    <w:rsid w:val="00A30575"/>
    <w:rsid w:val="00A319C2"/>
    <w:rsid w:val="00A31A7D"/>
    <w:rsid w:val="00A32705"/>
    <w:rsid w:val="00A32B05"/>
    <w:rsid w:val="00A33BAE"/>
    <w:rsid w:val="00A344E9"/>
    <w:rsid w:val="00A35143"/>
    <w:rsid w:val="00A355DC"/>
    <w:rsid w:val="00A35F05"/>
    <w:rsid w:val="00A36440"/>
    <w:rsid w:val="00A367F4"/>
    <w:rsid w:val="00A36A80"/>
    <w:rsid w:val="00A36C1E"/>
    <w:rsid w:val="00A37114"/>
    <w:rsid w:val="00A372B1"/>
    <w:rsid w:val="00A3776B"/>
    <w:rsid w:val="00A37CEC"/>
    <w:rsid w:val="00A37E77"/>
    <w:rsid w:val="00A37EEE"/>
    <w:rsid w:val="00A4021D"/>
    <w:rsid w:val="00A40729"/>
    <w:rsid w:val="00A4078B"/>
    <w:rsid w:val="00A4093B"/>
    <w:rsid w:val="00A43BB5"/>
    <w:rsid w:val="00A4414C"/>
    <w:rsid w:val="00A449B1"/>
    <w:rsid w:val="00A44F17"/>
    <w:rsid w:val="00A45403"/>
    <w:rsid w:val="00A45A7B"/>
    <w:rsid w:val="00A45F79"/>
    <w:rsid w:val="00A46DF5"/>
    <w:rsid w:val="00A47416"/>
    <w:rsid w:val="00A479A9"/>
    <w:rsid w:val="00A501FE"/>
    <w:rsid w:val="00A506CA"/>
    <w:rsid w:val="00A50FAF"/>
    <w:rsid w:val="00A513FA"/>
    <w:rsid w:val="00A518EA"/>
    <w:rsid w:val="00A51C52"/>
    <w:rsid w:val="00A52713"/>
    <w:rsid w:val="00A5276B"/>
    <w:rsid w:val="00A52D8C"/>
    <w:rsid w:val="00A5365D"/>
    <w:rsid w:val="00A536AE"/>
    <w:rsid w:val="00A537B1"/>
    <w:rsid w:val="00A53D4F"/>
    <w:rsid w:val="00A53D95"/>
    <w:rsid w:val="00A540AD"/>
    <w:rsid w:val="00A54222"/>
    <w:rsid w:val="00A54325"/>
    <w:rsid w:val="00A5491B"/>
    <w:rsid w:val="00A54C32"/>
    <w:rsid w:val="00A5693D"/>
    <w:rsid w:val="00A569EA"/>
    <w:rsid w:val="00A60738"/>
    <w:rsid w:val="00A60E4E"/>
    <w:rsid w:val="00A6171E"/>
    <w:rsid w:val="00A62079"/>
    <w:rsid w:val="00A6230E"/>
    <w:rsid w:val="00A623A0"/>
    <w:rsid w:val="00A62F39"/>
    <w:rsid w:val="00A63B06"/>
    <w:rsid w:val="00A64182"/>
    <w:rsid w:val="00A64450"/>
    <w:rsid w:val="00A64ED8"/>
    <w:rsid w:val="00A662F9"/>
    <w:rsid w:val="00A667F0"/>
    <w:rsid w:val="00A669D3"/>
    <w:rsid w:val="00A66F86"/>
    <w:rsid w:val="00A67160"/>
    <w:rsid w:val="00A6758E"/>
    <w:rsid w:val="00A70229"/>
    <w:rsid w:val="00A70396"/>
    <w:rsid w:val="00A70AEA"/>
    <w:rsid w:val="00A70EF3"/>
    <w:rsid w:val="00A71821"/>
    <w:rsid w:val="00A7274E"/>
    <w:rsid w:val="00A729FD"/>
    <w:rsid w:val="00A72D71"/>
    <w:rsid w:val="00A72E99"/>
    <w:rsid w:val="00A731F3"/>
    <w:rsid w:val="00A73FF5"/>
    <w:rsid w:val="00A745B8"/>
    <w:rsid w:val="00A74F22"/>
    <w:rsid w:val="00A7513B"/>
    <w:rsid w:val="00A75A22"/>
    <w:rsid w:val="00A75C5A"/>
    <w:rsid w:val="00A75EDF"/>
    <w:rsid w:val="00A75FB0"/>
    <w:rsid w:val="00A7672E"/>
    <w:rsid w:val="00A768AF"/>
    <w:rsid w:val="00A76BBE"/>
    <w:rsid w:val="00A76D1D"/>
    <w:rsid w:val="00A76FFB"/>
    <w:rsid w:val="00A80B21"/>
    <w:rsid w:val="00A80C73"/>
    <w:rsid w:val="00A810E0"/>
    <w:rsid w:val="00A8128D"/>
    <w:rsid w:val="00A8133D"/>
    <w:rsid w:val="00A814C2"/>
    <w:rsid w:val="00A81AE3"/>
    <w:rsid w:val="00A8220A"/>
    <w:rsid w:val="00A82898"/>
    <w:rsid w:val="00A828F9"/>
    <w:rsid w:val="00A82981"/>
    <w:rsid w:val="00A82E31"/>
    <w:rsid w:val="00A833E1"/>
    <w:rsid w:val="00A84374"/>
    <w:rsid w:val="00A859EC"/>
    <w:rsid w:val="00A85D78"/>
    <w:rsid w:val="00A8629D"/>
    <w:rsid w:val="00A865BA"/>
    <w:rsid w:val="00A87070"/>
    <w:rsid w:val="00A872DF"/>
    <w:rsid w:val="00A87896"/>
    <w:rsid w:val="00A9051F"/>
    <w:rsid w:val="00A90B61"/>
    <w:rsid w:val="00A92142"/>
    <w:rsid w:val="00A92F90"/>
    <w:rsid w:val="00A933FA"/>
    <w:rsid w:val="00A93AF1"/>
    <w:rsid w:val="00A9402C"/>
    <w:rsid w:val="00A943D3"/>
    <w:rsid w:val="00A9492B"/>
    <w:rsid w:val="00A94988"/>
    <w:rsid w:val="00A955C2"/>
    <w:rsid w:val="00A9626C"/>
    <w:rsid w:val="00A96BC0"/>
    <w:rsid w:val="00A96C63"/>
    <w:rsid w:val="00A978F3"/>
    <w:rsid w:val="00A979EB"/>
    <w:rsid w:val="00AA020A"/>
    <w:rsid w:val="00AA0F34"/>
    <w:rsid w:val="00AA133C"/>
    <w:rsid w:val="00AA1518"/>
    <w:rsid w:val="00AA1770"/>
    <w:rsid w:val="00AA19B0"/>
    <w:rsid w:val="00AA2108"/>
    <w:rsid w:val="00AA3434"/>
    <w:rsid w:val="00AA3BCC"/>
    <w:rsid w:val="00AA42A0"/>
    <w:rsid w:val="00AA5B53"/>
    <w:rsid w:val="00AA6602"/>
    <w:rsid w:val="00AA6B6F"/>
    <w:rsid w:val="00AA71D1"/>
    <w:rsid w:val="00AA72BA"/>
    <w:rsid w:val="00AA73E0"/>
    <w:rsid w:val="00AA7502"/>
    <w:rsid w:val="00AA7A12"/>
    <w:rsid w:val="00AA7EE5"/>
    <w:rsid w:val="00AB1795"/>
    <w:rsid w:val="00AB23E7"/>
    <w:rsid w:val="00AB246C"/>
    <w:rsid w:val="00AB2DA3"/>
    <w:rsid w:val="00AB30B0"/>
    <w:rsid w:val="00AB3AF7"/>
    <w:rsid w:val="00AB3B11"/>
    <w:rsid w:val="00AB4CD3"/>
    <w:rsid w:val="00AB56D1"/>
    <w:rsid w:val="00AB5728"/>
    <w:rsid w:val="00AB619F"/>
    <w:rsid w:val="00AB6463"/>
    <w:rsid w:val="00AB651C"/>
    <w:rsid w:val="00AB6E25"/>
    <w:rsid w:val="00AB6EF7"/>
    <w:rsid w:val="00AB7050"/>
    <w:rsid w:val="00AC0159"/>
    <w:rsid w:val="00AC0F64"/>
    <w:rsid w:val="00AC12CA"/>
    <w:rsid w:val="00AC145B"/>
    <w:rsid w:val="00AC145C"/>
    <w:rsid w:val="00AC28AB"/>
    <w:rsid w:val="00AC294E"/>
    <w:rsid w:val="00AC2AA2"/>
    <w:rsid w:val="00AC34A3"/>
    <w:rsid w:val="00AC3D52"/>
    <w:rsid w:val="00AC44F1"/>
    <w:rsid w:val="00AC4D97"/>
    <w:rsid w:val="00AC536F"/>
    <w:rsid w:val="00AC5C2E"/>
    <w:rsid w:val="00AC60F1"/>
    <w:rsid w:val="00AC6345"/>
    <w:rsid w:val="00AC68E6"/>
    <w:rsid w:val="00AC70A7"/>
    <w:rsid w:val="00AC743C"/>
    <w:rsid w:val="00AC749C"/>
    <w:rsid w:val="00AC78EC"/>
    <w:rsid w:val="00AC7C26"/>
    <w:rsid w:val="00AD0681"/>
    <w:rsid w:val="00AD0D46"/>
    <w:rsid w:val="00AD103D"/>
    <w:rsid w:val="00AD1283"/>
    <w:rsid w:val="00AD2831"/>
    <w:rsid w:val="00AD2E45"/>
    <w:rsid w:val="00AD35E6"/>
    <w:rsid w:val="00AD4872"/>
    <w:rsid w:val="00AD4ADE"/>
    <w:rsid w:val="00AD5744"/>
    <w:rsid w:val="00AD5837"/>
    <w:rsid w:val="00AD6161"/>
    <w:rsid w:val="00AD6BB2"/>
    <w:rsid w:val="00AE0C8E"/>
    <w:rsid w:val="00AE2CB8"/>
    <w:rsid w:val="00AE3D46"/>
    <w:rsid w:val="00AE435F"/>
    <w:rsid w:val="00AE49B9"/>
    <w:rsid w:val="00AE49C0"/>
    <w:rsid w:val="00AE4FF8"/>
    <w:rsid w:val="00AE52E6"/>
    <w:rsid w:val="00AE6599"/>
    <w:rsid w:val="00AE6CE5"/>
    <w:rsid w:val="00AE6EFA"/>
    <w:rsid w:val="00AE6F56"/>
    <w:rsid w:val="00AE7B84"/>
    <w:rsid w:val="00AF073E"/>
    <w:rsid w:val="00AF0C68"/>
    <w:rsid w:val="00AF10CC"/>
    <w:rsid w:val="00AF1330"/>
    <w:rsid w:val="00AF1540"/>
    <w:rsid w:val="00AF16A1"/>
    <w:rsid w:val="00AF2D46"/>
    <w:rsid w:val="00AF35EF"/>
    <w:rsid w:val="00AF3C15"/>
    <w:rsid w:val="00AF45B8"/>
    <w:rsid w:val="00AF4BAE"/>
    <w:rsid w:val="00AF4C07"/>
    <w:rsid w:val="00AF5068"/>
    <w:rsid w:val="00AF5A7C"/>
    <w:rsid w:val="00AF5C9E"/>
    <w:rsid w:val="00AF6041"/>
    <w:rsid w:val="00AF629A"/>
    <w:rsid w:val="00AF64C5"/>
    <w:rsid w:val="00AF6990"/>
    <w:rsid w:val="00AF6EA1"/>
    <w:rsid w:val="00AF712A"/>
    <w:rsid w:val="00AF7196"/>
    <w:rsid w:val="00AF7C26"/>
    <w:rsid w:val="00B013DA"/>
    <w:rsid w:val="00B014F5"/>
    <w:rsid w:val="00B01BD8"/>
    <w:rsid w:val="00B0211B"/>
    <w:rsid w:val="00B025D2"/>
    <w:rsid w:val="00B0299B"/>
    <w:rsid w:val="00B035F6"/>
    <w:rsid w:val="00B0508C"/>
    <w:rsid w:val="00B05F5E"/>
    <w:rsid w:val="00B06600"/>
    <w:rsid w:val="00B06740"/>
    <w:rsid w:val="00B06814"/>
    <w:rsid w:val="00B075A8"/>
    <w:rsid w:val="00B07DCF"/>
    <w:rsid w:val="00B10B7A"/>
    <w:rsid w:val="00B10CA0"/>
    <w:rsid w:val="00B117B3"/>
    <w:rsid w:val="00B11ADB"/>
    <w:rsid w:val="00B11E81"/>
    <w:rsid w:val="00B11FC5"/>
    <w:rsid w:val="00B12CCB"/>
    <w:rsid w:val="00B12D32"/>
    <w:rsid w:val="00B13227"/>
    <w:rsid w:val="00B13593"/>
    <w:rsid w:val="00B13729"/>
    <w:rsid w:val="00B142CF"/>
    <w:rsid w:val="00B14313"/>
    <w:rsid w:val="00B143A1"/>
    <w:rsid w:val="00B14A27"/>
    <w:rsid w:val="00B15046"/>
    <w:rsid w:val="00B15B8F"/>
    <w:rsid w:val="00B174E0"/>
    <w:rsid w:val="00B1797A"/>
    <w:rsid w:val="00B17ACC"/>
    <w:rsid w:val="00B17F23"/>
    <w:rsid w:val="00B20FE7"/>
    <w:rsid w:val="00B21DEC"/>
    <w:rsid w:val="00B21EA7"/>
    <w:rsid w:val="00B22B8B"/>
    <w:rsid w:val="00B2366D"/>
    <w:rsid w:val="00B23832"/>
    <w:rsid w:val="00B23930"/>
    <w:rsid w:val="00B23A26"/>
    <w:rsid w:val="00B2468F"/>
    <w:rsid w:val="00B24745"/>
    <w:rsid w:val="00B24782"/>
    <w:rsid w:val="00B24A5D"/>
    <w:rsid w:val="00B251F8"/>
    <w:rsid w:val="00B2590B"/>
    <w:rsid w:val="00B25A01"/>
    <w:rsid w:val="00B25B49"/>
    <w:rsid w:val="00B25B85"/>
    <w:rsid w:val="00B25D67"/>
    <w:rsid w:val="00B27335"/>
    <w:rsid w:val="00B276CA"/>
    <w:rsid w:val="00B303E6"/>
    <w:rsid w:val="00B306A1"/>
    <w:rsid w:val="00B30712"/>
    <w:rsid w:val="00B31614"/>
    <w:rsid w:val="00B3391A"/>
    <w:rsid w:val="00B34A28"/>
    <w:rsid w:val="00B34AB0"/>
    <w:rsid w:val="00B34BC9"/>
    <w:rsid w:val="00B356AB"/>
    <w:rsid w:val="00B3590B"/>
    <w:rsid w:val="00B35A8D"/>
    <w:rsid w:val="00B36171"/>
    <w:rsid w:val="00B364B5"/>
    <w:rsid w:val="00B3652A"/>
    <w:rsid w:val="00B373AB"/>
    <w:rsid w:val="00B40330"/>
    <w:rsid w:val="00B40782"/>
    <w:rsid w:val="00B40CB5"/>
    <w:rsid w:val="00B41B08"/>
    <w:rsid w:val="00B41FF9"/>
    <w:rsid w:val="00B4365F"/>
    <w:rsid w:val="00B43EFE"/>
    <w:rsid w:val="00B445BC"/>
    <w:rsid w:val="00B44612"/>
    <w:rsid w:val="00B462F2"/>
    <w:rsid w:val="00B46D2F"/>
    <w:rsid w:val="00B473E1"/>
    <w:rsid w:val="00B477B8"/>
    <w:rsid w:val="00B47A7F"/>
    <w:rsid w:val="00B47CB2"/>
    <w:rsid w:val="00B50E3B"/>
    <w:rsid w:val="00B51530"/>
    <w:rsid w:val="00B527CA"/>
    <w:rsid w:val="00B529B1"/>
    <w:rsid w:val="00B53AE5"/>
    <w:rsid w:val="00B54C23"/>
    <w:rsid w:val="00B5516C"/>
    <w:rsid w:val="00B55558"/>
    <w:rsid w:val="00B558B9"/>
    <w:rsid w:val="00B55B4F"/>
    <w:rsid w:val="00B55C1A"/>
    <w:rsid w:val="00B5625A"/>
    <w:rsid w:val="00B5691E"/>
    <w:rsid w:val="00B56964"/>
    <w:rsid w:val="00B57427"/>
    <w:rsid w:val="00B578C9"/>
    <w:rsid w:val="00B602FE"/>
    <w:rsid w:val="00B6158B"/>
    <w:rsid w:val="00B61767"/>
    <w:rsid w:val="00B62B01"/>
    <w:rsid w:val="00B62DEB"/>
    <w:rsid w:val="00B62ECC"/>
    <w:rsid w:val="00B638FF"/>
    <w:rsid w:val="00B6444A"/>
    <w:rsid w:val="00B6445B"/>
    <w:rsid w:val="00B64BFE"/>
    <w:rsid w:val="00B654A7"/>
    <w:rsid w:val="00B654E9"/>
    <w:rsid w:val="00B65984"/>
    <w:rsid w:val="00B65BDD"/>
    <w:rsid w:val="00B65CE4"/>
    <w:rsid w:val="00B66F63"/>
    <w:rsid w:val="00B672AC"/>
    <w:rsid w:val="00B6798E"/>
    <w:rsid w:val="00B70249"/>
    <w:rsid w:val="00B7032A"/>
    <w:rsid w:val="00B70E79"/>
    <w:rsid w:val="00B715C2"/>
    <w:rsid w:val="00B71674"/>
    <w:rsid w:val="00B71B29"/>
    <w:rsid w:val="00B7293D"/>
    <w:rsid w:val="00B72C02"/>
    <w:rsid w:val="00B72DE7"/>
    <w:rsid w:val="00B72E14"/>
    <w:rsid w:val="00B73945"/>
    <w:rsid w:val="00B73B81"/>
    <w:rsid w:val="00B745CD"/>
    <w:rsid w:val="00B75CD8"/>
    <w:rsid w:val="00B76074"/>
    <w:rsid w:val="00B76244"/>
    <w:rsid w:val="00B76476"/>
    <w:rsid w:val="00B764C7"/>
    <w:rsid w:val="00B80302"/>
    <w:rsid w:val="00B805AC"/>
    <w:rsid w:val="00B810A7"/>
    <w:rsid w:val="00B813A8"/>
    <w:rsid w:val="00B819BC"/>
    <w:rsid w:val="00B81A5D"/>
    <w:rsid w:val="00B820B4"/>
    <w:rsid w:val="00B821DD"/>
    <w:rsid w:val="00B82F73"/>
    <w:rsid w:val="00B832BC"/>
    <w:rsid w:val="00B83605"/>
    <w:rsid w:val="00B83E77"/>
    <w:rsid w:val="00B849CD"/>
    <w:rsid w:val="00B84C9E"/>
    <w:rsid w:val="00B84CDD"/>
    <w:rsid w:val="00B86392"/>
    <w:rsid w:val="00B90EEC"/>
    <w:rsid w:val="00B924FB"/>
    <w:rsid w:val="00B92860"/>
    <w:rsid w:val="00B94498"/>
    <w:rsid w:val="00B946F0"/>
    <w:rsid w:val="00B948EE"/>
    <w:rsid w:val="00B9674D"/>
    <w:rsid w:val="00BA0087"/>
    <w:rsid w:val="00BA112E"/>
    <w:rsid w:val="00BA13CE"/>
    <w:rsid w:val="00BA2710"/>
    <w:rsid w:val="00BA2901"/>
    <w:rsid w:val="00BA31E6"/>
    <w:rsid w:val="00BA3609"/>
    <w:rsid w:val="00BA39AB"/>
    <w:rsid w:val="00BA401C"/>
    <w:rsid w:val="00BA4577"/>
    <w:rsid w:val="00BA55C7"/>
    <w:rsid w:val="00BA55E6"/>
    <w:rsid w:val="00BA6DC8"/>
    <w:rsid w:val="00BA71DB"/>
    <w:rsid w:val="00BA78A2"/>
    <w:rsid w:val="00BA7FC5"/>
    <w:rsid w:val="00BB06F8"/>
    <w:rsid w:val="00BB07B7"/>
    <w:rsid w:val="00BB07E9"/>
    <w:rsid w:val="00BB1391"/>
    <w:rsid w:val="00BB1515"/>
    <w:rsid w:val="00BB173C"/>
    <w:rsid w:val="00BB1FDA"/>
    <w:rsid w:val="00BB2DFE"/>
    <w:rsid w:val="00BB3D3E"/>
    <w:rsid w:val="00BB6343"/>
    <w:rsid w:val="00BB745F"/>
    <w:rsid w:val="00BC0072"/>
    <w:rsid w:val="00BC07C3"/>
    <w:rsid w:val="00BC1218"/>
    <w:rsid w:val="00BC12A4"/>
    <w:rsid w:val="00BC26EE"/>
    <w:rsid w:val="00BC2E06"/>
    <w:rsid w:val="00BC3544"/>
    <w:rsid w:val="00BC3B6B"/>
    <w:rsid w:val="00BC3B6E"/>
    <w:rsid w:val="00BC4153"/>
    <w:rsid w:val="00BC44F4"/>
    <w:rsid w:val="00BC5035"/>
    <w:rsid w:val="00BC5D85"/>
    <w:rsid w:val="00BC754F"/>
    <w:rsid w:val="00BD06D2"/>
    <w:rsid w:val="00BD1185"/>
    <w:rsid w:val="00BD13CE"/>
    <w:rsid w:val="00BD2D71"/>
    <w:rsid w:val="00BD31D4"/>
    <w:rsid w:val="00BD32FC"/>
    <w:rsid w:val="00BD3AA8"/>
    <w:rsid w:val="00BD3DC7"/>
    <w:rsid w:val="00BD400C"/>
    <w:rsid w:val="00BD44F6"/>
    <w:rsid w:val="00BD4A1B"/>
    <w:rsid w:val="00BD55B8"/>
    <w:rsid w:val="00BD5A83"/>
    <w:rsid w:val="00BD5BBA"/>
    <w:rsid w:val="00BD60AB"/>
    <w:rsid w:val="00BD6A70"/>
    <w:rsid w:val="00BE02CE"/>
    <w:rsid w:val="00BE04C7"/>
    <w:rsid w:val="00BE04DC"/>
    <w:rsid w:val="00BE071E"/>
    <w:rsid w:val="00BE0DB2"/>
    <w:rsid w:val="00BE0FEB"/>
    <w:rsid w:val="00BE16C2"/>
    <w:rsid w:val="00BE1D2D"/>
    <w:rsid w:val="00BE1DE2"/>
    <w:rsid w:val="00BE1EE0"/>
    <w:rsid w:val="00BE224D"/>
    <w:rsid w:val="00BE2354"/>
    <w:rsid w:val="00BE2374"/>
    <w:rsid w:val="00BE2548"/>
    <w:rsid w:val="00BE29E0"/>
    <w:rsid w:val="00BE2A42"/>
    <w:rsid w:val="00BE2F04"/>
    <w:rsid w:val="00BE3415"/>
    <w:rsid w:val="00BE372C"/>
    <w:rsid w:val="00BE42CD"/>
    <w:rsid w:val="00BE4AD4"/>
    <w:rsid w:val="00BE51A2"/>
    <w:rsid w:val="00BE5CCC"/>
    <w:rsid w:val="00BE6338"/>
    <w:rsid w:val="00BE6E1C"/>
    <w:rsid w:val="00BE7C5D"/>
    <w:rsid w:val="00BF0788"/>
    <w:rsid w:val="00BF14E3"/>
    <w:rsid w:val="00BF196A"/>
    <w:rsid w:val="00BF1B66"/>
    <w:rsid w:val="00BF1DDA"/>
    <w:rsid w:val="00BF422D"/>
    <w:rsid w:val="00BF4846"/>
    <w:rsid w:val="00BF49E0"/>
    <w:rsid w:val="00BF57AE"/>
    <w:rsid w:val="00BF5832"/>
    <w:rsid w:val="00BF65A7"/>
    <w:rsid w:val="00BF67FF"/>
    <w:rsid w:val="00BF6B28"/>
    <w:rsid w:val="00BF7096"/>
    <w:rsid w:val="00BF7485"/>
    <w:rsid w:val="00BF7C11"/>
    <w:rsid w:val="00C000DA"/>
    <w:rsid w:val="00C00118"/>
    <w:rsid w:val="00C00146"/>
    <w:rsid w:val="00C002D8"/>
    <w:rsid w:val="00C00A3E"/>
    <w:rsid w:val="00C00FD6"/>
    <w:rsid w:val="00C01A1A"/>
    <w:rsid w:val="00C01FE8"/>
    <w:rsid w:val="00C02BE8"/>
    <w:rsid w:val="00C05287"/>
    <w:rsid w:val="00C05F42"/>
    <w:rsid w:val="00C06C08"/>
    <w:rsid w:val="00C06CB1"/>
    <w:rsid w:val="00C071DD"/>
    <w:rsid w:val="00C07CC0"/>
    <w:rsid w:val="00C102DB"/>
    <w:rsid w:val="00C10DBC"/>
    <w:rsid w:val="00C12753"/>
    <w:rsid w:val="00C12B23"/>
    <w:rsid w:val="00C151EF"/>
    <w:rsid w:val="00C15323"/>
    <w:rsid w:val="00C15522"/>
    <w:rsid w:val="00C15764"/>
    <w:rsid w:val="00C15B10"/>
    <w:rsid w:val="00C165B1"/>
    <w:rsid w:val="00C171B4"/>
    <w:rsid w:val="00C17548"/>
    <w:rsid w:val="00C17B17"/>
    <w:rsid w:val="00C17C41"/>
    <w:rsid w:val="00C17DE2"/>
    <w:rsid w:val="00C20835"/>
    <w:rsid w:val="00C20E7F"/>
    <w:rsid w:val="00C21B15"/>
    <w:rsid w:val="00C21C6A"/>
    <w:rsid w:val="00C22A2E"/>
    <w:rsid w:val="00C22F7D"/>
    <w:rsid w:val="00C238F0"/>
    <w:rsid w:val="00C246B8"/>
    <w:rsid w:val="00C252A0"/>
    <w:rsid w:val="00C25921"/>
    <w:rsid w:val="00C265B4"/>
    <w:rsid w:val="00C26C2E"/>
    <w:rsid w:val="00C26F8F"/>
    <w:rsid w:val="00C2752C"/>
    <w:rsid w:val="00C27543"/>
    <w:rsid w:val="00C30CBD"/>
    <w:rsid w:val="00C314ED"/>
    <w:rsid w:val="00C315A9"/>
    <w:rsid w:val="00C31EBE"/>
    <w:rsid w:val="00C32C92"/>
    <w:rsid w:val="00C3463E"/>
    <w:rsid w:val="00C3633E"/>
    <w:rsid w:val="00C37333"/>
    <w:rsid w:val="00C401C8"/>
    <w:rsid w:val="00C401D0"/>
    <w:rsid w:val="00C40680"/>
    <w:rsid w:val="00C406B6"/>
    <w:rsid w:val="00C40B15"/>
    <w:rsid w:val="00C4204F"/>
    <w:rsid w:val="00C429EC"/>
    <w:rsid w:val="00C42D81"/>
    <w:rsid w:val="00C431A9"/>
    <w:rsid w:val="00C448C0"/>
    <w:rsid w:val="00C452F6"/>
    <w:rsid w:val="00C45451"/>
    <w:rsid w:val="00C45735"/>
    <w:rsid w:val="00C4697D"/>
    <w:rsid w:val="00C469A0"/>
    <w:rsid w:val="00C4784A"/>
    <w:rsid w:val="00C47BBA"/>
    <w:rsid w:val="00C50766"/>
    <w:rsid w:val="00C50DD5"/>
    <w:rsid w:val="00C515D0"/>
    <w:rsid w:val="00C51F86"/>
    <w:rsid w:val="00C526E5"/>
    <w:rsid w:val="00C53136"/>
    <w:rsid w:val="00C5415F"/>
    <w:rsid w:val="00C54579"/>
    <w:rsid w:val="00C5542A"/>
    <w:rsid w:val="00C55474"/>
    <w:rsid w:val="00C5741D"/>
    <w:rsid w:val="00C5759B"/>
    <w:rsid w:val="00C57DA9"/>
    <w:rsid w:val="00C60004"/>
    <w:rsid w:val="00C6057D"/>
    <w:rsid w:val="00C61513"/>
    <w:rsid w:val="00C62291"/>
    <w:rsid w:val="00C62CDF"/>
    <w:rsid w:val="00C62DD7"/>
    <w:rsid w:val="00C633DE"/>
    <w:rsid w:val="00C6345A"/>
    <w:rsid w:val="00C67429"/>
    <w:rsid w:val="00C67D39"/>
    <w:rsid w:val="00C70D42"/>
    <w:rsid w:val="00C71813"/>
    <w:rsid w:val="00C71AD2"/>
    <w:rsid w:val="00C71E65"/>
    <w:rsid w:val="00C724CC"/>
    <w:rsid w:val="00C726D6"/>
    <w:rsid w:val="00C72767"/>
    <w:rsid w:val="00C72EF5"/>
    <w:rsid w:val="00C72FB8"/>
    <w:rsid w:val="00C73802"/>
    <w:rsid w:val="00C74DD1"/>
    <w:rsid w:val="00C754D3"/>
    <w:rsid w:val="00C75AFC"/>
    <w:rsid w:val="00C75BBA"/>
    <w:rsid w:val="00C76095"/>
    <w:rsid w:val="00C772CF"/>
    <w:rsid w:val="00C77767"/>
    <w:rsid w:val="00C80058"/>
    <w:rsid w:val="00C80089"/>
    <w:rsid w:val="00C803FD"/>
    <w:rsid w:val="00C80624"/>
    <w:rsid w:val="00C819A3"/>
    <w:rsid w:val="00C81AAA"/>
    <w:rsid w:val="00C825C7"/>
    <w:rsid w:val="00C82809"/>
    <w:rsid w:val="00C834FC"/>
    <w:rsid w:val="00C83808"/>
    <w:rsid w:val="00C84A07"/>
    <w:rsid w:val="00C8513B"/>
    <w:rsid w:val="00C85582"/>
    <w:rsid w:val="00C860BB"/>
    <w:rsid w:val="00C8719C"/>
    <w:rsid w:val="00C87596"/>
    <w:rsid w:val="00C87C1C"/>
    <w:rsid w:val="00C87E83"/>
    <w:rsid w:val="00C902C1"/>
    <w:rsid w:val="00C91222"/>
    <w:rsid w:val="00C91A14"/>
    <w:rsid w:val="00C92620"/>
    <w:rsid w:val="00C92767"/>
    <w:rsid w:val="00C92CCB"/>
    <w:rsid w:val="00C93017"/>
    <w:rsid w:val="00C9365B"/>
    <w:rsid w:val="00C94206"/>
    <w:rsid w:val="00C955CE"/>
    <w:rsid w:val="00C95878"/>
    <w:rsid w:val="00C96077"/>
    <w:rsid w:val="00C96B49"/>
    <w:rsid w:val="00C972FB"/>
    <w:rsid w:val="00C979E2"/>
    <w:rsid w:val="00CA0DCB"/>
    <w:rsid w:val="00CA1352"/>
    <w:rsid w:val="00CA19CA"/>
    <w:rsid w:val="00CA3F5A"/>
    <w:rsid w:val="00CA52A2"/>
    <w:rsid w:val="00CA5472"/>
    <w:rsid w:val="00CA5BD9"/>
    <w:rsid w:val="00CA5C6F"/>
    <w:rsid w:val="00CA64BE"/>
    <w:rsid w:val="00CA6B0C"/>
    <w:rsid w:val="00CA6DF0"/>
    <w:rsid w:val="00CA7CE3"/>
    <w:rsid w:val="00CA7D4B"/>
    <w:rsid w:val="00CA7DEA"/>
    <w:rsid w:val="00CB074C"/>
    <w:rsid w:val="00CB07DA"/>
    <w:rsid w:val="00CB0A2F"/>
    <w:rsid w:val="00CB1C3E"/>
    <w:rsid w:val="00CB24FB"/>
    <w:rsid w:val="00CB2D0F"/>
    <w:rsid w:val="00CB2DA4"/>
    <w:rsid w:val="00CB310C"/>
    <w:rsid w:val="00CB3212"/>
    <w:rsid w:val="00CB447F"/>
    <w:rsid w:val="00CB4D2D"/>
    <w:rsid w:val="00CB5488"/>
    <w:rsid w:val="00CB562B"/>
    <w:rsid w:val="00CB5962"/>
    <w:rsid w:val="00CB5FA2"/>
    <w:rsid w:val="00CB7CF0"/>
    <w:rsid w:val="00CB7DD9"/>
    <w:rsid w:val="00CC0506"/>
    <w:rsid w:val="00CC0789"/>
    <w:rsid w:val="00CC0CAD"/>
    <w:rsid w:val="00CC0F35"/>
    <w:rsid w:val="00CC142B"/>
    <w:rsid w:val="00CC349E"/>
    <w:rsid w:val="00CC3E0F"/>
    <w:rsid w:val="00CC4443"/>
    <w:rsid w:val="00CC5B46"/>
    <w:rsid w:val="00CC642A"/>
    <w:rsid w:val="00CC6BAB"/>
    <w:rsid w:val="00CC7543"/>
    <w:rsid w:val="00CD02DB"/>
    <w:rsid w:val="00CD049E"/>
    <w:rsid w:val="00CD071A"/>
    <w:rsid w:val="00CD08A7"/>
    <w:rsid w:val="00CD0CDF"/>
    <w:rsid w:val="00CD0FDE"/>
    <w:rsid w:val="00CD10C6"/>
    <w:rsid w:val="00CD364B"/>
    <w:rsid w:val="00CD3D04"/>
    <w:rsid w:val="00CD4816"/>
    <w:rsid w:val="00CD496E"/>
    <w:rsid w:val="00CD5386"/>
    <w:rsid w:val="00CD64C7"/>
    <w:rsid w:val="00CD66A7"/>
    <w:rsid w:val="00CD6B3E"/>
    <w:rsid w:val="00CD6B7B"/>
    <w:rsid w:val="00CD763E"/>
    <w:rsid w:val="00CD7F1B"/>
    <w:rsid w:val="00CE02B4"/>
    <w:rsid w:val="00CE109B"/>
    <w:rsid w:val="00CE143B"/>
    <w:rsid w:val="00CE18B0"/>
    <w:rsid w:val="00CE32EB"/>
    <w:rsid w:val="00CE352E"/>
    <w:rsid w:val="00CE36E3"/>
    <w:rsid w:val="00CE448C"/>
    <w:rsid w:val="00CE4626"/>
    <w:rsid w:val="00CE4800"/>
    <w:rsid w:val="00CE4F35"/>
    <w:rsid w:val="00CE5FC1"/>
    <w:rsid w:val="00CE5FE1"/>
    <w:rsid w:val="00CE6980"/>
    <w:rsid w:val="00CE6B05"/>
    <w:rsid w:val="00CE7E89"/>
    <w:rsid w:val="00CF004D"/>
    <w:rsid w:val="00CF0BB4"/>
    <w:rsid w:val="00CF28B7"/>
    <w:rsid w:val="00CF2B51"/>
    <w:rsid w:val="00CF3481"/>
    <w:rsid w:val="00CF36AC"/>
    <w:rsid w:val="00CF36F1"/>
    <w:rsid w:val="00CF3C3E"/>
    <w:rsid w:val="00CF3F45"/>
    <w:rsid w:val="00CF4221"/>
    <w:rsid w:val="00CF43CD"/>
    <w:rsid w:val="00CF4965"/>
    <w:rsid w:val="00CF50CE"/>
    <w:rsid w:val="00CF5523"/>
    <w:rsid w:val="00CF6389"/>
    <w:rsid w:val="00CF6EFF"/>
    <w:rsid w:val="00CF737E"/>
    <w:rsid w:val="00CF7517"/>
    <w:rsid w:val="00CF769C"/>
    <w:rsid w:val="00CF79C9"/>
    <w:rsid w:val="00CF7B90"/>
    <w:rsid w:val="00D00D02"/>
    <w:rsid w:val="00D018F4"/>
    <w:rsid w:val="00D01A05"/>
    <w:rsid w:val="00D01DD6"/>
    <w:rsid w:val="00D02587"/>
    <w:rsid w:val="00D025CA"/>
    <w:rsid w:val="00D02663"/>
    <w:rsid w:val="00D02849"/>
    <w:rsid w:val="00D02FD5"/>
    <w:rsid w:val="00D0347D"/>
    <w:rsid w:val="00D034D4"/>
    <w:rsid w:val="00D03520"/>
    <w:rsid w:val="00D0366B"/>
    <w:rsid w:val="00D03C76"/>
    <w:rsid w:val="00D04098"/>
    <w:rsid w:val="00D04DE2"/>
    <w:rsid w:val="00D05B48"/>
    <w:rsid w:val="00D05F61"/>
    <w:rsid w:val="00D06E76"/>
    <w:rsid w:val="00D0718B"/>
    <w:rsid w:val="00D079CE"/>
    <w:rsid w:val="00D07BCA"/>
    <w:rsid w:val="00D10901"/>
    <w:rsid w:val="00D114B4"/>
    <w:rsid w:val="00D13738"/>
    <w:rsid w:val="00D137E4"/>
    <w:rsid w:val="00D13F3F"/>
    <w:rsid w:val="00D156FD"/>
    <w:rsid w:val="00D16A25"/>
    <w:rsid w:val="00D17157"/>
    <w:rsid w:val="00D2146F"/>
    <w:rsid w:val="00D21B9F"/>
    <w:rsid w:val="00D21D16"/>
    <w:rsid w:val="00D22090"/>
    <w:rsid w:val="00D225B8"/>
    <w:rsid w:val="00D22C9F"/>
    <w:rsid w:val="00D23ECA"/>
    <w:rsid w:val="00D241CE"/>
    <w:rsid w:val="00D24963"/>
    <w:rsid w:val="00D24CF7"/>
    <w:rsid w:val="00D25FEC"/>
    <w:rsid w:val="00D2652D"/>
    <w:rsid w:val="00D2673E"/>
    <w:rsid w:val="00D267E9"/>
    <w:rsid w:val="00D26B8B"/>
    <w:rsid w:val="00D26C83"/>
    <w:rsid w:val="00D27BE8"/>
    <w:rsid w:val="00D27E2E"/>
    <w:rsid w:val="00D27F9B"/>
    <w:rsid w:val="00D300D8"/>
    <w:rsid w:val="00D30132"/>
    <w:rsid w:val="00D309A5"/>
    <w:rsid w:val="00D328E0"/>
    <w:rsid w:val="00D329BF"/>
    <w:rsid w:val="00D33773"/>
    <w:rsid w:val="00D33C80"/>
    <w:rsid w:val="00D33F61"/>
    <w:rsid w:val="00D34130"/>
    <w:rsid w:val="00D349E5"/>
    <w:rsid w:val="00D34EB7"/>
    <w:rsid w:val="00D35114"/>
    <w:rsid w:val="00D35C71"/>
    <w:rsid w:val="00D37F9C"/>
    <w:rsid w:val="00D409E3"/>
    <w:rsid w:val="00D420D0"/>
    <w:rsid w:val="00D421CE"/>
    <w:rsid w:val="00D43AFA"/>
    <w:rsid w:val="00D43D0B"/>
    <w:rsid w:val="00D43E3E"/>
    <w:rsid w:val="00D442A3"/>
    <w:rsid w:val="00D4431A"/>
    <w:rsid w:val="00D44408"/>
    <w:rsid w:val="00D44CFE"/>
    <w:rsid w:val="00D45C58"/>
    <w:rsid w:val="00D45CDF"/>
    <w:rsid w:val="00D45FA6"/>
    <w:rsid w:val="00D47EC3"/>
    <w:rsid w:val="00D507A2"/>
    <w:rsid w:val="00D51506"/>
    <w:rsid w:val="00D51EE6"/>
    <w:rsid w:val="00D53424"/>
    <w:rsid w:val="00D53935"/>
    <w:rsid w:val="00D541DD"/>
    <w:rsid w:val="00D541DE"/>
    <w:rsid w:val="00D54C45"/>
    <w:rsid w:val="00D55265"/>
    <w:rsid w:val="00D55DA6"/>
    <w:rsid w:val="00D55E81"/>
    <w:rsid w:val="00D55E87"/>
    <w:rsid w:val="00D5608A"/>
    <w:rsid w:val="00D56187"/>
    <w:rsid w:val="00D56428"/>
    <w:rsid w:val="00D56C15"/>
    <w:rsid w:val="00D5726A"/>
    <w:rsid w:val="00D61CBD"/>
    <w:rsid w:val="00D61DBD"/>
    <w:rsid w:val="00D61E6A"/>
    <w:rsid w:val="00D62D03"/>
    <w:rsid w:val="00D6377B"/>
    <w:rsid w:val="00D6410C"/>
    <w:rsid w:val="00D64C02"/>
    <w:rsid w:val="00D6518B"/>
    <w:rsid w:val="00D66755"/>
    <w:rsid w:val="00D66996"/>
    <w:rsid w:val="00D66FD6"/>
    <w:rsid w:val="00D6703A"/>
    <w:rsid w:val="00D67227"/>
    <w:rsid w:val="00D67AE8"/>
    <w:rsid w:val="00D70B45"/>
    <w:rsid w:val="00D71258"/>
    <w:rsid w:val="00D7131D"/>
    <w:rsid w:val="00D71811"/>
    <w:rsid w:val="00D7267B"/>
    <w:rsid w:val="00D7296B"/>
    <w:rsid w:val="00D72B06"/>
    <w:rsid w:val="00D7399E"/>
    <w:rsid w:val="00D73D9B"/>
    <w:rsid w:val="00D740A3"/>
    <w:rsid w:val="00D75B5C"/>
    <w:rsid w:val="00D76BE0"/>
    <w:rsid w:val="00D80625"/>
    <w:rsid w:val="00D8064B"/>
    <w:rsid w:val="00D820ED"/>
    <w:rsid w:val="00D82E91"/>
    <w:rsid w:val="00D84723"/>
    <w:rsid w:val="00D84AA0"/>
    <w:rsid w:val="00D85AAF"/>
    <w:rsid w:val="00D85CF3"/>
    <w:rsid w:val="00D8607A"/>
    <w:rsid w:val="00D86378"/>
    <w:rsid w:val="00D865AB"/>
    <w:rsid w:val="00D86BBC"/>
    <w:rsid w:val="00D87B50"/>
    <w:rsid w:val="00D9054F"/>
    <w:rsid w:val="00D90E17"/>
    <w:rsid w:val="00D9110D"/>
    <w:rsid w:val="00D91B54"/>
    <w:rsid w:val="00D91DEA"/>
    <w:rsid w:val="00D91E26"/>
    <w:rsid w:val="00D91EAB"/>
    <w:rsid w:val="00D9241C"/>
    <w:rsid w:val="00D92CCE"/>
    <w:rsid w:val="00D938D3"/>
    <w:rsid w:val="00D94738"/>
    <w:rsid w:val="00D9527C"/>
    <w:rsid w:val="00D960CF"/>
    <w:rsid w:val="00D965E4"/>
    <w:rsid w:val="00D96C7D"/>
    <w:rsid w:val="00D9787D"/>
    <w:rsid w:val="00DA0A59"/>
    <w:rsid w:val="00DA0C08"/>
    <w:rsid w:val="00DA1EB2"/>
    <w:rsid w:val="00DA20AC"/>
    <w:rsid w:val="00DA24CD"/>
    <w:rsid w:val="00DA287E"/>
    <w:rsid w:val="00DA2D2E"/>
    <w:rsid w:val="00DA2DC9"/>
    <w:rsid w:val="00DA2E92"/>
    <w:rsid w:val="00DA2F3E"/>
    <w:rsid w:val="00DA3D1F"/>
    <w:rsid w:val="00DA5404"/>
    <w:rsid w:val="00DA6464"/>
    <w:rsid w:val="00DA7B05"/>
    <w:rsid w:val="00DB069A"/>
    <w:rsid w:val="00DB0E90"/>
    <w:rsid w:val="00DB302F"/>
    <w:rsid w:val="00DB4025"/>
    <w:rsid w:val="00DB4166"/>
    <w:rsid w:val="00DB44DA"/>
    <w:rsid w:val="00DB4B1C"/>
    <w:rsid w:val="00DB51A7"/>
    <w:rsid w:val="00DB54D1"/>
    <w:rsid w:val="00DB57A2"/>
    <w:rsid w:val="00DB585C"/>
    <w:rsid w:val="00DB7036"/>
    <w:rsid w:val="00DB71B5"/>
    <w:rsid w:val="00DB7A7E"/>
    <w:rsid w:val="00DC08F6"/>
    <w:rsid w:val="00DC098F"/>
    <w:rsid w:val="00DC1285"/>
    <w:rsid w:val="00DC144C"/>
    <w:rsid w:val="00DC1793"/>
    <w:rsid w:val="00DC1BB0"/>
    <w:rsid w:val="00DC1E68"/>
    <w:rsid w:val="00DC1F1B"/>
    <w:rsid w:val="00DC2219"/>
    <w:rsid w:val="00DC2505"/>
    <w:rsid w:val="00DC2F84"/>
    <w:rsid w:val="00DC3426"/>
    <w:rsid w:val="00DC486E"/>
    <w:rsid w:val="00DC560A"/>
    <w:rsid w:val="00DC5897"/>
    <w:rsid w:val="00DC5D9C"/>
    <w:rsid w:val="00DC6A69"/>
    <w:rsid w:val="00DC703B"/>
    <w:rsid w:val="00DC7460"/>
    <w:rsid w:val="00DC7516"/>
    <w:rsid w:val="00DC7E00"/>
    <w:rsid w:val="00DC7FE7"/>
    <w:rsid w:val="00DD0134"/>
    <w:rsid w:val="00DD137E"/>
    <w:rsid w:val="00DD1765"/>
    <w:rsid w:val="00DD2366"/>
    <w:rsid w:val="00DD2C68"/>
    <w:rsid w:val="00DD3B52"/>
    <w:rsid w:val="00DD3DC6"/>
    <w:rsid w:val="00DD4861"/>
    <w:rsid w:val="00DD5570"/>
    <w:rsid w:val="00DD6123"/>
    <w:rsid w:val="00DD738D"/>
    <w:rsid w:val="00DD7A18"/>
    <w:rsid w:val="00DE0257"/>
    <w:rsid w:val="00DE02CB"/>
    <w:rsid w:val="00DE02CD"/>
    <w:rsid w:val="00DE0BFE"/>
    <w:rsid w:val="00DE2331"/>
    <w:rsid w:val="00DE2DDE"/>
    <w:rsid w:val="00DE3C7C"/>
    <w:rsid w:val="00DE40F0"/>
    <w:rsid w:val="00DE46D7"/>
    <w:rsid w:val="00DE4B8D"/>
    <w:rsid w:val="00DE4D3D"/>
    <w:rsid w:val="00DE5094"/>
    <w:rsid w:val="00DE5A51"/>
    <w:rsid w:val="00DE61D5"/>
    <w:rsid w:val="00DE6379"/>
    <w:rsid w:val="00DE70AF"/>
    <w:rsid w:val="00DE74EE"/>
    <w:rsid w:val="00DE773E"/>
    <w:rsid w:val="00DE786B"/>
    <w:rsid w:val="00DE7D56"/>
    <w:rsid w:val="00DF08D7"/>
    <w:rsid w:val="00DF23E4"/>
    <w:rsid w:val="00DF2A36"/>
    <w:rsid w:val="00DF2AF1"/>
    <w:rsid w:val="00DF30EC"/>
    <w:rsid w:val="00DF358C"/>
    <w:rsid w:val="00DF3A9A"/>
    <w:rsid w:val="00DF4108"/>
    <w:rsid w:val="00DF4BE1"/>
    <w:rsid w:val="00DF5074"/>
    <w:rsid w:val="00DF5138"/>
    <w:rsid w:val="00DF51B0"/>
    <w:rsid w:val="00DF60FE"/>
    <w:rsid w:val="00DF6613"/>
    <w:rsid w:val="00DF68A3"/>
    <w:rsid w:val="00DF7145"/>
    <w:rsid w:val="00DF7B2B"/>
    <w:rsid w:val="00E01E47"/>
    <w:rsid w:val="00E02001"/>
    <w:rsid w:val="00E02963"/>
    <w:rsid w:val="00E02D3C"/>
    <w:rsid w:val="00E034EC"/>
    <w:rsid w:val="00E04A90"/>
    <w:rsid w:val="00E05122"/>
    <w:rsid w:val="00E05AB2"/>
    <w:rsid w:val="00E076FB"/>
    <w:rsid w:val="00E079B0"/>
    <w:rsid w:val="00E07CAA"/>
    <w:rsid w:val="00E10348"/>
    <w:rsid w:val="00E10567"/>
    <w:rsid w:val="00E10645"/>
    <w:rsid w:val="00E11729"/>
    <w:rsid w:val="00E11758"/>
    <w:rsid w:val="00E11C99"/>
    <w:rsid w:val="00E12530"/>
    <w:rsid w:val="00E13CD3"/>
    <w:rsid w:val="00E13CF7"/>
    <w:rsid w:val="00E13F3D"/>
    <w:rsid w:val="00E14C8D"/>
    <w:rsid w:val="00E154DA"/>
    <w:rsid w:val="00E15D20"/>
    <w:rsid w:val="00E15F67"/>
    <w:rsid w:val="00E1648D"/>
    <w:rsid w:val="00E17113"/>
    <w:rsid w:val="00E17896"/>
    <w:rsid w:val="00E17E77"/>
    <w:rsid w:val="00E17EA7"/>
    <w:rsid w:val="00E17F42"/>
    <w:rsid w:val="00E202DB"/>
    <w:rsid w:val="00E209AA"/>
    <w:rsid w:val="00E20BE3"/>
    <w:rsid w:val="00E21401"/>
    <w:rsid w:val="00E2155F"/>
    <w:rsid w:val="00E21831"/>
    <w:rsid w:val="00E21AED"/>
    <w:rsid w:val="00E228CB"/>
    <w:rsid w:val="00E22CDC"/>
    <w:rsid w:val="00E23B91"/>
    <w:rsid w:val="00E24941"/>
    <w:rsid w:val="00E25F73"/>
    <w:rsid w:val="00E268A3"/>
    <w:rsid w:val="00E26F5B"/>
    <w:rsid w:val="00E27819"/>
    <w:rsid w:val="00E3017C"/>
    <w:rsid w:val="00E30813"/>
    <w:rsid w:val="00E314D4"/>
    <w:rsid w:val="00E31573"/>
    <w:rsid w:val="00E31E4B"/>
    <w:rsid w:val="00E32409"/>
    <w:rsid w:val="00E32D62"/>
    <w:rsid w:val="00E32DDF"/>
    <w:rsid w:val="00E32EC7"/>
    <w:rsid w:val="00E3342D"/>
    <w:rsid w:val="00E33E26"/>
    <w:rsid w:val="00E33F38"/>
    <w:rsid w:val="00E33FDC"/>
    <w:rsid w:val="00E3521E"/>
    <w:rsid w:val="00E35DCC"/>
    <w:rsid w:val="00E36C53"/>
    <w:rsid w:val="00E371CB"/>
    <w:rsid w:val="00E3792B"/>
    <w:rsid w:val="00E379D3"/>
    <w:rsid w:val="00E37DC3"/>
    <w:rsid w:val="00E37F6E"/>
    <w:rsid w:val="00E409F0"/>
    <w:rsid w:val="00E41194"/>
    <w:rsid w:val="00E41E4D"/>
    <w:rsid w:val="00E423AE"/>
    <w:rsid w:val="00E4253E"/>
    <w:rsid w:val="00E42C8A"/>
    <w:rsid w:val="00E435B3"/>
    <w:rsid w:val="00E43E53"/>
    <w:rsid w:val="00E440F1"/>
    <w:rsid w:val="00E44543"/>
    <w:rsid w:val="00E44E20"/>
    <w:rsid w:val="00E463EE"/>
    <w:rsid w:val="00E46BF6"/>
    <w:rsid w:val="00E46C3B"/>
    <w:rsid w:val="00E46E5D"/>
    <w:rsid w:val="00E46EA2"/>
    <w:rsid w:val="00E505BF"/>
    <w:rsid w:val="00E5077D"/>
    <w:rsid w:val="00E50980"/>
    <w:rsid w:val="00E50C87"/>
    <w:rsid w:val="00E51C68"/>
    <w:rsid w:val="00E52169"/>
    <w:rsid w:val="00E5276D"/>
    <w:rsid w:val="00E52D28"/>
    <w:rsid w:val="00E52DC5"/>
    <w:rsid w:val="00E5300D"/>
    <w:rsid w:val="00E5306A"/>
    <w:rsid w:val="00E53791"/>
    <w:rsid w:val="00E53C57"/>
    <w:rsid w:val="00E540DD"/>
    <w:rsid w:val="00E5422C"/>
    <w:rsid w:val="00E553A8"/>
    <w:rsid w:val="00E561A9"/>
    <w:rsid w:val="00E5732B"/>
    <w:rsid w:val="00E57714"/>
    <w:rsid w:val="00E606A7"/>
    <w:rsid w:val="00E60764"/>
    <w:rsid w:val="00E60859"/>
    <w:rsid w:val="00E60E99"/>
    <w:rsid w:val="00E611B4"/>
    <w:rsid w:val="00E61AFA"/>
    <w:rsid w:val="00E63229"/>
    <w:rsid w:val="00E63CD1"/>
    <w:rsid w:val="00E64776"/>
    <w:rsid w:val="00E64DC0"/>
    <w:rsid w:val="00E66372"/>
    <w:rsid w:val="00E6688F"/>
    <w:rsid w:val="00E66960"/>
    <w:rsid w:val="00E66A6E"/>
    <w:rsid w:val="00E670F3"/>
    <w:rsid w:val="00E67E9A"/>
    <w:rsid w:val="00E67FF3"/>
    <w:rsid w:val="00E70106"/>
    <w:rsid w:val="00E7254C"/>
    <w:rsid w:val="00E7267B"/>
    <w:rsid w:val="00E72DED"/>
    <w:rsid w:val="00E73221"/>
    <w:rsid w:val="00E7439F"/>
    <w:rsid w:val="00E750E8"/>
    <w:rsid w:val="00E75173"/>
    <w:rsid w:val="00E7532E"/>
    <w:rsid w:val="00E75567"/>
    <w:rsid w:val="00E757B1"/>
    <w:rsid w:val="00E76294"/>
    <w:rsid w:val="00E76391"/>
    <w:rsid w:val="00E768D8"/>
    <w:rsid w:val="00E76907"/>
    <w:rsid w:val="00E777D3"/>
    <w:rsid w:val="00E80109"/>
    <w:rsid w:val="00E80927"/>
    <w:rsid w:val="00E809B8"/>
    <w:rsid w:val="00E810CE"/>
    <w:rsid w:val="00E82C10"/>
    <w:rsid w:val="00E83053"/>
    <w:rsid w:val="00E836D0"/>
    <w:rsid w:val="00E83D34"/>
    <w:rsid w:val="00E83DD2"/>
    <w:rsid w:val="00E846C9"/>
    <w:rsid w:val="00E84969"/>
    <w:rsid w:val="00E850D3"/>
    <w:rsid w:val="00E85BEC"/>
    <w:rsid w:val="00E8600E"/>
    <w:rsid w:val="00E86DDF"/>
    <w:rsid w:val="00E87A99"/>
    <w:rsid w:val="00E90080"/>
    <w:rsid w:val="00E9129B"/>
    <w:rsid w:val="00E91C0F"/>
    <w:rsid w:val="00E91FF3"/>
    <w:rsid w:val="00E92520"/>
    <w:rsid w:val="00E93111"/>
    <w:rsid w:val="00E93D57"/>
    <w:rsid w:val="00E95E74"/>
    <w:rsid w:val="00E96E6C"/>
    <w:rsid w:val="00EA0FD8"/>
    <w:rsid w:val="00EA1769"/>
    <w:rsid w:val="00EA2EF9"/>
    <w:rsid w:val="00EA3925"/>
    <w:rsid w:val="00EA3A3A"/>
    <w:rsid w:val="00EA4BFD"/>
    <w:rsid w:val="00EA525D"/>
    <w:rsid w:val="00EA545B"/>
    <w:rsid w:val="00EA584D"/>
    <w:rsid w:val="00EA58CD"/>
    <w:rsid w:val="00EA59C8"/>
    <w:rsid w:val="00EA5FBD"/>
    <w:rsid w:val="00EA6EEF"/>
    <w:rsid w:val="00EA6F4D"/>
    <w:rsid w:val="00EA749B"/>
    <w:rsid w:val="00EA7584"/>
    <w:rsid w:val="00EA7700"/>
    <w:rsid w:val="00EB0317"/>
    <w:rsid w:val="00EB05E9"/>
    <w:rsid w:val="00EB0FFB"/>
    <w:rsid w:val="00EB230E"/>
    <w:rsid w:val="00EB2F81"/>
    <w:rsid w:val="00EB3524"/>
    <w:rsid w:val="00EB3959"/>
    <w:rsid w:val="00EB39E1"/>
    <w:rsid w:val="00EB3DD1"/>
    <w:rsid w:val="00EB3E05"/>
    <w:rsid w:val="00EB47B5"/>
    <w:rsid w:val="00EB4E02"/>
    <w:rsid w:val="00EB5CD8"/>
    <w:rsid w:val="00EB712C"/>
    <w:rsid w:val="00EB7E71"/>
    <w:rsid w:val="00EC0179"/>
    <w:rsid w:val="00EC0AFB"/>
    <w:rsid w:val="00EC0C6D"/>
    <w:rsid w:val="00EC0CA5"/>
    <w:rsid w:val="00EC1EA6"/>
    <w:rsid w:val="00EC260B"/>
    <w:rsid w:val="00EC2854"/>
    <w:rsid w:val="00EC2EBB"/>
    <w:rsid w:val="00EC2FD4"/>
    <w:rsid w:val="00EC34BA"/>
    <w:rsid w:val="00EC4432"/>
    <w:rsid w:val="00EC52C0"/>
    <w:rsid w:val="00EC5851"/>
    <w:rsid w:val="00EC6D9A"/>
    <w:rsid w:val="00EC7610"/>
    <w:rsid w:val="00EC7631"/>
    <w:rsid w:val="00EC78C7"/>
    <w:rsid w:val="00EC7E5C"/>
    <w:rsid w:val="00ED0158"/>
    <w:rsid w:val="00ED06E7"/>
    <w:rsid w:val="00ED095A"/>
    <w:rsid w:val="00ED13FC"/>
    <w:rsid w:val="00ED2458"/>
    <w:rsid w:val="00ED357E"/>
    <w:rsid w:val="00ED3B00"/>
    <w:rsid w:val="00ED4663"/>
    <w:rsid w:val="00ED49F8"/>
    <w:rsid w:val="00ED4DF3"/>
    <w:rsid w:val="00ED4EAA"/>
    <w:rsid w:val="00ED6F1A"/>
    <w:rsid w:val="00ED6F4A"/>
    <w:rsid w:val="00ED73E4"/>
    <w:rsid w:val="00ED792F"/>
    <w:rsid w:val="00ED7AF3"/>
    <w:rsid w:val="00EE0920"/>
    <w:rsid w:val="00EE0B04"/>
    <w:rsid w:val="00EE0C9C"/>
    <w:rsid w:val="00EE1A23"/>
    <w:rsid w:val="00EE1E0C"/>
    <w:rsid w:val="00EE232A"/>
    <w:rsid w:val="00EE3068"/>
    <w:rsid w:val="00EE487F"/>
    <w:rsid w:val="00EE4934"/>
    <w:rsid w:val="00EE4B06"/>
    <w:rsid w:val="00EE5627"/>
    <w:rsid w:val="00EE60A4"/>
    <w:rsid w:val="00EE6A87"/>
    <w:rsid w:val="00EE7100"/>
    <w:rsid w:val="00EE7853"/>
    <w:rsid w:val="00EF081B"/>
    <w:rsid w:val="00EF2BA6"/>
    <w:rsid w:val="00EF3B84"/>
    <w:rsid w:val="00EF537C"/>
    <w:rsid w:val="00EF59C8"/>
    <w:rsid w:val="00EF5D68"/>
    <w:rsid w:val="00EF5E90"/>
    <w:rsid w:val="00EF63DB"/>
    <w:rsid w:val="00EF65A5"/>
    <w:rsid w:val="00EF6A3D"/>
    <w:rsid w:val="00EF71D8"/>
    <w:rsid w:val="00EF74E0"/>
    <w:rsid w:val="00F00733"/>
    <w:rsid w:val="00F00756"/>
    <w:rsid w:val="00F008CD"/>
    <w:rsid w:val="00F012C1"/>
    <w:rsid w:val="00F01EE7"/>
    <w:rsid w:val="00F02202"/>
    <w:rsid w:val="00F05124"/>
    <w:rsid w:val="00F05943"/>
    <w:rsid w:val="00F05CF0"/>
    <w:rsid w:val="00F05DE2"/>
    <w:rsid w:val="00F06996"/>
    <w:rsid w:val="00F06F36"/>
    <w:rsid w:val="00F07543"/>
    <w:rsid w:val="00F07BC0"/>
    <w:rsid w:val="00F07E79"/>
    <w:rsid w:val="00F106F3"/>
    <w:rsid w:val="00F1076E"/>
    <w:rsid w:val="00F10A64"/>
    <w:rsid w:val="00F10B73"/>
    <w:rsid w:val="00F11A6B"/>
    <w:rsid w:val="00F11ADA"/>
    <w:rsid w:val="00F11B89"/>
    <w:rsid w:val="00F1453F"/>
    <w:rsid w:val="00F147CE"/>
    <w:rsid w:val="00F14DF1"/>
    <w:rsid w:val="00F15EA5"/>
    <w:rsid w:val="00F167ED"/>
    <w:rsid w:val="00F16F3B"/>
    <w:rsid w:val="00F172D8"/>
    <w:rsid w:val="00F17AE1"/>
    <w:rsid w:val="00F17C1B"/>
    <w:rsid w:val="00F17C34"/>
    <w:rsid w:val="00F209BE"/>
    <w:rsid w:val="00F21E38"/>
    <w:rsid w:val="00F2229F"/>
    <w:rsid w:val="00F227C6"/>
    <w:rsid w:val="00F22C33"/>
    <w:rsid w:val="00F22CE6"/>
    <w:rsid w:val="00F22E46"/>
    <w:rsid w:val="00F24CC1"/>
    <w:rsid w:val="00F25FE8"/>
    <w:rsid w:val="00F263F0"/>
    <w:rsid w:val="00F26C7D"/>
    <w:rsid w:val="00F30942"/>
    <w:rsid w:val="00F31B37"/>
    <w:rsid w:val="00F321E7"/>
    <w:rsid w:val="00F323E6"/>
    <w:rsid w:val="00F34083"/>
    <w:rsid w:val="00F3412C"/>
    <w:rsid w:val="00F35024"/>
    <w:rsid w:val="00F35153"/>
    <w:rsid w:val="00F351D3"/>
    <w:rsid w:val="00F3568F"/>
    <w:rsid w:val="00F359B5"/>
    <w:rsid w:val="00F35EBF"/>
    <w:rsid w:val="00F36F9C"/>
    <w:rsid w:val="00F37170"/>
    <w:rsid w:val="00F3769F"/>
    <w:rsid w:val="00F4014A"/>
    <w:rsid w:val="00F40AFF"/>
    <w:rsid w:val="00F41BC5"/>
    <w:rsid w:val="00F41EAE"/>
    <w:rsid w:val="00F422FA"/>
    <w:rsid w:val="00F43915"/>
    <w:rsid w:val="00F43DE2"/>
    <w:rsid w:val="00F4434E"/>
    <w:rsid w:val="00F45134"/>
    <w:rsid w:val="00F458B9"/>
    <w:rsid w:val="00F45B47"/>
    <w:rsid w:val="00F45DEA"/>
    <w:rsid w:val="00F4696E"/>
    <w:rsid w:val="00F46D5F"/>
    <w:rsid w:val="00F473C2"/>
    <w:rsid w:val="00F4778A"/>
    <w:rsid w:val="00F500CC"/>
    <w:rsid w:val="00F50388"/>
    <w:rsid w:val="00F51305"/>
    <w:rsid w:val="00F513AC"/>
    <w:rsid w:val="00F514DE"/>
    <w:rsid w:val="00F5193E"/>
    <w:rsid w:val="00F51BBD"/>
    <w:rsid w:val="00F51D6B"/>
    <w:rsid w:val="00F529DC"/>
    <w:rsid w:val="00F52FD3"/>
    <w:rsid w:val="00F5304D"/>
    <w:rsid w:val="00F55327"/>
    <w:rsid w:val="00F56606"/>
    <w:rsid w:val="00F566DF"/>
    <w:rsid w:val="00F56FBC"/>
    <w:rsid w:val="00F57171"/>
    <w:rsid w:val="00F5781E"/>
    <w:rsid w:val="00F6092A"/>
    <w:rsid w:val="00F60C9A"/>
    <w:rsid w:val="00F6141A"/>
    <w:rsid w:val="00F615A7"/>
    <w:rsid w:val="00F61E86"/>
    <w:rsid w:val="00F63055"/>
    <w:rsid w:val="00F63516"/>
    <w:rsid w:val="00F638C8"/>
    <w:rsid w:val="00F6397B"/>
    <w:rsid w:val="00F64252"/>
    <w:rsid w:val="00F646BF"/>
    <w:rsid w:val="00F64B3D"/>
    <w:rsid w:val="00F6520A"/>
    <w:rsid w:val="00F653AB"/>
    <w:rsid w:val="00F6618F"/>
    <w:rsid w:val="00F668B4"/>
    <w:rsid w:val="00F674D6"/>
    <w:rsid w:val="00F67689"/>
    <w:rsid w:val="00F67B38"/>
    <w:rsid w:val="00F70110"/>
    <w:rsid w:val="00F70722"/>
    <w:rsid w:val="00F711B9"/>
    <w:rsid w:val="00F71BFD"/>
    <w:rsid w:val="00F724E6"/>
    <w:rsid w:val="00F7269B"/>
    <w:rsid w:val="00F72EA8"/>
    <w:rsid w:val="00F734D6"/>
    <w:rsid w:val="00F736AB"/>
    <w:rsid w:val="00F741BA"/>
    <w:rsid w:val="00F743AC"/>
    <w:rsid w:val="00F74B30"/>
    <w:rsid w:val="00F74F00"/>
    <w:rsid w:val="00F7578E"/>
    <w:rsid w:val="00F75BF1"/>
    <w:rsid w:val="00F761D2"/>
    <w:rsid w:val="00F767DA"/>
    <w:rsid w:val="00F772D0"/>
    <w:rsid w:val="00F7766A"/>
    <w:rsid w:val="00F77F5E"/>
    <w:rsid w:val="00F80229"/>
    <w:rsid w:val="00F8028C"/>
    <w:rsid w:val="00F8034B"/>
    <w:rsid w:val="00F80402"/>
    <w:rsid w:val="00F81119"/>
    <w:rsid w:val="00F8182F"/>
    <w:rsid w:val="00F81FDB"/>
    <w:rsid w:val="00F8205E"/>
    <w:rsid w:val="00F822DF"/>
    <w:rsid w:val="00F83FD7"/>
    <w:rsid w:val="00F8430A"/>
    <w:rsid w:val="00F847A6"/>
    <w:rsid w:val="00F8520B"/>
    <w:rsid w:val="00F86BC7"/>
    <w:rsid w:val="00F8774E"/>
    <w:rsid w:val="00F878E1"/>
    <w:rsid w:val="00F907EE"/>
    <w:rsid w:val="00F91A5E"/>
    <w:rsid w:val="00F91F11"/>
    <w:rsid w:val="00F92143"/>
    <w:rsid w:val="00F93130"/>
    <w:rsid w:val="00F93389"/>
    <w:rsid w:val="00F9529E"/>
    <w:rsid w:val="00F95C40"/>
    <w:rsid w:val="00F96EDD"/>
    <w:rsid w:val="00FA04B1"/>
    <w:rsid w:val="00FA05D0"/>
    <w:rsid w:val="00FA0DEF"/>
    <w:rsid w:val="00FA0F89"/>
    <w:rsid w:val="00FA1F2D"/>
    <w:rsid w:val="00FA282E"/>
    <w:rsid w:val="00FA34F2"/>
    <w:rsid w:val="00FA3A17"/>
    <w:rsid w:val="00FA3E98"/>
    <w:rsid w:val="00FA3EB0"/>
    <w:rsid w:val="00FA409B"/>
    <w:rsid w:val="00FA456C"/>
    <w:rsid w:val="00FA4DA8"/>
    <w:rsid w:val="00FA4E69"/>
    <w:rsid w:val="00FA4F98"/>
    <w:rsid w:val="00FA4FAC"/>
    <w:rsid w:val="00FA5034"/>
    <w:rsid w:val="00FA6FF3"/>
    <w:rsid w:val="00FA791A"/>
    <w:rsid w:val="00FA7EF9"/>
    <w:rsid w:val="00FA7F69"/>
    <w:rsid w:val="00FB019F"/>
    <w:rsid w:val="00FB0791"/>
    <w:rsid w:val="00FB0C5C"/>
    <w:rsid w:val="00FB1104"/>
    <w:rsid w:val="00FB1847"/>
    <w:rsid w:val="00FB312B"/>
    <w:rsid w:val="00FB3947"/>
    <w:rsid w:val="00FB3C1C"/>
    <w:rsid w:val="00FB3EA2"/>
    <w:rsid w:val="00FB4094"/>
    <w:rsid w:val="00FB44BB"/>
    <w:rsid w:val="00FB450E"/>
    <w:rsid w:val="00FB47A2"/>
    <w:rsid w:val="00FB500A"/>
    <w:rsid w:val="00FB5268"/>
    <w:rsid w:val="00FB5CAA"/>
    <w:rsid w:val="00FB5D16"/>
    <w:rsid w:val="00FB686E"/>
    <w:rsid w:val="00FB701D"/>
    <w:rsid w:val="00FB7477"/>
    <w:rsid w:val="00FC03D4"/>
    <w:rsid w:val="00FC1BD3"/>
    <w:rsid w:val="00FC1CE3"/>
    <w:rsid w:val="00FC23C1"/>
    <w:rsid w:val="00FC2802"/>
    <w:rsid w:val="00FC383A"/>
    <w:rsid w:val="00FC388D"/>
    <w:rsid w:val="00FC3D77"/>
    <w:rsid w:val="00FC5B85"/>
    <w:rsid w:val="00FC5CF4"/>
    <w:rsid w:val="00FC5D5F"/>
    <w:rsid w:val="00FC72CD"/>
    <w:rsid w:val="00FC7943"/>
    <w:rsid w:val="00FC7ACA"/>
    <w:rsid w:val="00FD0198"/>
    <w:rsid w:val="00FD0698"/>
    <w:rsid w:val="00FD18D5"/>
    <w:rsid w:val="00FD20A0"/>
    <w:rsid w:val="00FD2897"/>
    <w:rsid w:val="00FD360D"/>
    <w:rsid w:val="00FD5038"/>
    <w:rsid w:val="00FD5169"/>
    <w:rsid w:val="00FD51A8"/>
    <w:rsid w:val="00FD57E7"/>
    <w:rsid w:val="00FD5E94"/>
    <w:rsid w:val="00FD6177"/>
    <w:rsid w:val="00FD6C09"/>
    <w:rsid w:val="00FD6CEE"/>
    <w:rsid w:val="00FD6EA3"/>
    <w:rsid w:val="00FD77B8"/>
    <w:rsid w:val="00FD7A27"/>
    <w:rsid w:val="00FE0170"/>
    <w:rsid w:val="00FE048C"/>
    <w:rsid w:val="00FE06EA"/>
    <w:rsid w:val="00FE073E"/>
    <w:rsid w:val="00FE10A1"/>
    <w:rsid w:val="00FE1735"/>
    <w:rsid w:val="00FE1B26"/>
    <w:rsid w:val="00FE2292"/>
    <w:rsid w:val="00FE28DF"/>
    <w:rsid w:val="00FE2B49"/>
    <w:rsid w:val="00FE2FF4"/>
    <w:rsid w:val="00FE4393"/>
    <w:rsid w:val="00FE51AF"/>
    <w:rsid w:val="00FE5F2B"/>
    <w:rsid w:val="00FE5FEC"/>
    <w:rsid w:val="00FE6060"/>
    <w:rsid w:val="00FE6321"/>
    <w:rsid w:val="00FE6DF5"/>
    <w:rsid w:val="00FE6F2D"/>
    <w:rsid w:val="00FE719D"/>
    <w:rsid w:val="00FE7506"/>
    <w:rsid w:val="00FE7AC9"/>
    <w:rsid w:val="00FE7E03"/>
    <w:rsid w:val="00FF0191"/>
    <w:rsid w:val="00FF0F9F"/>
    <w:rsid w:val="00FF15AE"/>
    <w:rsid w:val="00FF1B0A"/>
    <w:rsid w:val="00FF1CB0"/>
    <w:rsid w:val="00FF238A"/>
    <w:rsid w:val="00FF4402"/>
    <w:rsid w:val="00FF446D"/>
    <w:rsid w:val="00FF4517"/>
    <w:rsid w:val="00FF4820"/>
    <w:rsid w:val="00FF556E"/>
    <w:rsid w:val="00FF5BEA"/>
    <w:rsid w:val="00FF5FF9"/>
    <w:rsid w:val="00FF6803"/>
    <w:rsid w:val="00FF77B6"/>
    <w:rsid w:val="00FF7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F7993E"/>
  <w15:docId w15:val="{B073676A-672E-4717-9726-421077516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unhideWhenUsed/>
    <w:qFormat/>
    <w:rsid w:val="003921B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3921B6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unhideWhenUsed/>
    <w:qFormat/>
    <w:rsid w:val="003921B6"/>
    <w:rPr>
      <w:vertAlign w:val="superscript"/>
    </w:rPr>
  </w:style>
  <w:style w:type="table" w:styleId="a6">
    <w:name w:val="Table Grid"/>
    <w:basedOn w:val="a1"/>
    <w:uiPriority w:val="59"/>
    <w:rsid w:val="00392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locked/>
    <w:rsid w:val="003921B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F4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EB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6285"/>
  </w:style>
  <w:style w:type="paragraph" w:styleId="ab">
    <w:name w:val="footer"/>
    <w:basedOn w:val="a"/>
    <w:link w:val="ac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6285"/>
  </w:style>
  <w:style w:type="character" w:styleId="ad">
    <w:name w:val="annotation reference"/>
    <w:basedOn w:val="a0"/>
    <w:uiPriority w:val="99"/>
    <w:semiHidden/>
    <w:unhideWhenUsed/>
    <w:rsid w:val="00FE6D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6DF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6DF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6D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6DF5"/>
    <w:rPr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9B55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rsid w:val="00A623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81CDE-1CB9-4264-B387-196A7C31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36FBA51D</Template>
  <TotalTime>20</TotalTime>
  <Pages>7</Pages>
  <Words>2440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Н.В.</dc:creator>
  <cp:lastModifiedBy>Галицкая Н.В.</cp:lastModifiedBy>
  <cp:revision>4</cp:revision>
  <cp:lastPrinted>2020-02-10T05:26:00Z</cp:lastPrinted>
  <dcterms:created xsi:type="dcterms:W3CDTF">2020-10-29T16:05:00Z</dcterms:created>
  <dcterms:modified xsi:type="dcterms:W3CDTF">2020-10-29T16:25:00Z</dcterms:modified>
</cp:coreProperties>
</file>