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C2775" w14:textId="702AD9AB" w:rsidR="00015511" w:rsidRDefault="00146AE0" w:rsidP="00015511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0632" w:right="-31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46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15511" w:rsidRPr="00B47E6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47E66" w:rsidRPr="0082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7  </w:t>
      </w:r>
    </w:p>
    <w:p w14:paraId="77127CB5" w14:textId="77777777" w:rsidR="00146AE0" w:rsidRDefault="00146AE0" w:rsidP="00015511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0632" w:right="-31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AE0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отчету о результатах контрольного мероприятия</w:t>
      </w:r>
    </w:p>
    <w:p w14:paraId="09396659" w14:textId="3B2836C4" w:rsidR="00E442D2" w:rsidRDefault="009419C3" w:rsidP="009419C3">
      <w:pPr>
        <w:spacing w:after="0" w:line="240" w:lineRule="auto"/>
        <w:ind w:left="-284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E442D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8100C">
        <w:rPr>
          <w:rFonts w:ascii="Times New Roman" w:hAnsi="Times New Roman" w:cs="Times New Roman"/>
          <w:sz w:val="28"/>
          <w:szCs w:val="28"/>
        </w:rPr>
        <w:t>29 марта 2021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9137AE" w14:textId="10C9E32F" w:rsidR="009419C3" w:rsidRDefault="00E442D2" w:rsidP="009419C3">
      <w:pPr>
        <w:spacing w:after="0" w:line="240" w:lineRule="auto"/>
        <w:ind w:left="-284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9419C3">
        <w:rPr>
          <w:rFonts w:ascii="Times New Roman" w:hAnsi="Times New Roman" w:cs="Times New Roman"/>
          <w:sz w:val="28"/>
          <w:szCs w:val="28"/>
        </w:rPr>
        <w:t xml:space="preserve">№ </w:t>
      </w:r>
      <w:r w:rsidR="00B8100C">
        <w:rPr>
          <w:rFonts w:ascii="Times New Roman" w:hAnsi="Times New Roman" w:cs="Times New Roman"/>
          <w:sz w:val="28"/>
          <w:szCs w:val="28"/>
        </w:rPr>
        <w:t>ОМ-31/03-05</w:t>
      </w:r>
    </w:p>
    <w:p w14:paraId="66CA28EF" w14:textId="77777777" w:rsidR="009419C3" w:rsidRDefault="009419C3" w:rsidP="00015511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0632" w:right="-31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47175A" w14:textId="77777777" w:rsidR="00015511" w:rsidRPr="00146AE0" w:rsidRDefault="00015511" w:rsidP="00015511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0065"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7AB3E" w14:textId="77777777" w:rsidR="00146AE0" w:rsidRPr="00146AE0" w:rsidRDefault="00146AE0" w:rsidP="00146AE0">
      <w:pPr>
        <w:overflowPunct w:val="0"/>
        <w:autoSpaceDE w:val="0"/>
        <w:autoSpaceDN w:val="0"/>
        <w:adjustRightInd w:val="0"/>
        <w:spacing w:after="0" w:line="36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AE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ПРЕДЛОЖЕНИЙ (РЕКОМЕНДАЦИЙ)</w:t>
      </w:r>
    </w:p>
    <w:p w14:paraId="6B51314D" w14:textId="77777777" w:rsidR="00146AE0" w:rsidRPr="00146AE0" w:rsidRDefault="00146AE0" w:rsidP="00146AE0">
      <w:pPr>
        <w:overflowPunct w:val="0"/>
        <w:autoSpaceDE w:val="0"/>
        <w:autoSpaceDN w:val="0"/>
        <w:adjustRightInd w:val="0"/>
        <w:spacing w:after="0" w:line="360" w:lineRule="auto"/>
        <w:ind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A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контрольного мероприятия</w:t>
      </w:r>
      <w:r w:rsidR="00015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15511" w:rsidRPr="000155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результативности и достижения целей предоставления средств федерального бюджета, направленных Федеральной службе государственной регистрации</w:t>
      </w:r>
      <w:r w:rsidR="00363AF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кадастра и картографии в 2018 – 2019</w:t>
      </w:r>
      <w:r w:rsidR="00015511" w:rsidRPr="00015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и истекшем периоде 2020 года на осуществление полномочий по государственной регистрации прав на недвижимое имущество и сделок с ним с учетом передачи части полномочий</w:t>
      </w:r>
      <w:r w:rsidR="000155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4DD57A0" w14:textId="77777777" w:rsidR="00146AE0" w:rsidRPr="00B47E66" w:rsidRDefault="00146AE0" w:rsidP="00146AE0">
      <w:pPr>
        <w:overflowPunct w:val="0"/>
        <w:autoSpaceDE w:val="0"/>
        <w:autoSpaceDN w:val="0"/>
        <w:adjustRightInd w:val="0"/>
        <w:spacing w:after="0" w:line="36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964" w:type="pct"/>
        <w:tblLook w:val="04A0" w:firstRow="1" w:lastRow="0" w:firstColumn="1" w:lastColumn="0" w:noHBand="0" w:noVBand="1"/>
      </w:tblPr>
      <w:tblGrid>
        <w:gridCol w:w="862"/>
        <w:gridCol w:w="2416"/>
        <w:gridCol w:w="3306"/>
        <w:gridCol w:w="2246"/>
        <w:gridCol w:w="2218"/>
        <w:gridCol w:w="3116"/>
      </w:tblGrid>
      <w:tr w:rsidR="00B47E66" w:rsidRPr="00B47E66" w14:paraId="137ED8B9" w14:textId="77777777" w:rsidTr="00E9028C">
        <w:trPr>
          <w:trHeight w:val="450"/>
          <w:tblHeader/>
        </w:trPr>
        <w:tc>
          <w:tcPr>
            <w:tcW w:w="3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76A51" w14:textId="77777777" w:rsidR="00B47E66" w:rsidRPr="00B47E66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пп</w:t>
            </w:r>
          </w:p>
        </w:tc>
        <w:tc>
          <w:tcPr>
            <w:tcW w:w="8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6936C" w14:textId="77777777" w:rsidR="00B47E66" w:rsidRPr="00B47E66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Получатель (адресат) </w:t>
            </w:r>
            <w:r w:rsidRPr="00B47E6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26295" w14:textId="77777777" w:rsidR="00B47E66" w:rsidRPr="00B47E66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Предложение (рекомендация)</w:t>
            </w:r>
          </w:p>
        </w:tc>
        <w:tc>
          <w:tcPr>
            <w:tcW w:w="79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CF1DB" w14:textId="77777777" w:rsidR="00B47E66" w:rsidRPr="00B47E66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Отметка о приоритетности (да/нет) </w:t>
            </w:r>
          </w:p>
        </w:tc>
        <w:tc>
          <w:tcPr>
            <w:tcW w:w="7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71E9F" w14:textId="77777777" w:rsidR="00B47E66" w:rsidRPr="00B47E66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Рекомендованный срок реализации </w:t>
            </w:r>
          </w:p>
        </w:tc>
        <w:tc>
          <w:tcPr>
            <w:tcW w:w="11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E9F36" w14:textId="77777777" w:rsidR="00B47E66" w:rsidRPr="00B47E66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Примечание, включая обоснование рекомендуемого срока реализации предложения (рекомендации)</w:t>
            </w:r>
          </w:p>
        </w:tc>
      </w:tr>
      <w:tr w:rsidR="00B47E66" w:rsidRPr="00B47E66" w14:paraId="693CC4F0" w14:textId="77777777" w:rsidTr="00E9028C">
        <w:trPr>
          <w:trHeight w:val="450"/>
          <w:tblHeader/>
        </w:trPr>
        <w:tc>
          <w:tcPr>
            <w:tcW w:w="3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CFFA9" w14:textId="77777777" w:rsidR="00B47E66" w:rsidRPr="00B47E66" w:rsidRDefault="00B47E66" w:rsidP="00B4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F8B0B1" w14:textId="77777777" w:rsidR="00B47E66" w:rsidRPr="00B47E66" w:rsidRDefault="00B47E66" w:rsidP="00B4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9F35EB" w14:textId="77777777" w:rsidR="00B47E66" w:rsidRPr="00B47E66" w:rsidRDefault="00B47E66" w:rsidP="00B4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E43403" w14:textId="77777777" w:rsidR="00B47E66" w:rsidRPr="00B47E66" w:rsidRDefault="00B47E66" w:rsidP="00B4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C4768" w14:textId="77777777" w:rsidR="00B47E66" w:rsidRPr="00B47E66" w:rsidRDefault="00B47E66" w:rsidP="00B4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C4555" w14:textId="77777777" w:rsidR="00B47E66" w:rsidRPr="00B47E66" w:rsidRDefault="00B47E66" w:rsidP="00B4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47E66" w:rsidRPr="00B47E66" w14:paraId="5FEE37DE" w14:textId="77777777" w:rsidTr="003176C5">
        <w:trPr>
          <w:tblHeader/>
        </w:trPr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C1D27" w14:textId="77777777" w:rsidR="00B47E66" w:rsidRPr="00B47E66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4592" w14:textId="77777777" w:rsidR="00B47E66" w:rsidRPr="00B47E66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4DB2B" w14:textId="77777777" w:rsidR="00B47E66" w:rsidRPr="00B47E66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8AE1B" w14:textId="77777777" w:rsidR="00B47E66" w:rsidRPr="00B47E66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BFF19" w14:textId="77777777" w:rsidR="00B47E66" w:rsidRPr="00B47E66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65240" w14:textId="77777777" w:rsidR="00B47E66" w:rsidRPr="00B47E66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3176C5" w:rsidRPr="00B47E66" w14:paraId="5B9513BF" w14:textId="77777777" w:rsidTr="003176C5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1896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23A3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E255" w14:textId="77777777" w:rsidR="003176C5" w:rsidRPr="00B47E66" w:rsidRDefault="003176C5" w:rsidP="00317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Поручить </w:t>
            </w:r>
            <w:r w:rsidRPr="0082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заинтересованным федеральным органам исполнительной власти рассмотреть вопрос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r w:rsidRPr="0082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разработке целевых показателей документов стратегического планирования, характеризующих ход и результаты достижения целей в части государственной регистрации прав, в том числе показателей качества предоставления государственных услуг и качества сведений, содержащихся в ЕГРН, с учетом необходимости снижения </w:t>
            </w:r>
            <w:r w:rsidRPr="0082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количества приостановлений и отказов при совершении учетно-регистрационных действий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A09C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5051" w14:textId="77777777" w:rsidR="003176C5" w:rsidRPr="00B47E66" w:rsidRDefault="00111F92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3176C5"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,2021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36D9" w14:textId="77777777" w:rsidR="003176C5" w:rsidRPr="00B47E66" w:rsidRDefault="003176C5" w:rsidP="00317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Установление в стратегических документах целевых показателей, качественно и количественно характеризующих ход и результаты реализации целей в части государственного кадастрового учета и государственной регистрации прав, </w:t>
            </w:r>
            <w:r w:rsidRPr="00E81D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позволит принципиально </w:t>
            </w: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улучшить качество принимаемых решений в сфере государственного управления указанной сферы по</w:t>
            </w:r>
            <w:r w:rsidRPr="00B47E6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обеспечению защиты прав на </w:t>
            </w: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недвижимое имущество и имущественных интересов правообладателей, увеличению поступлений в бюджет налогов на недвижимость (абз. 4, 6, 7 п. 7.</w:t>
            </w:r>
            <w:r w:rsid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 СГА 101)</w:t>
            </w:r>
          </w:p>
        </w:tc>
      </w:tr>
      <w:tr w:rsidR="003176C5" w:rsidRPr="00B47E66" w14:paraId="7BAEB701" w14:textId="77777777" w:rsidTr="003176C5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7C67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321E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734E" w14:textId="77777777" w:rsidR="003176C5" w:rsidRPr="00B47E66" w:rsidRDefault="003176C5" w:rsidP="00317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Поручить </w:t>
            </w:r>
            <w:r w:rsidRPr="0082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заинтересованным федеральным органам исполнительной власти рассмотреть вопрос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2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предоставлении доступа Счетной палате Российской Федерации к ФГИС ЕГРН в части сведений об объектах федерального недвижимого имущества и имущества хозяйствующих субъектов с участием Российской Федерации, а также возможности направления бесплатных запросов КСО в целях реализации полномочий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4470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5302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12,2021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30CB" w14:textId="77777777" w:rsidR="003176C5" w:rsidRPr="00B47E66" w:rsidRDefault="00FB076C" w:rsidP="00FB0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2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2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доступа Счетной палате Российской Федерации к ФГИС ЕГРН в части сведений об объектах федерального недвижимого имущества и имущества хозяйствующих субъектов с участием Российской Федерации, а также возможности направления бесплатных запросов КСО в целях реализации полномочий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3176C5"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расширит возможности аудита данных ЕГРН и повысит открытость государственных данных (абз. 11 п. 7.</w:t>
            </w:r>
            <w:r w:rsid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3176C5"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 СГА 101)</w:t>
            </w:r>
          </w:p>
        </w:tc>
      </w:tr>
      <w:tr w:rsidR="003176C5" w:rsidRPr="00B47E66" w14:paraId="1B7F4CAD" w14:textId="77777777" w:rsidTr="00663291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AAB4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4B9A6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2CB54" w14:textId="77777777" w:rsidR="003176C5" w:rsidRPr="00B47E66" w:rsidRDefault="003176C5" w:rsidP="00317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Поручить </w:t>
            </w:r>
            <w:r w:rsidRPr="0082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заинтересованным федеральным органам исполнительной власти рассмотреть вопрос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r w:rsidRPr="00E90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разработке мероприятий по верификации сведений об объектах федерального недвижимого имущества в ЕГРН и РФИ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2DEE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EA2F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,2021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0E67" w14:textId="445CC198" w:rsidR="003176C5" w:rsidRPr="00B47E66" w:rsidRDefault="003176C5" w:rsidP="00317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0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верификация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сведений ЕГРН и РФИ </w:t>
            </w:r>
            <w:r w:rsidR="00C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должны способствовать улучшению качества государственных информационных систем</w:t>
            </w:r>
            <w:r w:rsidRPr="00E90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позволит улучшить качество принимаемых решений в сфере государственного управления </w:t>
            </w:r>
            <w:r w:rsidR="00C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E90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обеспечению защиты прав </w:t>
            </w:r>
            <w:r w:rsidR="00C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Российской Федерации</w:t>
            </w:r>
            <w:r w:rsidRPr="00E90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(абз. 4, 6, 7 п. 7.</w:t>
            </w:r>
            <w:r w:rsid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E90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 СГА 101)</w:t>
            </w:r>
          </w:p>
        </w:tc>
      </w:tr>
      <w:tr w:rsidR="003176C5" w:rsidRPr="00B47E66" w14:paraId="6F85FE76" w14:textId="77777777" w:rsidTr="00663291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58B8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7CCE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F5AD" w14:textId="77777777" w:rsidR="003176C5" w:rsidRPr="00B47E66" w:rsidRDefault="003176C5" w:rsidP="00317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Поручить </w:t>
            </w:r>
            <w:r w:rsidRPr="0082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заинтересованным федеральным органам исполнительной власти </w:t>
            </w:r>
            <w:r w:rsidRPr="0082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рассмотреть вопрос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r w:rsidRPr="00317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внедрении объективного мониторинга качества и доступности государственных услуг Росреестра, в том числе посредством независимой оценки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DE05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1612" w14:textId="77777777" w:rsidR="003176C5" w:rsidRPr="00B47E66" w:rsidRDefault="003176C5" w:rsidP="00317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12,2021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897B" w14:textId="57BF460F" w:rsidR="003176C5" w:rsidRPr="00B47E66" w:rsidRDefault="009F59C9" w:rsidP="009F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недрени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объективного мониторинга качества и доступности государственных </w:t>
            </w:r>
            <w:r w:rsidRP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услуг Росреестра, в том числе посредством независимой оценки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позволит</w:t>
            </w:r>
            <w:r w:rsidRP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ощутим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улучш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ить </w:t>
            </w:r>
            <w:r w:rsidR="00AB6CCD" w:rsidRP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</w:t>
            </w:r>
            <w:r w:rsidR="00AB6C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AB6CCD" w:rsidRP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граждан Российской Федерации, обеспеч</w:t>
            </w:r>
            <w:r w:rsidR="00AB6C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 реализацию их прав и законных интересов </w:t>
            </w:r>
            <w:r w:rsidRPr="00E90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(абз. 7 п. 7.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E90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 СГА 101)</w:t>
            </w:r>
          </w:p>
        </w:tc>
      </w:tr>
      <w:tr w:rsidR="004137A8" w:rsidRPr="00B47E66" w14:paraId="14548C37" w14:textId="77777777" w:rsidTr="00663291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D95A" w14:textId="77777777" w:rsidR="004137A8" w:rsidRDefault="004137A8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F522" w14:textId="77777777" w:rsidR="004137A8" w:rsidRPr="00B47E66" w:rsidRDefault="004137A8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1656" w14:textId="77777777" w:rsidR="004137A8" w:rsidRPr="004137A8" w:rsidRDefault="004137A8" w:rsidP="00413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Поручить </w:t>
            </w:r>
            <w:r w:rsidRPr="0082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заинтересованным федеральным органам исполнительной власти рассмотреть вопрос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r w:rsidRPr="00413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совершенствовании нормативного правового регулирования отношений, связанных с осуществлением государственной регистрации прав, в части:</w:t>
            </w:r>
          </w:p>
          <w:p w14:paraId="59F3AAE5" w14:textId="77777777" w:rsidR="004137A8" w:rsidRPr="004137A8" w:rsidRDefault="00B73ED4" w:rsidP="00413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4137A8" w:rsidRPr="00413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установления возможности досудебного обжалования решений о приостановлении и об отказе в государственной регистрации прав;</w:t>
            </w:r>
          </w:p>
          <w:p w14:paraId="73F0023B" w14:textId="77777777" w:rsidR="004137A8" w:rsidRPr="004137A8" w:rsidRDefault="00B73ED4" w:rsidP="00413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4137A8" w:rsidRPr="00413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реализации возможности оплаты заявителем услуги по предоставлению сведений из ЕГРН одним платежом;</w:t>
            </w:r>
          </w:p>
          <w:p w14:paraId="599298FA" w14:textId="77777777" w:rsidR="004137A8" w:rsidRPr="00B47E66" w:rsidRDefault="00B73ED4" w:rsidP="00413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4137A8" w:rsidRPr="00413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включения нарушения срока оказания услуги в основания для возврата платы за услугу предоставления сведений из ЕГРН.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39F49" w14:textId="77777777" w:rsidR="004137A8" w:rsidRPr="00B47E66" w:rsidRDefault="004137A8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A602" w14:textId="77777777" w:rsidR="004137A8" w:rsidRPr="00B47E66" w:rsidRDefault="004137A8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12,2021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898B" w14:textId="7B86F9F2" w:rsidR="004137A8" w:rsidRDefault="00CD2127" w:rsidP="00413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Принятие предложенных изменений в нормативное правовое регулирование должно способствовать улучшению качества оказания государственных услуг Росреестра, </w:t>
            </w:r>
            <w:r w:rsidR="00B73ED4" w:rsidRP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</w:t>
            </w:r>
            <w:r w:rsidR="00B7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ить </w:t>
            </w:r>
            <w:r w:rsidR="00AB6CCD" w:rsidRP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</w:t>
            </w:r>
            <w:r w:rsidR="00AB6C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AB6CCD" w:rsidRP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3ED4" w:rsidRPr="009F5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</w:t>
            </w:r>
            <w:r w:rsidR="00B7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граждан Российской Федерации, обеспеч</w:t>
            </w:r>
            <w:r w:rsidR="00AB6C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B7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 реализацию их прав и законных интересов </w:t>
            </w:r>
            <w:r w:rsidR="00B73ED4" w:rsidRPr="00E90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(абз. 7 п. 7.</w:t>
            </w:r>
            <w:r w:rsidR="00B7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B73ED4" w:rsidRPr="00E90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 СГА 101)</w:t>
            </w:r>
          </w:p>
        </w:tc>
      </w:tr>
      <w:tr w:rsidR="004137A8" w:rsidRPr="00B47E66" w14:paraId="5C50A861" w14:textId="77777777" w:rsidTr="009F59C9"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3D10E" w14:textId="77777777" w:rsidR="004137A8" w:rsidRPr="00B47E66" w:rsidRDefault="00B73ED4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4137A8"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7CCF7" w14:textId="77777777" w:rsidR="004137A8" w:rsidRPr="00B47E66" w:rsidRDefault="004137A8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F197E" w14:textId="77777777" w:rsidR="004137A8" w:rsidRPr="00B47E66" w:rsidRDefault="00B73ED4" w:rsidP="00B7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Унифицировать полномочия территориальных органов Росреестра, филиалов ФГБУ «ФКП Росреестра» и МФЦ с учетом компетенции в целях установления единообразной системы взаимодействия при оказании государственных услуг на всей территории Российской Федерации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1B09D" w14:textId="77777777" w:rsidR="004137A8" w:rsidRPr="00B47E66" w:rsidRDefault="004137A8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17FEE" w14:textId="77777777" w:rsidR="004137A8" w:rsidRPr="00B47E66" w:rsidRDefault="004137A8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9,2021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5B8D6" w14:textId="042FBE11" w:rsidR="004137A8" w:rsidRPr="00B47E66" w:rsidRDefault="00B73ED4" w:rsidP="00413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системы единообразного взаимодействия территориальных органов Росреестра, филиалов ФГБУ «ФКП Росреестра» и МФЦ в субъектах Российской Федерации при оказании государственных услуг по кадастровому учету и регистрации прав позволит </w:t>
            </w: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повысить качество государственных услуг Росреестра, что повлечет улучшения условий жизни граждан Российской Федерации (абз. 7 п. 7.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 СГА 101)</w:t>
            </w:r>
          </w:p>
        </w:tc>
      </w:tr>
      <w:tr w:rsidR="004137A8" w:rsidRPr="00B47E66" w14:paraId="1131008C" w14:textId="77777777" w:rsidTr="009F59C9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8BC0" w14:textId="77777777" w:rsidR="004137A8" w:rsidRPr="00B47E66" w:rsidRDefault="00B73ED4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  <w:r w:rsidR="004137A8"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F78D" w14:textId="77777777" w:rsidR="004137A8" w:rsidRPr="00B47E66" w:rsidRDefault="004137A8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BBE8" w14:textId="77777777" w:rsidR="004137A8" w:rsidRPr="00B47E66" w:rsidRDefault="00B73ED4" w:rsidP="00413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7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твердить перечень форм ведомственной отчетности Росреестра, в также принять меры к автоматизации их формирования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8B66" w14:textId="77777777" w:rsidR="004137A8" w:rsidRPr="00B47E66" w:rsidRDefault="004137A8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92E9" w14:textId="77777777" w:rsidR="004137A8" w:rsidRPr="00B47E66" w:rsidRDefault="00B73ED4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4137A8"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,2021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B9BB" w14:textId="77777777" w:rsidR="004137A8" w:rsidRPr="00B47E66" w:rsidRDefault="00B73ED4" w:rsidP="00B7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ждение</w:t>
            </w:r>
            <w:r w:rsidRPr="00B7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перечня форм ведомственной отчетности Росреестра,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формируемых в автоматическом режиме, позволит</w:t>
            </w:r>
            <w:r w:rsidRPr="00B7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сить</w:t>
            </w:r>
            <w:r w:rsidRPr="00B7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обоснованност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7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аргументированност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B7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принятия решений в системе государственного управления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137A8"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(абз. 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</w:t>
            </w:r>
            <w:r w:rsidR="004137A8"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 7.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4137A8"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 СГА 101)</w:t>
            </w:r>
          </w:p>
        </w:tc>
      </w:tr>
      <w:tr w:rsidR="004137A8" w:rsidRPr="00B47E66" w14:paraId="4520E42C" w14:textId="77777777" w:rsidTr="00111F92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A486" w14:textId="77777777" w:rsidR="004137A8" w:rsidRPr="00B47E66" w:rsidRDefault="00131F3B" w:rsidP="0011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4137A8"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5BDC" w14:textId="77777777" w:rsidR="004137A8" w:rsidRPr="00B47E66" w:rsidRDefault="004137A8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картографии» (ФГБУ «ФКП Росреестра»)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BCB8" w14:textId="77777777" w:rsidR="004137A8" w:rsidRPr="00B47E66" w:rsidRDefault="004137A8" w:rsidP="0011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Утвердить положения, тарифы и методики формирования цены для всех видов услуг, предусмотренных разделом 14 Устава ФГБУ «ФКП Росреестра», и </w:t>
            </w:r>
            <w:r w:rsidR="00111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разработать мероприятия по</w:t>
            </w: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</w:t>
            </w:r>
            <w:r w:rsidR="00111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их соблюдением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8B7" w14:textId="77777777" w:rsidR="004137A8" w:rsidRPr="00B47E66" w:rsidRDefault="004137A8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07A5" w14:textId="77777777" w:rsidR="004137A8" w:rsidRPr="00B47E66" w:rsidRDefault="00111F92" w:rsidP="00413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4137A8"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,2021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25D2" w14:textId="77777777" w:rsidR="004137A8" w:rsidRPr="00B47E66" w:rsidRDefault="004137A8" w:rsidP="00413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актов, регулирующих порядок оказания платных услуг ФГБУ «ФКП Росреестра», обеспечит повышение качества услуг в сфере государственного кадастрового учета и государственной регистрации прав, что позволит</w:t>
            </w:r>
            <w:r w:rsidRPr="00B47E6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B47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исключить причины возникновения нарушений в финансово-бюджетной сфере и обеспечить их профилактику (абз. 9 п. 7.4.1 СГА 101)</w:t>
            </w:r>
          </w:p>
        </w:tc>
      </w:tr>
    </w:tbl>
    <w:p w14:paraId="19DE41A1" w14:textId="77777777" w:rsidR="00282F84" w:rsidRDefault="00282F84"/>
    <w:sectPr w:rsidR="00282F84" w:rsidSect="004F0952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BE14F" w14:textId="77777777" w:rsidR="00340FE4" w:rsidRDefault="00340FE4" w:rsidP="004F0952">
      <w:pPr>
        <w:spacing w:after="0" w:line="240" w:lineRule="auto"/>
      </w:pPr>
      <w:r>
        <w:separator/>
      </w:r>
    </w:p>
  </w:endnote>
  <w:endnote w:type="continuationSeparator" w:id="0">
    <w:p w14:paraId="07CC71E6" w14:textId="77777777" w:rsidR="00340FE4" w:rsidRDefault="00340FE4" w:rsidP="004F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5DCEE" w14:textId="77777777" w:rsidR="00340FE4" w:rsidRDefault="00340FE4" w:rsidP="004F0952">
      <w:pPr>
        <w:spacing w:after="0" w:line="240" w:lineRule="auto"/>
      </w:pPr>
      <w:r>
        <w:separator/>
      </w:r>
    </w:p>
  </w:footnote>
  <w:footnote w:type="continuationSeparator" w:id="0">
    <w:p w14:paraId="0968AF75" w14:textId="77777777" w:rsidR="00340FE4" w:rsidRDefault="00340FE4" w:rsidP="004F0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9484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56CBA3C" w14:textId="2EBC553A" w:rsidR="004F0952" w:rsidRPr="00B47E66" w:rsidRDefault="004F0952">
        <w:pPr>
          <w:pStyle w:val="a3"/>
          <w:jc w:val="center"/>
          <w:rPr>
            <w:rFonts w:ascii="Times New Roman" w:hAnsi="Times New Roman" w:cs="Times New Roman"/>
          </w:rPr>
        </w:pPr>
        <w:r w:rsidRPr="00B47E66">
          <w:rPr>
            <w:rFonts w:ascii="Times New Roman" w:hAnsi="Times New Roman" w:cs="Times New Roman"/>
          </w:rPr>
          <w:fldChar w:fldCharType="begin"/>
        </w:r>
        <w:r w:rsidRPr="00B47E66">
          <w:rPr>
            <w:rFonts w:ascii="Times New Roman" w:hAnsi="Times New Roman" w:cs="Times New Roman"/>
          </w:rPr>
          <w:instrText>PAGE   \* MERGEFORMAT</w:instrText>
        </w:r>
        <w:r w:rsidRPr="00B47E66">
          <w:rPr>
            <w:rFonts w:ascii="Times New Roman" w:hAnsi="Times New Roman" w:cs="Times New Roman"/>
          </w:rPr>
          <w:fldChar w:fldCharType="separate"/>
        </w:r>
        <w:r w:rsidR="008300DF">
          <w:rPr>
            <w:rFonts w:ascii="Times New Roman" w:hAnsi="Times New Roman" w:cs="Times New Roman"/>
            <w:noProof/>
          </w:rPr>
          <w:t>2</w:t>
        </w:r>
        <w:r w:rsidRPr="00B47E66">
          <w:rPr>
            <w:rFonts w:ascii="Times New Roman" w:hAnsi="Times New Roman" w:cs="Times New Roman"/>
          </w:rPr>
          <w:fldChar w:fldCharType="end"/>
        </w:r>
      </w:p>
    </w:sdtContent>
  </w:sdt>
  <w:p w14:paraId="77316BF5" w14:textId="77777777" w:rsidR="004F0952" w:rsidRDefault="004F09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57623"/>
    <w:multiLevelType w:val="hybridMultilevel"/>
    <w:tmpl w:val="C4488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889"/>
    <w:rsid w:val="00001C18"/>
    <w:rsid w:val="00015511"/>
    <w:rsid w:val="000166FD"/>
    <w:rsid w:val="00054F79"/>
    <w:rsid w:val="000E61CC"/>
    <w:rsid w:val="00111F92"/>
    <w:rsid w:val="00131F3B"/>
    <w:rsid w:val="00146AE0"/>
    <w:rsid w:val="0017048F"/>
    <w:rsid w:val="001A487A"/>
    <w:rsid w:val="001B4C20"/>
    <w:rsid w:val="001B5644"/>
    <w:rsid w:val="001F2112"/>
    <w:rsid w:val="001F3FB9"/>
    <w:rsid w:val="00282F84"/>
    <w:rsid w:val="00306AEA"/>
    <w:rsid w:val="003176C5"/>
    <w:rsid w:val="00340FE4"/>
    <w:rsid w:val="003466E0"/>
    <w:rsid w:val="003515BE"/>
    <w:rsid w:val="00363AF9"/>
    <w:rsid w:val="00375B84"/>
    <w:rsid w:val="00376388"/>
    <w:rsid w:val="003B20CC"/>
    <w:rsid w:val="00401661"/>
    <w:rsid w:val="004137A8"/>
    <w:rsid w:val="0042281E"/>
    <w:rsid w:val="004441F7"/>
    <w:rsid w:val="004804C8"/>
    <w:rsid w:val="004A624A"/>
    <w:rsid w:val="004F0952"/>
    <w:rsid w:val="0051570D"/>
    <w:rsid w:val="00522313"/>
    <w:rsid w:val="00536FAF"/>
    <w:rsid w:val="0058524E"/>
    <w:rsid w:val="00590AA7"/>
    <w:rsid w:val="005E7CB6"/>
    <w:rsid w:val="00663291"/>
    <w:rsid w:val="006B4A1E"/>
    <w:rsid w:val="006D4346"/>
    <w:rsid w:val="0072764D"/>
    <w:rsid w:val="00733FE0"/>
    <w:rsid w:val="00750AF2"/>
    <w:rsid w:val="00782A41"/>
    <w:rsid w:val="007A0BD3"/>
    <w:rsid w:val="00801B57"/>
    <w:rsid w:val="008154C0"/>
    <w:rsid w:val="008227D2"/>
    <w:rsid w:val="008300DF"/>
    <w:rsid w:val="00830E89"/>
    <w:rsid w:val="00887CF2"/>
    <w:rsid w:val="008A107F"/>
    <w:rsid w:val="008B5881"/>
    <w:rsid w:val="00907F5D"/>
    <w:rsid w:val="00920FB8"/>
    <w:rsid w:val="0093510D"/>
    <w:rsid w:val="009419C3"/>
    <w:rsid w:val="00976A4E"/>
    <w:rsid w:val="009A0BDA"/>
    <w:rsid w:val="009A5B92"/>
    <w:rsid w:val="009B0DA8"/>
    <w:rsid w:val="009D0753"/>
    <w:rsid w:val="009D2DEE"/>
    <w:rsid w:val="009F59C9"/>
    <w:rsid w:val="00A32558"/>
    <w:rsid w:val="00AB6CCD"/>
    <w:rsid w:val="00B04889"/>
    <w:rsid w:val="00B448B0"/>
    <w:rsid w:val="00B47E66"/>
    <w:rsid w:val="00B73ED4"/>
    <w:rsid w:val="00B8100C"/>
    <w:rsid w:val="00BF78BC"/>
    <w:rsid w:val="00C9735B"/>
    <w:rsid w:val="00C9735F"/>
    <w:rsid w:val="00CD2127"/>
    <w:rsid w:val="00CE4C52"/>
    <w:rsid w:val="00DA7BDA"/>
    <w:rsid w:val="00E442D2"/>
    <w:rsid w:val="00E53248"/>
    <w:rsid w:val="00E72418"/>
    <w:rsid w:val="00E7630C"/>
    <w:rsid w:val="00E81D0B"/>
    <w:rsid w:val="00E9028C"/>
    <w:rsid w:val="00EC168A"/>
    <w:rsid w:val="00F41FA6"/>
    <w:rsid w:val="00F53368"/>
    <w:rsid w:val="00FB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CA01A"/>
  <w15:docId w15:val="{3F1FE1C6-80CD-4ACA-AB1A-B61A8F84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0952"/>
  </w:style>
  <w:style w:type="paragraph" w:styleId="a5">
    <w:name w:val="footer"/>
    <w:basedOn w:val="a"/>
    <w:link w:val="a6"/>
    <w:uiPriority w:val="99"/>
    <w:unhideWhenUsed/>
    <w:rsid w:val="004F0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0952"/>
  </w:style>
  <w:style w:type="paragraph" w:styleId="a7">
    <w:name w:val="List Paragraph"/>
    <w:basedOn w:val="a"/>
    <w:uiPriority w:val="34"/>
    <w:qFormat/>
    <w:rsid w:val="00536FA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85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5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9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0CA15-A82C-4F2C-8234-1DC83058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AB9B71DE</Template>
  <TotalTime>0</TotalTime>
  <Pages>4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Суворова Юлиана Олеговна</cp:lastModifiedBy>
  <cp:revision>2</cp:revision>
  <cp:lastPrinted>2021-03-29T09:21:00Z</cp:lastPrinted>
  <dcterms:created xsi:type="dcterms:W3CDTF">2021-04-13T11:44:00Z</dcterms:created>
  <dcterms:modified xsi:type="dcterms:W3CDTF">2021-04-13T11:44:00Z</dcterms:modified>
</cp:coreProperties>
</file>